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25385" w14:textId="77777777" w:rsidR="000C451F" w:rsidRDefault="000C451F">
      <w:pPr>
        <w:pStyle w:val="Standard"/>
        <w:jc w:val="right"/>
        <w:rPr>
          <w:rFonts w:ascii="Calibri" w:hAnsi="Calibri" w:cs="Calibri"/>
          <w:b/>
          <w:sz w:val="22"/>
          <w:szCs w:val="22"/>
        </w:rPr>
      </w:pPr>
    </w:p>
    <w:p w14:paraId="7C4AE470" w14:textId="77777777" w:rsidR="000C451F" w:rsidRDefault="000C451F">
      <w:pPr>
        <w:pStyle w:val="Standard"/>
        <w:jc w:val="right"/>
        <w:rPr>
          <w:rFonts w:ascii="Calibri" w:hAnsi="Calibri" w:cs="Calibri"/>
          <w:b/>
          <w:sz w:val="22"/>
          <w:szCs w:val="22"/>
        </w:rPr>
      </w:pPr>
    </w:p>
    <w:p w14:paraId="602AA132" w14:textId="77777777" w:rsidR="000C451F" w:rsidRDefault="000C451F">
      <w:pPr>
        <w:pStyle w:val="Standard"/>
        <w:jc w:val="right"/>
        <w:rPr>
          <w:rFonts w:ascii="Calibri" w:hAnsi="Calibri" w:cs="Calibri"/>
          <w:b/>
          <w:sz w:val="22"/>
          <w:szCs w:val="22"/>
        </w:rPr>
      </w:pPr>
    </w:p>
    <w:p w14:paraId="5E76F12D" w14:textId="77777777" w:rsidR="000C451F" w:rsidRDefault="000C451F">
      <w:pPr>
        <w:pStyle w:val="Standard"/>
        <w:jc w:val="right"/>
        <w:rPr>
          <w:rFonts w:ascii="Calibri" w:hAnsi="Calibri" w:cs="Calibri"/>
          <w:b/>
          <w:sz w:val="22"/>
          <w:szCs w:val="22"/>
        </w:rPr>
      </w:pPr>
    </w:p>
    <w:p w14:paraId="140F2869" w14:textId="77777777" w:rsidR="000C451F" w:rsidRDefault="000C451F">
      <w:pPr>
        <w:pStyle w:val="Standard"/>
        <w:jc w:val="right"/>
        <w:rPr>
          <w:rFonts w:ascii="Calibri" w:hAnsi="Calibri" w:cs="Calibri"/>
          <w:b/>
          <w:sz w:val="22"/>
          <w:szCs w:val="22"/>
        </w:rPr>
      </w:pPr>
    </w:p>
    <w:p w14:paraId="248E0E8D" w14:textId="77777777" w:rsidR="000C451F"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78D0F8DB" w14:textId="77777777" w:rsidR="000C451F"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ZP.252.9.1.2026.KB</w:t>
      </w:r>
    </w:p>
    <w:p w14:paraId="03E7EE43" w14:textId="77777777" w:rsidR="000C451F" w:rsidRDefault="000C451F">
      <w:pPr>
        <w:pStyle w:val="Standard"/>
        <w:ind w:left="2832" w:firstLine="708"/>
        <w:rPr>
          <w:rFonts w:ascii="Times-Roman" w:hAnsi="Times-Roman" w:cs="Times-Roman"/>
          <w:sz w:val="16"/>
          <w:szCs w:val="16"/>
        </w:rPr>
      </w:pPr>
    </w:p>
    <w:p w14:paraId="73AC27D3" w14:textId="77777777" w:rsidR="000C451F" w:rsidRDefault="000C451F">
      <w:pPr>
        <w:pStyle w:val="Standard"/>
        <w:ind w:left="2832" w:firstLine="708"/>
        <w:rPr>
          <w:rFonts w:ascii="Times-Roman" w:hAnsi="Times-Roman" w:cs="Times-Roman"/>
          <w:sz w:val="16"/>
          <w:szCs w:val="16"/>
        </w:rPr>
      </w:pPr>
    </w:p>
    <w:p w14:paraId="2E80BF4B" w14:textId="77777777" w:rsidR="000C451F" w:rsidRDefault="00000000">
      <w:pPr>
        <w:pStyle w:val="Standard"/>
        <w:ind w:left="2832" w:firstLine="708"/>
        <w:rPr>
          <w:rFonts w:ascii="Times-Bold" w:hAnsi="Times-Bold" w:cs="Times-Bold"/>
          <w:b/>
          <w:bCs/>
        </w:rPr>
      </w:pPr>
      <w:r>
        <w:rPr>
          <w:rFonts w:ascii="Times-Bold" w:hAnsi="Times-Bold" w:cs="Times-Bold"/>
          <w:b/>
          <w:bCs/>
        </w:rPr>
        <w:t>FORMULARZ OFERTOWY</w:t>
      </w:r>
    </w:p>
    <w:p w14:paraId="1C375A9E" w14:textId="77777777" w:rsidR="000C451F"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129C25FC" w14:textId="77777777" w:rsidR="000C451F"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0B69EC13" w14:textId="77777777" w:rsidR="000C451F"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799238DD" w14:textId="77777777" w:rsidR="000C451F" w:rsidRDefault="00000000">
      <w:pPr>
        <w:pStyle w:val="Standard"/>
        <w:rPr>
          <w:rFonts w:ascii="Times-Bold" w:hAnsi="Times-Bold" w:cs="Times-Bold"/>
          <w:b/>
          <w:bCs/>
        </w:rPr>
      </w:pPr>
      <w:r>
        <w:rPr>
          <w:rFonts w:ascii="Times-Bold" w:hAnsi="Times-Bold" w:cs="Times-Bold"/>
          <w:b/>
          <w:bCs/>
        </w:rPr>
        <w:t>84-200 Wejherowo</w:t>
      </w:r>
    </w:p>
    <w:p w14:paraId="799C7DAD" w14:textId="77777777" w:rsidR="000C451F"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038E5EBF" w14:textId="77777777" w:rsidR="000C451F"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07D57379" w14:textId="77777777" w:rsidR="000C451F" w:rsidRDefault="00000000">
      <w:pPr>
        <w:pStyle w:val="Standard"/>
        <w:rPr>
          <w:rFonts w:ascii="Times-Bold" w:hAnsi="Times-Bold" w:cs="Times-Bold"/>
          <w:b/>
          <w:bCs/>
        </w:rPr>
      </w:pPr>
      <w:r>
        <w:rPr>
          <w:rFonts w:ascii="Times-Bold" w:hAnsi="Times-Bold" w:cs="Times-Bold"/>
          <w:b/>
          <w:bCs/>
        </w:rPr>
        <w:t>Pełne dane adresowe Wykonawcy/Wykonawców:</w:t>
      </w:r>
    </w:p>
    <w:p w14:paraId="22BB9145" w14:textId="77777777" w:rsidR="000C451F"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10C0D345" w14:textId="77777777" w:rsidR="000C451F" w:rsidRDefault="00000000">
      <w:pPr>
        <w:pStyle w:val="Standard"/>
        <w:rPr>
          <w:rFonts w:ascii="Times-Roman" w:hAnsi="Times-Roman" w:cs="Times-Roman"/>
        </w:rPr>
      </w:pPr>
      <w:r>
        <w:rPr>
          <w:rFonts w:ascii="Times-Roman" w:hAnsi="Times-Roman" w:cs="Times-Roman"/>
        </w:rPr>
        <w:t>Adres ……………………………………………………………………………………….…….</w:t>
      </w:r>
    </w:p>
    <w:p w14:paraId="5075B151" w14:textId="77777777" w:rsidR="000C451F" w:rsidRDefault="00000000">
      <w:pPr>
        <w:pStyle w:val="Standard"/>
        <w:rPr>
          <w:rFonts w:ascii="Times-Roman" w:hAnsi="Times-Roman" w:cs="Times-Roman"/>
        </w:rPr>
      </w:pPr>
      <w:r>
        <w:rPr>
          <w:rFonts w:ascii="Times-Roman" w:hAnsi="Times-Roman" w:cs="Times-Roman"/>
        </w:rPr>
        <w:t>Adres do korespondencji ……………………………………………………………………..….</w:t>
      </w:r>
    </w:p>
    <w:p w14:paraId="4E20538E" w14:textId="77777777" w:rsidR="000C451F" w:rsidRDefault="00000000">
      <w:pPr>
        <w:pStyle w:val="Standard"/>
        <w:rPr>
          <w:rFonts w:ascii="Times-Roman" w:hAnsi="Times-Roman" w:cs="Times-Roman"/>
        </w:rPr>
      </w:pPr>
      <w:r>
        <w:rPr>
          <w:rFonts w:ascii="Times-Roman" w:hAnsi="Times-Roman" w:cs="Times-Roman"/>
        </w:rPr>
        <w:t>Nr telefonu/nr faksu ………………………………………………………………………………</w:t>
      </w:r>
    </w:p>
    <w:p w14:paraId="49325457" w14:textId="77777777" w:rsidR="000C451F" w:rsidRDefault="00000000">
      <w:pPr>
        <w:pStyle w:val="Standard"/>
        <w:rPr>
          <w:rFonts w:ascii="Times-Roman" w:hAnsi="Times-Roman" w:cs="Times-Roman"/>
          <w:lang w:val="en-US"/>
        </w:rPr>
      </w:pPr>
      <w:r>
        <w:rPr>
          <w:rFonts w:ascii="Times-Roman" w:hAnsi="Times-Roman" w:cs="Times-Roman"/>
          <w:lang w:val="en-US"/>
        </w:rPr>
        <w:t>Nr NIP …………………………………… Nr REGON …………………………………………</w:t>
      </w:r>
    </w:p>
    <w:p w14:paraId="2ADA5AB5" w14:textId="77777777" w:rsidR="000C451F" w:rsidRDefault="00000000">
      <w:pPr>
        <w:pStyle w:val="Standard"/>
        <w:rPr>
          <w:rFonts w:ascii="Times-Roman" w:hAnsi="Times-Roman" w:cs="Times-Roman"/>
          <w:lang w:val="en-US"/>
        </w:rPr>
      </w:pPr>
      <w:r>
        <w:rPr>
          <w:rFonts w:ascii="Times-Roman" w:hAnsi="Times-Roman" w:cs="Times-Roman"/>
          <w:lang w:val="en-US"/>
        </w:rPr>
        <w:t>e-mail: ………………………………………………………………………………………</w:t>
      </w:r>
    </w:p>
    <w:p w14:paraId="15D6A813" w14:textId="77777777" w:rsidR="000C451F"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66FA9DF8" w14:textId="77777777" w:rsidR="000C451F"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378B0E5B" w14:textId="77777777" w:rsidR="000C451F" w:rsidRDefault="00000000">
      <w:pPr>
        <w:pStyle w:val="Standard"/>
        <w:rPr>
          <w:rFonts w:ascii="Times-Bold" w:hAnsi="Times-Bold" w:cs="Times-Bold"/>
          <w:b/>
          <w:bCs/>
        </w:rPr>
      </w:pPr>
      <w:r>
        <w:rPr>
          <w:rFonts w:ascii="Times-Bold" w:hAnsi="Times-Bold" w:cs="Times-Bold"/>
          <w:b/>
          <w:bCs/>
        </w:rPr>
        <w:t>usług schronienia dla:</w:t>
      </w:r>
    </w:p>
    <w:p w14:paraId="6CB29C09" w14:textId="77777777" w:rsidR="000C451F" w:rsidRDefault="00000000">
      <w:pPr>
        <w:pStyle w:val="Standard"/>
        <w:rPr>
          <w:rFonts w:ascii="Times-Roman" w:hAnsi="Times-Roman" w:cs="Times-Roman"/>
        </w:rPr>
      </w:pPr>
      <w:r>
        <w:rPr>
          <w:rFonts w:ascii="Times-Roman" w:hAnsi="Times-Roman" w:cs="Times-Roman"/>
        </w:rPr>
        <w:t>…………………………………………………………………………………………</w:t>
      </w:r>
    </w:p>
    <w:p w14:paraId="1B190374" w14:textId="77777777" w:rsidR="000C451F" w:rsidRDefault="00000000">
      <w:pPr>
        <w:pStyle w:val="Standard"/>
        <w:rPr>
          <w:rFonts w:ascii="Times-Roman" w:hAnsi="Times-Roman" w:cs="Times-Roman"/>
        </w:rPr>
      </w:pPr>
      <w:r>
        <w:rPr>
          <w:rFonts w:ascii="Times-Roman" w:hAnsi="Times-Roman" w:cs="Times-Roman"/>
        </w:rPr>
        <w:t>…………………………………………………………………………………………</w:t>
      </w:r>
    </w:p>
    <w:p w14:paraId="29A6281F" w14:textId="77777777" w:rsidR="000C451F" w:rsidRDefault="00000000">
      <w:pPr>
        <w:pStyle w:val="Standard"/>
        <w:rPr>
          <w:rFonts w:ascii="Times-Roman" w:hAnsi="Times-Roman" w:cs="Times-Roman"/>
        </w:rPr>
      </w:pPr>
      <w:r>
        <w:rPr>
          <w:rFonts w:ascii="Times-Roman" w:hAnsi="Times-Roman" w:cs="Times-Roman"/>
        </w:rPr>
        <w:t>…………………………………………………………………………………………</w:t>
      </w:r>
    </w:p>
    <w:p w14:paraId="665E02D4" w14:textId="77777777" w:rsidR="000C451F" w:rsidRDefault="00000000">
      <w:pPr>
        <w:pStyle w:val="Standard"/>
        <w:rPr>
          <w:rFonts w:ascii="Times-Roman" w:hAnsi="Times-Roman" w:cs="Times-Roman"/>
        </w:rPr>
      </w:pPr>
      <w:r>
        <w:rPr>
          <w:rFonts w:ascii="Times-Roman" w:hAnsi="Times-Roman" w:cs="Times-Roman"/>
        </w:rPr>
        <w:t>…………………………………………………………………………………………</w:t>
      </w:r>
    </w:p>
    <w:p w14:paraId="3F9F697D" w14:textId="77777777" w:rsidR="000C451F" w:rsidRDefault="00000000">
      <w:pPr>
        <w:pStyle w:val="Standard"/>
        <w:rPr>
          <w:rFonts w:ascii="Times-Roman" w:hAnsi="Times-Roman" w:cs="Times-Roman"/>
        </w:rPr>
      </w:pPr>
      <w:r>
        <w:rPr>
          <w:rFonts w:ascii="Times-Roman" w:hAnsi="Times-Roman" w:cs="Times-Roman"/>
        </w:rPr>
        <w:t>…………………………………………………………………………………………</w:t>
      </w:r>
    </w:p>
    <w:p w14:paraId="619EBE85" w14:textId="77777777" w:rsidR="000C451F"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21FFD38D" w14:textId="77777777" w:rsidR="000C451F" w:rsidRDefault="00000000">
      <w:pPr>
        <w:pStyle w:val="Standard"/>
        <w:rPr>
          <w:rFonts w:ascii="Times-Roman" w:hAnsi="Times-Roman" w:cs="Times-Roman"/>
        </w:rPr>
      </w:pPr>
      <w:r>
        <w:rPr>
          <w:rFonts w:ascii="Times-Roman" w:hAnsi="Times-Roman" w:cs="Times-Roman"/>
        </w:rPr>
        <w:t>Ogólny koszt pobytu jednej osoby wynosi:</w:t>
      </w:r>
    </w:p>
    <w:p w14:paraId="6E639CE4" w14:textId="77777777" w:rsidR="000C451F"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7E86BA68" w14:textId="77777777" w:rsidR="000C451F"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11AA110F" w14:textId="77777777" w:rsidR="000C451F" w:rsidRDefault="00000000">
      <w:pPr>
        <w:pStyle w:val="Standard"/>
        <w:rPr>
          <w:rFonts w:ascii="Times-Roman" w:hAnsi="Times-Roman" w:cs="Times-Roman"/>
        </w:rPr>
      </w:pPr>
      <w:r>
        <w:rPr>
          <w:rFonts w:ascii="Times-Roman" w:hAnsi="Times-Roman" w:cs="Times-Roman"/>
        </w:rPr>
        <w:t>w tym:</w:t>
      </w:r>
    </w:p>
    <w:p w14:paraId="445D27DE" w14:textId="77777777" w:rsidR="000C451F"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44CF4B10" w14:textId="77777777" w:rsidR="000C451F" w:rsidRDefault="00000000">
      <w:pPr>
        <w:pStyle w:val="Standard"/>
        <w:rPr>
          <w:rFonts w:ascii="Times-Roman" w:hAnsi="Times-Roman" w:cs="Times-Roman"/>
        </w:rPr>
      </w:pPr>
      <w:r>
        <w:rPr>
          <w:rFonts w:ascii="Times-Roman" w:hAnsi="Times-Roman" w:cs="Times-Roman"/>
        </w:rPr>
        <w:t>koszt noclegu……………….... zł brutto (słownie:……………………………………….….)</w:t>
      </w:r>
    </w:p>
    <w:p w14:paraId="5F7F6F5D" w14:textId="77777777" w:rsidR="000C451F"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36E038B9" w14:textId="77777777" w:rsidR="000C451F" w:rsidRDefault="00000000">
      <w:pPr>
        <w:widowControl/>
        <w:suppressAutoHyphens w:val="0"/>
        <w:contextualSpacing/>
        <w:jc w:val="both"/>
        <w:textAlignment w:val="auto"/>
        <w:rPr>
          <w:iCs/>
          <w:kern w:val="0"/>
          <w:sz w:val="24"/>
          <w:szCs w:val="24"/>
        </w:rPr>
      </w:pPr>
      <w:r>
        <w:rPr>
          <w:iCs/>
          <w:kern w:val="0"/>
          <w:sz w:val="24"/>
          <w:szCs w:val="24"/>
        </w:rPr>
        <w:t>(właściwe zaznaczyć)</w:t>
      </w:r>
    </w:p>
    <w:p w14:paraId="52ECE74C" w14:textId="77777777" w:rsidR="000C451F"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3DE22414" wp14:editId="278EE204">
                <wp:simplePos x="0" y="0"/>
                <wp:positionH relativeFrom="margin">
                  <wp:align>left</wp:align>
                </wp:positionH>
                <wp:positionV relativeFrom="paragraph">
                  <wp:posOffset>3163</wp:posOffset>
                </wp:positionV>
                <wp:extent cx="189866" cy="182880"/>
                <wp:effectExtent l="0" t="0" r="19684" b="26670"/>
                <wp:wrapNone/>
                <wp:docPr id="5560625"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492A8A0E"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6572437F" w14:textId="77777777" w:rsidR="000C451F"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2F81899F" wp14:editId="17896E42">
                <wp:simplePos x="0" y="0"/>
                <wp:positionH relativeFrom="margin">
                  <wp:align>left</wp:align>
                </wp:positionH>
                <wp:positionV relativeFrom="paragraph">
                  <wp:posOffset>41660</wp:posOffset>
                </wp:positionV>
                <wp:extent cx="189866" cy="171450"/>
                <wp:effectExtent l="0" t="0" r="19684" b="19050"/>
                <wp:wrapNone/>
                <wp:docPr id="918065950"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6F37E53A" w14:textId="77777777" w:rsidR="000C451F"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2F81899F"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6F37E53A" w14:textId="77777777" w:rsidR="000C451F"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6B9446C3" w14:textId="77777777" w:rsidR="000C451F"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326B88B3" w14:textId="77777777" w:rsidR="000C451F"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6267F731" w14:textId="77777777" w:rsidR="000C451F"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49830D88" w14:textId="77777777" w:rsidR="000C451F"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43AB087A" w14:textId="77777777" w:rsidR="000C451F"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137103A5" w14:textId="77777777" w:rsidR="000C451F"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71A583D1" w14:textId="77777777" w:rsidR="000C451F" w:rsidRDefault="000C451F">
      <w:pPr>
        <w:pStyle w:val="Standard"/>
        <w:rPr>
          <w:rFonts w:ascii="Times-Roman" w:hAnsi="Times-Roman" w:cs="Times-Roman"/>
          <w:sz w:val="20"/>
          <w:szCs w:val="20"/>
        </w:rPr>
      </w:pPr>
    </w:p>
    <w:p w14:paraId="75BECF93" w14:textId="77777777" w:rsidR="000C451F" w:rsidRDefault="000C451F">
      <w:pPr>
        <w:pStyle w:val="Standard"/>
        <w:rPr>
          <w:rFonts w:ascii="Times-Roman" w:hAnsi="Times-Roman" w:cs="Times-Roman"/>
          <w:sz w:val="20"/>
          <w:szCs w:val="20"/>
        </w:rPr>
      </w:pPr>
    </w:p>
    <w:p w14:paraId="342E34E9" w14:textId="77777777" w:rsidR="000C451F" w:rsidRDefault="000C451F">
      <w:pPr>
        <w:pStyle w:val="Standard"/>
        <w:rPr>
          <w:rFonts w:ascii="Times-Roman" w:hAnsi="Times-Roman" w:cs="Times-Roman"/>
          <w:sz w:val="20"/>
          <w:szCs w:val="20"/>
        </w:rPr>
      </w:pPr>
    </w:p>
    <w:p w14:paraId="6BB0A7E2" w14:textId="77777777" w:rsidR="000C451F"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73256FC0" w14:textId="77777777" w:rsidR="000C451F" w:rsidRDefault="00000000">
      <w:pPr>
        <w:pStyle w:val="Standard"/>
        <w:rPr>
          <w:rFonts w:ascii="Times-Roman" w:hAnsi="Times-Roman" w:cs="Times-Roman"/>
        </w:rPr>
      </w:pPr>
      <w:r>
        <w:rPr>
          <w:rFonts w:ascii="Times-Roman" w:hAnsi="Times-Roman" w:cs="Times-Roman"/>
        </w:rPr>
        <w:t>konieczne informacje do przygotowania Oferty.</w:t>
      </w:r>
    </w:p>
    <w:p w14:paraId="7E3D1341" w14:textId="77777777" w:rsidR="000C451F"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0818A438" w14:textId="77777777" w:rsidR="000C451F" w:rsidRDefault="00000000">
      <w:pPr>
        <w:pStyle w:val="Standard"/>
        <w:rPr>
          <w:rFonts w:ascii="Times-Roman" w:hAnsi="Times-Roman" w:cs="Times-Roman"/>
        </w:rPr>
      </w:pPr>
      <w:r>
        <w:rPr>
          <w:rFonts w:ascii="Times-Roman" w:hAnsi="Times-Roman" w:cs="Times-Roman"/>
        </w:rPr>
        <w:t>3.Miejsce realizacji usługi: …………………………………………………………………………….</w:t>
      </w:r>
    </w:p>
    <w:p w14:paraId="3460B8B5" w14:textId="77777777" w:rsidR="000C451F"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7D9AD2B7" w14:textId="77777777" w:rsidR="000C451F"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3792A3F4" w14:textId="77777777" w:rsidR="000C451F"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0FA889A8" w14:textId="77777777" w:rsidR="000C451F"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4FB5A67B" w14:textId="77777777" w:rsidR="000C451F"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06C09C39" w14:textId="77777777" w:rsidR="000C451F" w:rsidRDefault="00000000">
      <w:pPr>
        <w:pStyle w:val="Standard"/>
        <w:rPr>
          <w:rFonts w:ascii="Times-Roman" w:hAnsi="Times-Roman" w:cs="Times-Roman"/>
        </w:rPr>
      </w:pPr>
      <w:r>
        <w:rPr>
          <w:rFonts w:ascii="Times-Roman" w:hAnsi="Times-Roman" w:cs="Times-Roman"/>
        </w:rPr>
        <w:t>1) siłami własnymi *</w:t>
      </w:r>
    </w:p>
    <w:p w14:paraId="2635DA86" w14:textId="77777777" w:rsidR="000C451F"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7B0D19C6" w14:textId="77777777" w:rsidR="000C451F" w:rsidRDefault="00000000">
      <w:pPr>
        <w:pStyle w:val="Standard"/>
        <w:rPr>
          <w:rFonts w:ascii="Times-Roman" w:hAnsi="Times-Roman" w:cs="Times-Roman"/>
        </w:rPr>
      </w:pPr>
      <w:r>
        <w:rPr>
          <w:rFonts w:ascii="Times-Roman" w:hAnsi="Times-Roman" w:cs="Times-Roman"/>
        </w:rPr>
        <w:t>………………………………………………………………………………………………….*</w:t>
      </w:r>
    </w:p>
    <w:p w14:paraId="40A2ABA1" w14:textId="77777777" w:rsidR="000C451F"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3B9F0C24" w14:textId="77777777" w:rsidR="000C451F"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5FA193F2" w14:textId="77777777" w:rsidR="000C451F"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54B5A712" w14:textId="77777777" w:rsidR="000C451F"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57D7368E" w14:textId="77777777" w:rsidR="000C451F"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7654B754" w14:textId="77777777" w:rsidR="000C451F" w:rsidRDefault="00000000">
      <w:pPr>
        <w:pStyle w:val="Standard"/>
        <w:rPr>
          <w:rFonts w:ascii="Times-Roman" w:hAnsi="Times-Roman" w:cs="Times-Roman"/>
        </w:rPr>
      </w:pPr>
      <w:r>
        <w:rPr>
          <w:rFonts w:ascii="Times-Roman" w:hAnsi="Times-Roman" w:cs="Times-Roman"/>
        </w:rPr>
        <w:t>w terminie przez niego wyznaczonym.</w:t>
      </w:r>
    </w:p>
    <w:p w14:paraId="2B0A183D" w14:textId="77777777" w:rsidR="000C451F"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3D50A66A" w14:textId="77777777" w:rsidR="000C451F"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5A0D0A92" w14:textId="77777777" w:rsidR="000C451F"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415B699E" w14:textId="77777777" w:rsidR="000C451F"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6AEF9F6C" w14:textId="77777777" w:rsidR="000C451F"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05C3E7F3" w14:textId="77777777" w:rsidR="000C451F"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47A6168A" w14:textId="77777777" w:rsidR="000C451F"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49BB8DFD" w14:textId="77777777" w:rsidR="000C451F"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3B43054B" w14:textId="77777777" w:rsidR="000C451F"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152ED4AE" w14:textId="77777777" w:rsidR="000C451F"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40A1E729" w14:textId="77777777" w:rsidR="000C451F"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1E2DE278" w14:textId="77777777" w:rsidR="000C451F"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6155CF83" w14:textId="77777777" w:rsidR="000C451F" w:rsidRDefault="00000000">
      <w:pPr>
        <w:pStyle w:val="Standard"/>
        <w:rPr>
          <w:rFonts w:ascii="Times-Roman" w:hAnsi="Times-Roman" w:cs="Times-Roman"/>
        </w:rPr>
      </w:pPr>
      <w:r>
        <w:rPr>
          <w:rFonts w:ascii="Times-Roman" w:hAnsi="Times-Roman" w:cs="Times-Roman"/>
        </w:rPr>
        <w:t>……………………………………….</w:t>
      </w:r>
    </w:p>
    <w:p w14:paraId="3406BE17" w14:textId="77777777" w:rsidR="000C451F" w:rsidRDefault="00000000">
      <w:pPr>
        <w:pStyle w:val="Standard"/>
        <w:rPr>
          <w:rFonts w:ascii="Times-Roman" w:hAnsi="Times-Roman" w:cs="Times-Roman"/>
        </w:rPr>
      </w:pPr>
      <w:r>
        <w:rPr>
          <w:rFonts w:ascii="Times-Roman" w:hAnsi="Times-Roman" w:cs="Times-Roman"/>
        </w:rPr>
        <w:t>……………………………………….</w:t>
      </w:r>
    </w:p>
    <w:p w14:paraId="01B7489C" w14:textId="77777777" w:rsidR="000C451F" w:rsidRDefault="00000000">
      <w:pPr>
        <w:pStyle w:val="Standard"/>
        <w:rPr>
          <w:rFonts w:ascii="Times-Roman" w:hAnsi="Times-Roman" w:cs="Times-Roman"/>
        </w:rPr>
      </w:pPr>
      <w:r>
        <w:rPr>
          <w:rFonts w:ascii="Times-Roman" w:hAnsi="Times-Roman" w:cs="Times-Roman"/>
        </w:rPr>
        <w:t>……………………………………….</w:t>
      </w:r>
    </w:p>
    <w:p w14:paraId="6F692A63" w14:textId="77777777" w:rsidR="000C451F" w:rsidRDefault="00000000">
      <w:pPr>
        <w:pStyle w:val="Standard"/>
        <w:rPr>
          <w:rFonts w:ascii="Times-Roman" w:hAnsi="Times-Roman" w:cs="Times-Roman"/>
        </w:rPr>
      </w:pPr>
      <w:r>
        <w:rPr>
          <w:rFonts w:ascii="Times-Roman" w:hAnsi="Times-Roman" w:cs="Times-Roman"/>
        </w:rPr>
        <w:t>……………………………...………..</w:t>
      </w:r>
    </w:p>
    <w:p w14:paraId="308C0E21" w14:textId="77777777" w:rsidR="000C451F" w:rsidRDefault="00000000">
      <w:pPr>
        <w:pStyle w:val="Standard"/>
        <w:rPr>
          <w:rFonts w:ascii="Times-Roman" w:hAnsi="Times-Roman" w:cs="Times-Roman"/>
        </w:rPr>
      </w:pPr>
      <w:r>
        <w:rPr>
          <w:rFonts w:ascii="Times-Roman" w:hAnsi="Times-Roman" w:cs="Times-Roman"/>
        </w:rPr>
        <w:t>………………………………………..</w:t>
      </w:r>
    </w:p>
    <w:p w14:paraId="0806E3A1" w14:textId="77777777" w:rsidR="000C451F"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0B575096" w14:textId="77777777" w:rsidR="000C451F" w:rsidRDefault="00000000">
      <w:pPr>
        <w:pStyle w:val="Standard"/>
        <w:rPr>
          <w:rFonts w:ascii="Times-Roman" w:hAnsi="Times-Roman" w:cs="Times-Roman"/>
          <w:sz w:val="20"/>
          <w:szCs w:val="20"/>
        </w:rPr>
      </w:pPr>
      <w:r>
        <w:rPr>
          <w:rFonts w:ascii="Times-Roman" w:hAnsi="Times-Roman" w:cs="Times-Roman"/>
          <w:sz w:val="20"/>
          <w:szCs w:val="20"/>
        </w:rPr>
        <w:t>…………………………………………………</w:t>
      </w:r>
    </w:p>
    <w:p w14:paraId="2FBB4DB4" w14:textId="77777777" w:rsidR="000C451F"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3FA0C99C" w14:textId="77777777" w:rsidR="000C451F"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166329A2" w14:textId="77777777" w:rsidR="000C451F" w:rsidRDefault="000C451F">
      <w:pPr>
        <w:pStyle w:val="Standard"/>
        <w:rPr>
          <w:rFonts w:ascii="Times-Roman" w:hAnsi="Times-Roman" w:cs="Times-Roman"/>
          <w:sz w:val="20"/>
          <w:szCs w:val="20"/>
        </w:rPr>
      </w:pPr>
    </w:p>
    <w:p w14:paraId="7540FC06" w14:textId="77777777" w:rsidR="000C451F" w:rsidRDefault="000C451F">
      <w:pPr>
        <w:pStyle w:val="Standard"/>
        <w:rPr>
          <w:rFonts w:ascii="Times-Roman" w:hAnsi="Times-Roman" w:cs="Times-Roman"/>
          <w:sz w:val="20"/>
          <w:szCs w:val="20"/>
        </w:rPr>
      </w:pPr>
    </w:p>
    <w:p w14:paraId="591159A8" w14:textId="77777777" w:rsidR="000C451F" w:rsidRDefault="000C451F">
      <w:pPr>
        <w:pStyle w:val="Standard"/>
        <w:rPr>
          <w:rFonts w:ascii="Times-Roman" w:hAnsi="Times-Roman" w:cs="Times-Roman"/>
          <w:sz w:val="20"/>
          <w:szCs w:val="20"/>
        </w:rPr>
      </w:pPr>
    </w:p>
    <w:p w14:paraId="09A95608" w14:textId="77777777" w:rsidR="000C451F" w:rsidRDefault="000C451F">
      <w:pPr>
        <w:pStyle w:val="Standard"/>
        <w:rPr>
          <w:rFonts w:ascii="Times-Roman" w:hAnsi="Times-Roman" w:cs="Times-Roman"/>
          <w:sz w:val="20"/>
          <w:szCs w:val="20"/>
        </w:rPr>
      </w:pPr>
    </w:p>
    <w:p w14:paraId="405615C5" w14:textId="77777777" w:rsidR="000C451F" w:rsidRDefault="000C451F">
      <w:pPr>
        <w:pStyle w:val="Standard"/>
        <w:rPr>
          <w:rFonts w:ascii="Times-Roman" w:hAnsi="Times-Roman" w:cs="Times-Roman"/>
          <w:sz w:val="20"/>
          <w:szCs w:val="20"/>
        </w:rPr>
      </w:pPr>
    </w:p>
    <w:p w14:paraId="418E0E7E" w14:textId="77777777" w:rsidR="000C451F" w:rsidRDefault="000C451F">
      <w:pPr>
        <w:pStyle w:val="Standard"/>
        <w:rPr>
          <w:rFonts w:ascii="Times-Roman" w:hAnsi="Times-Roman" w:cs="Times-Roman"/>
          <w:sz w:val="20"/>
          <w:szCs w:val="20"/>
        </w:rPr>
      </w:pPr>
    </w:p>
    <w:p w14:paraId="01CECF25" w14:textId="77777777" w:rsidR="000C451F" w:rsidRDefault="000C451F">
      <w:pPr>
        <w:pStyle w:val="Standard"/>
        <w:rPr>
          <w:rFonts w:ascii="Times-Roman" w:hAnsi="Times-Roman" w:cs="Times-Roman"/>
          <w:sz w:val="20"/>
          <w:szCs w:val="20"/>
        </w:rPr>
      </w:pPr>
    </w:p>
    <w:p w14:paraId="75ED69F9" w14:textId="77777777" w:rsidR="000C451F" w:rsidRDefault="000C451F">
      <w:pPr>
        <w:pStyle w:val="Standard"/>
        <w:rPr>
          <w:rFonts w:ascii="Times-Roman" w:hAnsi="Times-Roman" w:cs="Times-Roman"/>
          <w:sz w:val="20"/>
          <w:szCs w:val="20"/>
        </w:rPr>
      </w:pPr>
    </w:p>
    <w:p w14:paraId="300763C1" w14:textId="77777777" w:rsidR="000C451F" w:rsidRDefault="000C451F">
      <w:pPr>
        <w:pStyle w:val="Standard"/>
        <w:rPr>
          <w:rFonts w:ascii="Times-Roman" w:hAnsi="Times-Roman" w:cs="Times-Roman"/>
          <w:sz w:val="20"/>
          <w:szCs w:val="20"/>
        </w:rPr>
      </w:pPr>
    </w:p>
    <w:p w14:paraId="268ABC0E" w14:textId="77777777" w:rsidR="000C451F" w:rsidRDefault="000C451F">
      <w:pPr>
        <w:pStyle w:val="Standard"/>
        <w:rPr>
          <w:rFonts w:ascii="Times-Roman" w:hAnsi="Times-Roman" w:cs="Times-Roman"/>
          <w:sz w:val="20"/>
          <w:szCs w:val="20"/>
        </w:rPr>
      </w:pPr>
    </w:p>
    <w:p w14:paraId="335D2FDE" w14:textId="77777777" w:rsidR="000C451F" w:rsidRDefault="000C451F">
      <w:pPr>
        <w:pStyle w:val="Standard"/>
        <w:rPr>
          <w:rFonts w:ascii="Times-Roman" w:hAnsi="Times-Roman" w:cs="Times-Roman"/>
          <w:sz w:val="20"/>
          <w:szCs w:val="20"/>
        </w:rPr>
      </w:pPr>
    </w:p>
    <w:p w14:paraId="190215C4" w14:textId="77777777" w:rsidR="000C451F" w:rsidRDefault="000C451F">
      <w:pPr>
        <w:pStyle w:val="Standard"/>
        <w:rPr>
          <w:rFonts w:ascii="Times-Roman" w:hAnsi="Times-Roman" w:cs="Times-Roman"/>
          <w:sz w:val="20"/>
          <w:szCs w:val="20"/>
        </w:rPr>
      </w:pPr>
    </w:p>
    <w:p w14:paraId="0009C9F0" w14:textId="77777777" w:rsidR="000C451F"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1294A57A"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6B9CF004"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ZP.252.9.1.2026.KB</w:t>
      </w:r>
    </w:p>
    <w:p w14:paraId="7EB0C7DF" w14:textId="77777777" w:rsidR="000C451F" w:rsidRDefault="000C451F">
      <w:pPr>
        <w:pStyle w:val="Standard"/>
        <w:rPr>
          <w:rFonts w:ascii="Times-BoldItalic" w:hAnsi="Times-BoldItalic" w:cs="Times-BoldItalic"/>
          <w:b/>
          <w:bCs/>
          <w:i/>
          <w:iCs/>
          <w:sz w:val="18"/>
          <w:szCs w:val="18"/>
        </w:rPr>
      </w:pPr>
    </w:p>
    <w:p w14:paraId="5EF0BEE7" w14:textId="77777777" w:rsidR="000C451F" w:rsidRDefault="000C451F">
      <w:pPr>
        <w:pStyle w:val="Standard"/>
        <w:rPr>
          <w:rFonts w:ascii="Times-BoldItalic" w:hAnsi="Times-BoldItalic" w:cs="Times-BoldItalic"/>
          <w:b/>
          <w:bCs/>
          <w:i/>
          <w:iCs/>
          <w:sz w:val="18"/>
          <w:szCs w:val="18"/>
        </w:rPr>
      </w:pPr>
    </w:p>
    <w:p w14:paraId="54D89EB9" w14:textId="77777777" w:rsidR="000C451F" w:rsidRDefault="000C451F">
      <w:pPr>
        <w:pStyle w:val="Standard"/>
        <w:rPr>
          <w:rFonts w:ascii="Times-BoldItalic" w:hAnsi="Times-BoldItalic" w:cs="Times-BoldItalic"/>
          <w:b/>
          <w:bCs/>
          <w:i/>
          <w:iCs/>
          <w:sz w:val="18"/>
          <w:szCs w:val="18"/>
        </w:rPr>
      </w:pPr>
    </w:p>
    <w:p w14:paraId="154E143F" w14:textId="77777777" w:rsidR="000C451F"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6F6B8415" w14:textId="77777777" w:rsidR="000C451F"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0AB7199C" w14:textId="77777777" w:rsidR="000C451F" w:rsidRDefault="000C451F">
      <w:pPr>
        <w:pStyle w:val="Standard"/>
        <w:rPr>
          <w:rFonts w:ascii="Times-Italic" w:hAnsi="Times-Italic" w:cs="Times-Italic"/>
          <w:i/>
          <w:iCs/>
          <w:sz w:val="16"/>
          <w:szCs w:val="16"/>
        </w:rPr>
      </w:pPr>
    </w:p>
    <w:p w14:paraId="2D5E3271" w14:textId="77777777" w:rsidR="000C451F"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11C1D871" w14:textId="77777777" w:rsidR="000C451F"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54993427" w14:textId="77777777" w:rsidR="000C451F" w:rsidRDefault="000C451F">
      <w:pPr>
        <w:pStyle w:val="Standard"/>
        <w:jc w:val="center"/>
        <w:rPr>
          <w:rFonts w:ascii="Times-Bold" w:hAnsi="Times-Bold" w:cs="Times-Bold"/>
          <w:b/>
          <w:bCs/>
        </w:rPr>
      </w:pPr>
    </w:p>
    <w:p w14:paraId="1472927D" w14:textId="77777777" w:rsidR="000C451F"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0A6A827B" w14:textId="77777777" w:rsidR="000C451F"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331C5D96" w14:textId="77777777" w:rsidR="000C451F" w:rsidRDefault="00000000">
      <w:pPr>
        <w:pStyle w:val="Standard"/>
      </w:pPr>
      <w:r>
        <w:rPr>
          <w:rFonts w:ascii="Times-Roman" w:hAnsi="Times-Roman" w:cs="Times-Roman"/>
        </w:rPr>
        <w:t>znak</w:t>
      </w:r>
      <w:r>
        <w:rPr>
          <w:rFonts w:ascii="Times-Bold" w:hAnsi="Times-Bold" w:cs="Times-Bold"/>
          <w:b/>
          <w:bCs/>
        </w:rPr>
        <w:t>: ZP.252.9.1.2026.KB</w:t>
      </w:r>
    </w:p>
    <w:p w14:paraId="623F001B" w14:textId="77777777" w:rsidR="000C451F" w:rsidRDefault="00000000">
      <w:pPr>
        <w:pStyle w:val="Standard"/>
        <w:rPr>
          <w:rFonts w:ascii="Times-Roman" w:hAnsi="Times-Roman" w:cs="Times-Roman"/>
        </w:rPr>
      </w:pPr>
      <w:r>
        <w:rPr>
          <w:rFonts w:ascii="Times-Roman" w:hAnsi="Times-Roman" w:cs="Times-Roman"/>
        </w:rPr>
        <w:t>Ja (My), ………………… w imieniu reprezentowanej przeze mnie (przez Nas)</w:t>
      </w:r>
    </w:p>
    <w:p w14:paraId="25F409FD" w14:textId="77777777" w:rsidR="000C451F"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1E300442" w14:textId="77777777" w:rsidR="000C451F"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3320072F" w14:textId="77777777" w:rsidR="000C451F" w:rsidRDefault="00000000">
      <w:pPr>
        <w:pStyle w:val="Standard"/>
      </w:pPr>
      <w:r>
        <w:rPr>
          <w:rFonts w:ascii="Times-Roman" w:hAnsi="Times-Roman" w:cs="Times-Roman"/>
        </w:rPr>
        <w:t>(t.j.Dz. U. Z 2024 poz.1320z późn.zm.) w tym:</w:t>
      </w:r>
    </w:p>
    <w:p w14:paraId="6EC05A2E" w14:textId="77777777" w:rsidR="000C451F"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64509B2F" w14:textId="77777777" w:rsidR="000C451F"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035E3950" w14:textId="77777777" w:rsidR="000C451F" w:rsidRDefault="00000000">
      <w:pPr>
        <w:pStyle w:val="Standard"/>
        <w:rPr>
          <w:rFonts w:ascii="Times-Roman" w:hAnsi="Times-Roman" w:cs="Times-Roman"/>
        </w:rPr>
      </w:pPr>
      <w:r>
        <w:rPr>
          <w:rFonts w:ascii="Times-Roman" w:hAnsi="Times-Roman" w:cs="Times-Roman"/>
        </w:rPr>
        <w:t>w rozdziale 5 pkt 3 SWZ.</w:t>
      </w:r>
    </w:p>
    <w:p w14:paraId="50C9605E" w14:textId="77777777" w:rsidR="000C451F"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5882D9BA" w14:textId="77777777" w:rsidR="000C451F"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2EE79DC5" w14:textId="77777777" w:rsidR="000C451F"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069C694F" w14:textId="77777777" w:rsidR="000C451F"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3980ADE7" w14:textId="77777777" w:rsidR="000C451F"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189C4539" w14:textId="77777777" w:rsidR="000C451F"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3E184811" w14:textId="77777777" w:rsidR="000C451F"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44917C08" w14:textId="77777777" w:rsidR="000C451F"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1C50202A" w14:textId="77777777" w:rsidR="000C451F"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48EEBC41" w14:textId="77777777" w:rsidR="000C451F"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09B8F105" w14:textId="77777777" w:rsidR="000C451F" w:rsidRDefault="000C451F">
      <w:pPr>
        <w:pStyle w:val="Standard"/>
        <w:rPr>
          <w:rFonts w:ascii="Times-Roman" w:hAnsi="Times-Roman" w:cs="Times-Roman"/>
          <w:sz w:val="18"/>
          <w:szCs w:val="18"/>
        </w:rPr>
      </w:pPr>
    </w:p>
    <w:p w14:paraId="1702F368" w14:textId="77777777" w:rsidR="000C451F" w:rsidRDefault="000C451F">
      <w:pPr>
        <w:pStyle w:val="Standard"/>
        <w:rPr>
          <w:rFonts w:ascii="Times-Roman" w:hAnsi="Times-Roman" w:cs="Times-Roman"/>
          <w:sz w:val="18"/>
          <w:szCs w:val="18"/>
        </w:rPr>
      </w:pPr>
    </w:p>
    <w:p w14:paraId="6740A529" w14:textId="77777777" w:rsidR="000C451F" w:rsidRDefault="000C451F">
      <w:pPr>
        <w:pStyle w:val="Standard"/>
        <w:rPr>
          <w:rFonts w:ascii="Times-Roman" w:hAnsi="Times-Roman" w:cs="Times-Roman"/>
          <w:sz w:val="18"/>
          <w:szCs w:val="18"/>
        </w:rPr>
      </w:pPr>
    </w:p>
    <w:p w14:paraId="360D0191" w14:textId="77777777" w:rsidR="000C451F" w:rsidRDefault="000C451F">
      <w:pPr>
        <w:pStyle w:val="Standard"/>
        <w:rPr>
          <w:rFonts w:ascii="Times-Roman" w:hAnsi="Times-Roman" w:cs="Times-Roman"/>
          <w:sz w:val="18"/>
          <w:szCs w:val="18"/>
        </w:rPr>
      </w:pPr>
    </w:p>
    <w:p w14:paraId="2C01F231" w14:textId="77777777" w:rsidR="000C451F" w:rsidRDefault="000C451F">
      <w:pPr>
        <w:pStyle w:val="Standard"/>
        <w:rPr>
          <w:rFonts w:ascii="Times-Roman" w:hAnsi="Times-Roman" w:cs="Times-Roman"/>
          <w:sz w:val="18"/>
          <w:szCs w:val="18"/>
        </w:rPr>
      </w:pPr>
    </w:p>
    <w:p w14:paraId="61B50576" w14:textId="77777777" w:rsidR="000C451F" w:rsidRDefault="000C451F">
      <w:pPr>
        <w:pStyle w:val="Standard"/>
        <w:rPr>
          <w:rFonts w:ascii="Times-Roman" w:hAnsi="Times-Roman" w:cs="Times-Roman"/>
          <w:sz w:val="18"/>
          <w:szCs w:val="18"/>
        </w:rPr>
      </w:pPr>
    </w:p>
    <w:p w14:paraId="789F5A87" w14:textId="77777777" w:rsidR="000C451F" w:rsidRDefault="000C451F">
      <w:pPr>
        <w:pStyle w:val="Standard"/>
        <w:rPr>
          <w:rFonts w:ascii="Times-Roman" w:hAnsi="Times-Roman" w:cs="Times-Roman"/>
          <w:sz w:val="20"/>
          <w:szCs w:val="20"/>
        </w:rPr>
      </w:pPr>
    </w:p>
    <w:p w14:paraId="1460E502" w14:textId="77777777" w:rsidR="000C451F" w:rsidRDefault="000C451F">
      <w:pPr>
        <w:pStyle w:val="Standard"/>
        <w:rPr>
          <w:rFonts w:ascii="Times-Roman" w:hAnsi="Times-Roman" w:cs="Times-Roman"/>
          <w:sz w:val="20"/>
          <w:szCs w:val="20"/>
        </w:rPr>
      </w:pPr>
    </w:p>
    <w:p w14:paraId="643E29DC" w14:textId="77777777" w:rsidR="000C451F" w:rsidRDefault="000C451F">
      <w:pPr>
        <w:pStyle w:val="Standard"/>
        <w:rPr>
          <w:rFonts w:ascii="Times-Roman" w:hAnsi="Times-Roman" w:cs="Times-Roman"/>
          <w:sz w:val="20"/>
          <w:szCs w:val="20"/>
        </w:rPr>
      </w:pPr>
    </w:p>
    <w:p w14:paraId="3FD8B63D" w14:textId="77777777" w:rsidR="000C451F" w:rsidRDefault="000C451F">
      <w:pPr>
        <w:pStyle w:val="Standard"/>
        <w:rPr>
          <w:rFonts w:ascii="Times-Roman" w:hAnsi="Times-Roman" w:cs="Times-Roman"/>
          <w:sz w:val="20"/>
          <w:szCs w:val="20"/>
        </w:rPr>
      </w:pPr>
    </w:p>
    <w:p w14:paraId="77D4096A" w14:textId="77777777" w:rsidR="000C451F" w:rsidRDefault="000C451F">
      <w:pPr>
        <w:pStyle w:val="Standard"/>
        <w:rPr>
          <w:rFonts w:ascii="Times-Roman" w:hAnsi="Times-Roman" w:cs="Times-Roman"/>
          <w:sz w:val="20"/>
          <w:szCs w:val="20"/>
        </w:rPr>
      </w:pPr>
    </w:p>
    <w:p w14:paraId="1C7A1DBF" w14:textId="77777777" w:rsidR="000C451F" w:rsidRDefault="000C451F">
      <w:pPr>
        <w:pStyle w:val="Standard"/>
        <w:rPr>
          <w:rFonts w:ascii="Times-Roman" w:hAnsi="Times-Roman" w:cs="Times-Roman"/>
          <w:sz w:val="20"/>
          <w:szCs w:val="20"/>
        </w:rPr>
      </w:pPr>
    </w:p>
    <w:p w14:paraId="13D3F424" w14:textId="77777777" w:rsidR="000C451F" w:rsidRDefault="000C451F">
      <w:pPr>
        <w:pStyle w:val="Standard"/>
        <w:rPr>
          <w:rFonts w:ascii="Times-Roman" w:hAnsi="Times-Roman" w:cs="Times-Roman"/>
          <w:sz w:val="20"/>
          <w:szCs w:val="20"/>
        </w:rPr>
      </w:pPr>
    </w:p>
    <w:p w14:paraId="4549D50E" w14:textId="77777777" w:rsidR="000C451F" w:rsidRDefault="000C451F">
      <w:pPr>
        <w:pStyle w:val="Standard"/>
        <w:rPr>
          <w:rFonts w:ascii="Times-Roman" w:hAnsi="Times-Roman" w:cs="Times-Roman"/>
          <w:sz w:val="20"/>
          <w:szCs w:val="20"/>
        </w:rPr>
      </w:pPr>
    </w:p>
    <w:p w14:paraId="3C7F5AF8" w14:textId="77777777" w:rsidR="000C451F" w:rsidRDefault="000C451F">
      <w:pPr>
        <w:pStyle w:val="Standard"/>
        <w:rPr>
          <w:rFonts w:ascii="Times-Roman" w:hAnsi="Times-Roman" w:cs="Times-Roman"/>
          <w:sz w:val="20"/>
          <w:szCs w:val="20"/>
        </w:rPr>
      </w:pPr>
    </w:p>
    <w:p w14:paraId="7CD1B09C" w14:textId="77777777" w:rsidR="000C451F" w:rsidRDefault="000C451F">
      <w:pPr>
        <w:pStyle w:val="Standard"/>
        <w:rPr>
          <w:rFonts w:ascii="Times-Roman" w:hAnsi="Times-Roman" w:cs="Times-Roman"/>
          <w:sz w:val="20"/>
          <w:szCs w:val="20"/>
        </w:rPr>
      </w:pPr>
    </w:p>
    <w:p w14:paraId="13714CAE" w14:textId="77777777" w:rsidR="000C451F" w:rsidRDefault="000C451F">
      <w:pPr>
        <w:pStyle w:val="Standard"/>
        <w:rPr>
          <w:rFonts w:ascii="Times-Roman" w:hAnsi="Times-Roman" w:cs="Times-Roman"/>
          <w:sz w:val="20"/>
          <w:szCs w:val="20"/>
        </w:rPr>
      </w:pPr>
    </w:p>
    <w:p w14:paraId="7C977A5C" w14:textId="77777777" w:rsidR="000C451F" w:rsidRDefault="000C451F">
      <w:pPr>
        <w:pStyle w:val="Standard"/>
        <w:rPr>
          <w:rFonts w:ascii="Times-Roman" w:hAnsi="Times-Roman" w:cs="Times-Roman"/>
          <w:sz w:val="20"/>
          <w:szCs w:val="20"/>
        </w:rPr>
      </w:pPr>
    </w:p>
    <w:p w14:paraId="5A3E22BE" w14:textId="77777777" w:rsidR="000C451F" w:rsidRDefault="000C451F">
      <w:pPr>
        <w:pStyle w:val="Standard"/>
        <w:rPr>
          <w:rFonts w:ascii="Times-Roman" w:hAnsi="Times-Roman" w:cs="Times-Roman"/>
          <w:sz w:val="20"/>
          <w:szCs w:val="20"/>
        </w:rPr>
      </w:pPr>
    </w:p>
    <w:p w14:paraId="1CC7AEAA" w14:textId="77777777" w:rsidR="000C451F" w:rsidRDefault="000C451F">
      <w:pPr>
        <w:pStyle w:val="Standard"/>
        <w:rPr>
          <w:rFonts w:ascii="Times-Roman" w:hAnsi="Times-Roman" w:cs="Times-Roman"/>
          <w:sz w:val="20"/>
          <w:szCs w:val="20"/>
        </w:rPr>
      </w:pPr>
    </w:p>
    <w:p w14:paraId="338468DB" w14:textId="77777777" w:rsidR="000C451F" w:rsidRDefault="000C451F">
      <w:pPr>
        <w:pStyle w:val="Standard"/>
        <w:rPr>
          <w:rFonts w:ascii="Times-Roman" w:hAnsi="Times-Roman" w:cs="Times-Roman"/>
          <w:sz w:val="20"/>
          <w:szCs w:val="20"/>
        </w:rPr>
      </w:pPr>
    </w:p>
    <w:p w14:paraId="79B75CC4" w14:textId="77777777" w:rsidR="000C451F" w:rsidRDefault="000C451F">
      <w:pPr>
        <w:pStyle w:val="Standard"/>
        <w:rPr>
          <w:rFonts w:ascii="Times-Roman" w:hAnsi="Times-Roman" w:cs="Times-Roman"/>
          <w:sz w:val="20"/>
          <w:szCs w:val="20"/>
        </w:rPr>
      </w:pPr>
    </w:p>
    <w:p w14:paraId="0A6EC8C9" w14:textId="77777777" w:rsidR="000C451F" w:rsidRDefault="000C451F">
      <w:pPr>
        <w:pStyle w:val="Standard"/>
        <w:rPr>
          <w:rFonts w:ascii="Times-Roman" w:hAnsi="Times-Roman" w:cs="Times-Roman"/>
          <w:sz w:val="20"/>
          <w:szCs w:val="20"/>
        </w:rPr>
      </w:pPr>
    </w:p>
    <w:p w14:paraId="57198AFA" w14:textId="77777777" w:rsidR="000C451F" w:rsidRDefault="000C451F">
      <w:pPr>
        <w:pStyle w:val="Standard"/>
        <w:rPr>
          <w:rFonts w:ascii="Times-Roman" w:hAnsi="Times-Roman" w:cs="Times-Roman"/>
          <w:sz w:val="20"/>
          <w:szCs w:val="20"/>
        </w:rPr>
      </w:pPr>
    </w:p>
    <w:p w14:paraId="09F58F5C" w14:textId="77777777" w:rsidR="000C451F" w:rsidRDefault="000C451F">
      <w:pPr>
        <w:pStyle w:val="Standard"/>
        <w:rPr>
          <w:rFonts w:ascii="Times-Roman" w:hAnsi="Times-Roman" w:cs="Times-Roman"/>
          <w:sz w:val="20"/>
          <w:szCs w:val="20"/>
        </w:rPr>
      </w:pPr>
    </w:p>
    <w:p w14:paraId="2C897D89" w14:textId="77777777" w:rsidR="000C451F" w:rsidRDefault="000C451F">
      <w:pPr>
        <w:pStyle w:val="Standard"/>
        <w:rPr>
          <w:rFonts w:ascii="Times-Roman" w:hAnsi="Times-Roman" w:cs="Times-Roman"/>
          <w:sz w:val="20"/>
          <w:szCs w:val="20"/>
        </w:rPr>
      </w:pPr>
    </w:p>
    <w:p w14:paraId="31A1C4B1" w14:textId="77777777" w:rsidR="000C451F" w:rsidRDefault="000C451F">
      <w:pPr>
        <w:pStyle w:val="Standard"/>
        <w:rPr>
          <w:rFonts w:ascii="Times-Roman" w:hAnsi="Times-Roman" w:cs="Times-Roman"/>
          <w:sz w:val="20"/>
          <w:szCs w:val="20"/>
        </w:rPr>
      </w:pPr>
    </w:p>
    <w:p w14:paraId="26037E90" w14:textId="77777777" w:rsidR="000C451F" w:rsidRDefault="000C451F">
      <w:pPr>
        <w:pStyle w:val="Standard"/>
        <w:rPr>
          <w:rFonts w:ascii="Times-Roman" w:hAnsi="Times-Roman" w:cs="Times-Roman"/>
          <w:sz w:val="20"/>
          <w:szCs w:val="20"/>
        </w:rPr>
      </w:pPr>
    </w:p>
    <w:p w14:paraId="6F1B1FFE" w14:textId="77777777" w:rsidR="000C451F" w:rsidRDefault="000C451F">
      <w:pPr>
        <w:pStyle w:val="Standard"/>
        <w:rPr>
          <w:rFonts w:ascii="Times-Roman" w:hAnsi="Times-Roman" w:cs="Times-Roman"/>
          <w:sz w:val="20"/>
          <w:szCs w:val="20"/>
        </w:rPr>
      </w:pPr>
    </w:p>
    <w:p w14:paraId="7EA750A0" w14:textId="77777777" w:rsidR="000C451F" w:rsidRDefault="000C451F">
      <w:pPr>
        <w:pStyle w:val="Standard"/>
        <w:rPr>
          <w:rFonts w:ascii="Times-Roman" w:hAnsi="Times-Roman" w:cs="Times-Roman"/>
          <w:sz w:val="20"/>
          <w:szCs w:val="20"/>
        </w:rPr>
      </w:pPr>
    </w:p>
    <w:p w14:paraId="73CD05FB" w14:textId="77777777" w:rsidR="000C451F" w:rsidRDefault="000C451F">
      <w:pPr>
        <w:pStyle w:val="Standard"/>
        <w:rPr>
          <w:rFonts w:ascii="Times-Roman" w:hAnsi="Times-Roman" w:cs="Times-Roman"/>
          <w:sz w:val="20"/>
          <w:szCs w:val="20"/>
        </w:rPr>
      </w:pPr>
    </w:p>
    <w:p w14:paraId="1B6B51C4" w14:textId="77777777" w:rsidR="000C451F" w:rsidRDefault="000C451F">
      <w:pPr>
        <w:pStyle w:val="Standard"/>
        <w:rPr>
          <w:rFonts w:ascii="Times-Roman" w:hAnsi="Times-Roman" w:cs="Times-Roman"/>
          <w:sz w:val="20"/>
          <w:szCs w:val="20"/>
        </w:rPr>
      </w:pPr>
    </w:p>
    <w:p w14:paraId="7F2C8F1C" w14:textId="77777777" w:rsidR="000C451F"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6B7B2D3D"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6F8377F7"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ZP.252.9.1.2026.KB</w:t>
      </w:r>
    </w:p>
    <w:p w14:paraId="219E33D8" w14:textId="77777777" w:rsidR="000C451F" w:rsidRDefault="000C451F">
      <w:pPr>
        <w:pStyle w:val="Standard"/>
        <w:rPr>
          <w:rFonts w:ascii="Times-BoldItalic" w:hAnsi="Times-BoldItalic" w:cs="Times-BoldItalic"/>
          <w:b/>
          <w:bCs/>
          <w:i/>
          <w:iCs/>
          <w:sz w:val="18"/>
          <w:szCs w:val="18"/>
        </w:rPr>
      </w:pPr>
    </w:p>
    <w:p w14:paraId="4D37BBB6" w14:textId="77777777" w:rsidR="000C451F" w:rsidRDefault="000C451F">
      <w:pPr>
        <w:pStyle w:val="Standard"/>
        <w:rPr>
          <w:rFonts w:ascii="Times-BoldItalic" w:hAnsi="Times-BoldItalic" w:cs="Times-BoldItalic"/>
          <w:b/>
          <w:bCs/>
          <w:i/>
          <w:iCs/>
          <w:sz w:val="18"/>
          <w:szCs w:val="18"/>
        </w:rPr>
      </w:pPr>
    </w:p>
    <w:p w14:paraId="6E291194" w14:textId="77777777" w:rsidR="000C451F" w:rsidRDefault="000C451F">
      <w:pPr>
        <w:pStyle w:val="Standard"/>
        <w:rPr>
          <w:rFonts w:ascii="Times-BoldItalic" w:hAnsi="Times-BoldItalic" w:cs="Times-BoldItalic"/>
          <w:b/>
          <w:bCs/>
          <w:i/>
          <w:iCs/>
          <w:sz w:val="18"/>
          <w:szCs w:val="18"/>
        </w:rPr>
      </w:pPr>
    </w:p>
    <w:p w14:paraId="38943A26" w14:textId="77777777" w:rsidR="000C451F" w:rsidRDefault="000C451F">
      <w:pPr>
        <w:pStyle w:val="Standard"/>
        <w:rPr>
          <w:rFonts w:ascii="Times-BoldItalic" w:hAnsi="Times-BoldItalic" w:cs="Times-BoldItalic"/>
          <w:b/>
          <w:bCs/>
          <w:i/>
          <w:iCs/>
          <w:sz w:val="18"/>
          <w:szCs w:val="18"/>
        </w:rPr>
      </w:pPr>
    </w:p>
    <w:p w14:paraId="2987A67D" w14:textId="77777777" w:rsidR="000C451F" w:rsidRDefault="000C451F">
      <w:pPr>
        <w:pStyle w:val="Standard"/>
        <w:rPr>
          <w:rFonts w:ascii="Times-BoldItalic" w:hAnsi="Times-BoldItalic" w:cs="Times-BoldItalic"/>
          <w:b/>
          <w:bCs/>
          <w:i/>
          <w:iCs/>
          <w:sz w:val="18"/>
          <w:szCs w:val="18"/>
        </w:rPr>
      </w:pPr>
    </w:p>
    <w:p w14:paraId="540AC55A" w14:textId="77777777" w:rsidR="000C451F"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3C41F386" w14:textId="77777777" w:rsidR="000C451F"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49282FC0" w14:textId="77777777" w:rsidR="000C451F" w:rsidRDefault="000C451F">
      <w:pPr>
        <w:pStyle w:val="western"/>
        <w:spacing w:after="0" w:line="276" w:lineRule="auto"/>
        <w:jc w:val="center"/>
        <w:rPr>
          <w:b/>
          <w:bCs/>
          <w:sz w:val="20"/>
          <w:szCs w:val="20"/>
        </w:rPr>
      </w:pPr>
    </w:p>
    <w:p w14:paraId="25BCAAF3" w14:textId="77777777" w:rsidR="000C451F"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51F6E9B8" w14:textId="77777777" w:rsidR="000C451F" w:rsidRDefault="000C451F">
      <w:pPr>
        <w:pStyle w:val="western"/>
        <w:spacing w:after="0" w:line="276" w:lineRule="auto"/>
        <w:jc w:val="center"/>
        <w:rPr>
          <w:sz w:val="20"/>
          <w:szCs w:val="20"/>
        </w:rPr>
      </w:pPr>
    </w:p>
    <w:p w14:paraId="08710F97" w14:textId="77777777" w:rsidR="000C451F"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746FBBDD" w14:textId="77777777" w:rsidR="000C451F" w:rsidRDefault="00000000">
      <w:pPr>
        <w:pStyle w:val="Standard"/>
      </w:pPr>
      <w:r>
        <w:rPr>
          <w:rFonts w:ascii="Times-Bold" w:hAnsi="Times-Bold" w:cs="Times-Bold"/>
          <w:b/>
          <w:bCs/>
        </w:rPr>
        <w:t>Wejherowa”</w:t>
      </w:r>
      <w:r>
        <w:rPr>
          <w:rFonts w:ascii="Times-Roman" w:hAnsi="Times-Roman" w:cs="Times-Roman"/>
        </w:rPr>
        <w:t>,</w:t>
      </w:r>
    </w:p>
    <w:p w14:paraId="7D870D56" w14:textId="77777777" w:rsidR="000C451F" w:rsidRDefault="000C451F">
      <w:pPr>
        <w:pStyle w:val="Standard"/>
        <w:rPr>
          <w:rFonts w:ascii="Times-Roman" w:hAnsi="Times-Roman" w:cs="Times-Roman"/>
        </w:rPr>
      </w:pPr>
    </w:p>
    <w:p w14:paraId="4117866A" w14:textId="77777777" w:rsidR="000C451F" w:rsidRDefault="00000000">
      <w:pPr>
        <w:pStyle w:val="Standard"/>
      </w:pPr>
      <w:r>
        <w:rPr>
          <w:rFonts w:ascii="Times-Roman" w:hAnsi="Times-Roman" w:cs="Times-Roman"/>
        </w:rPr>
        <w:t>znak</w:t>
      </w:r>
      <w:r>
        <w:rPr>
          <w:rFonts w:ascii="Times-Bold" w:hAnsi="Times-Bold" w:cs="Times-Bold"/>
          <w:b/>
          <w:bCs/>
        </w:rPr>
        <w:t>: ZP.252.9.1.2026.KB,</w:t>
      </w:r>
    </w:p>
    <w:p w14:paraId="3E8C792F" w14:textId="77777777" w:rsidR="000C451F" w:rsidRDefault="00000000">
      <w:pPr>
        <w:pStyle w:val="Standard"/>
        <w:rPr>
          <w:rFonts w:ascii="Times-Roman" w:hAnsi="Times-Roman" w:cs="Times-Roman"/>
        </w:rPr>
      </w:pPr>
      <w:r>
        <w:rPr>
          <w:rFonts w:ascii="Times-Roman" w:hAnsi="Times-Roman" w:cs="Times-Roman"/>
        </w:rPr>
        <w:t>Ja (My), ………………… w imieniu reprezentowanej przeze mnie (przez Nas)</w:t>
      </w:r>
    </w:p>
    <w:p w14:paraId="2E11D066" w14:textId="77777777" w:rsidR="000C451F"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7C74A81A" w14:textId="77777777" w:rsidR="000C451F"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2261DF7D" w14:textId="77777777" w:rsidR="000C451F"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1FC78392" w14:textId="77777777" w:rsidR="000C451F"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440F449E" w14:textId="77777777" w:rsidR="000C451F"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18C82D4E" w14:textId="77777777" w:rsidR="000C451F"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527EBCE3" w14:textId="77777777" w:rsidR="000C451F"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6321291A" w14:textId="77777777" w:rsidR="000C451F"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0A32C615" w14:textId="77777777" w:rsidR="000C451F"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58E5BBDD" w14:textId="77777777" w:rsidR="000C451F" w:rsidRDefault="000C451F">
      <w:pPr>
        <w:pStyle w:val="Standard"/>
        <w:rPr>
          <w:rFonts w:ascii="Times-Roman" w:hAnsi="Times-Roman" w:cs="Times-Roman"/>
          <w:sz w:val="18"/>
          <w:szCs w:val="18"/>
        </w:rPr>
      </w:pPr>
    </w:p>
    <w:p w14:paraId="0064FBE2" w14:textId="77777777" w:rsidR="000C451F" w:rsidRDefault="000C451F">
      <w:pPr>
        <w:pStyle w:val="Standard"/>
        <w:rPr>
          <w:rFonts w:ascii="Times-Roman" w:hAnsi="Times-Roman" w:cs="Times-Roman"/>
          <w:sz w:val="18"/>
          <w:szCs w:val="18"/>
        </w:rPr>
      </w:pPr>
    </w:p>
    <w:p w14:paraId="3D1FC479" w14:textId="77777777" w:rsidR="000C451F" w:rsidRDefault="000C451F">
      <w:pPr>
        <w:pStyle w:val="Standard"/>
        <w:rPr>
          <w:rFonts w:ascii="Times-Roman" w:hAnsi="Times-Roman" w:cs="Times-Roman"/>
          <w:sz w:val="18"/>
          <w:szCs w:val="18"/>
        </w:rPr>
      </w:pPr>
    </w:p>
    <w:p w14:paraId="06C138B8" w14:textId="77777777" w:rsidR="000C451F" w:rsidRDefault="000C451F">
      <w:pPr>
        <w:pStyle w:val="Standard"/>
        <w:rPr>
          <w:rFonts w:ascii="Times-Roman" w:hAnsi="Times-Roman" w:cs="Times-Roman"/>
          <w:sz w:val="18"/>
          <w:szCs w:val="18"/>
        </w:rPr>
      </w:pPr>
    </w:p>
    <w:p w14:paraId="3DA995C7" w14:textId="77777777" w:rsidR="000C451F" w:rsidRDefault="000C451F">
      <w:pPr>
        <w:pStyle w:val="Standard"/>
        <w:rPr>
          <w:rFonts w:ascii="Times-Roman" w:hAnsi="Times-Roman" w:cs="Times-Roman"/>
          <w:sz w:val="18"/>
          <w:szCs w:val="18"/>
        </w:rPr>
      </w:pPr>
    </w:p>
    <w:p w14:paraId="2DE3D035" w14:textId="77777777" w:rsidR="000C451F"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17B73DB9" w14:textId="77777777" w:rsidR="000C451F"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6BC7AC15" w14:textId="77777777" w:rsidR="000C451F"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6621A593" w14:textId="77777777" w:rsidR="000C451F" w:rsidRDefault="000C451F">
      <w:pPr>
        <w:pStyle w:val="Standard"/>
        <w:rPr>
          <w:rFonts w:ascii="Times-Italic" w:hAnsi="Times-Italic" w:cs="Times-Italic"/>
          <w:i/>
          <w:iCs/>
          <w:sz w:val="18"/>
          <w:szCs w:val="18"/>
        </w:rPr>
      </w:pPr>
    </w:p>
    <w:p w14:paraId="33D9F3A9" w14:textId="77777777" w:rsidR="000C451F" w:rsidRDefault="000C451F">
      <w:pPr>
        <w:pStyle w:val="Standard"/>
        <w:rPr>
          <w:rFonts w:ascii="Times-Italic" w:hAnsi="Times-Italic" w:cs="Times-Italic"/>
          <w:i/>
          <w:iCs/>
          <w:sz w:val="18"/>
          <w:szCs w:val="18"/>
        </w:rPr>
      </w:pPr>
    </w:p>
    <w:p w14:paraId="4B656C84" w14:textId="77777777" w:rsidR="000C451F" w:rsidRDefault="000C451F">
      <w:pPr>
        <w:pStyle w:val="Standard"/>
        <w:rPr>
          <w:rFonts w:ascii="Times-Italic" w:hAnsi="Times-Italic" w:cs="Times-Italic"/>
          <w:i/>
          <w:iCs/>
          <w:sz w:val="18"/>
          <w:szCs w:val="18"/>
        </w:rPr>
      </w:pPr>
    </w:p>
    <w:p w14:paraId="0D00E0CB" w14:textId="77777777" w:rsidR="000C451F" w:rsidRDefault="000C451F">
      <w:pPr>
        <w:pStyle w:val="Standard"/>
        <w:rPr>
          <w:rFonts w:ascii="Times-Roman" w:hAnsi="Times-Roman" w:cs="Times-Roman"/>
          <w:sz w:val="20"/>
          <w:szCs w:val="20"/>
        </w:rPr>
      </w:pPr>
    </w:p>
    <w:p w14:paraId="75BC813E" w14:textId="77777777" w:rsidR="000C451F" w:rsidRDefault="000C451F">
      <w:pPr>
        <w:pStyle w:val="Standard"/>
        <w:rPr>
          <w:rFonts w:ascii="Times-Roman" w:hAnsi="Times-Roman" w:cs="Times-Roman"/>
          <w:sz w:val="20"/>
          <w:szCs w:val="20"/>
        </w:rPr>
      </w:pPr>
    </w:p>
    <w:p w14:paraId="5BB71BE3" w14:textId="77777777" w:rsidR="000C451F" w:rsidRDefault="000C451F">
      <w:pPr>
        <w:pStyle w:val="Standard"/>
        <w:rPr>
          <w:rFonts w:ascii="Times-Roman" w:hAnsi="Times-Roman" w:cs="Times-Roman"/>
          <w:sz w:val="20"/>
          <w:szCs w:val="20"/>
        </w:rPr>
      </w:pPr>
    </w:p>
    <w:p w14:paraId="1AB5B0C1" w14:textId="77777777" w:rsidR="000C451F" w:rsidRDefault="000C451F">
      <w:pPr>
        <w:pStyle w:val="Standard"/>
        <w:rPr>
          <w:rFonts w:ascii="Times-Roman" w:hAnsi="Times-Roman" w:cs="Times-Roman"/>
          <w:sz w:val="20"/>
          <w:szCs w:val="20"/>
        </w:rPr>
      </w:pPr>
    </w:p>
    <w:p w14:paraId="474A950F" w14:textId="77777777" w:rsidR="000C451F" w:rsidRDefault="000C451F">
      <w:pPr>
        <w:pStyle w:val="Standard"/>
        <w:rPr>
          <w:rFonts w:ascii="Times-Roman" w:hAnsi="Times-Roman" w:cs="Times-Roman"/>
          <w:sz w:val="20"/>
          <w:szCs w:val="20"/>
        </w:rPr>
      </w:pPr>
    </w:p>
    <w:p w14:paraId="13453C17" w14:textId="77777777" w:rsidR="000C451F" w:rsidRDefault="000C451F">
      <w:pPr>
        <w:pStyle w:val="Standard"/>
        <w:rPr>
          <w:rFonts w:ascii="Times-Roman" w:hAnsi="Times-Roman" w:cs="Times-Roman"/>
          <w:sz w:val="20"/>
          <w:szCs w:val="20"/>
        </w:rPr>
      </w:pPr>
    </w:p>
    <w:p w14:paraId="621EF773" w14:textId="77777777" w:rsidR="000C451F" w:rsidRDefault="000C451F">
      <w:pPr>
        <w:pStyle w:val="Standard"/>
        <w:rPr>
          <w:rFonts w:ascii="Times-Roman" w:hAnsi="Times-Roman" w:cs="Times-Roman"/>
          <w:sz w:val="20"/>
          <w:szCs w:val="20"/>
        </w:rPr>
      </w:pPr>
    </w:p>
    <w:p w14:paraId="5907E05A" w14:textId="77777777" w:rsidR="000C451F" w:rsidRDefault="000C451F">
      <w:pPr>
        <w:pStyle w:val="Standard"/>
        <w:rPr>
          <w:rFonts w:ascii="Times-Roman" w:hAnsi="Times-Roman" w:cs="Times-Roman"/>
          <w:sz w:val="20"/>
          <w:szCs w:val="20"/>
        </w:rPr>
      </w:pPr>
    </w:p>
    <w:p w14:paraId="1E36B3EA" w14:textId="77777777" w:rsidR="000C451F" w:rsidRDefault="000C451F">
      <w:pPr>
        <w:pStyle w:val="Standard"/>
        <w:rPr>
          <w:rFonts w:ascii="Times-Roman" w:hAnsi="Times-Roman" w:cs="Times-Roman"/>
          <w:sz w:val="20"/>
          <w:szCs w:val="20"/>
        </w:rPr>
      </w:pPr>
    </w:p>
    <w:p w14:paraId="33A0DBF8" w14:textId="77777777" w:rsidR="000C451F" w:rsidRDefault="000C451F">
      <w:pPr>
        <w:pStyle w:val="Standard"/>
        <w:rPr>
          <w:rFonts w:ascii="Times-Roman" w:hAnsi="Times-Roman" w:cs="Times-Roman"/>
          <w:sz w:val="20"/>
          <w:szCs w:val="20"/>
        </w:rPr>
      </w:pPr>
    </w:p>
    <w:p w14:paraId="3D238944" w14:textId="77777777" w:rsidR="000C451F" w:rsidRDefault="000C451F">
      <w:pPr>
        <w:pStyle w:val="Standard"/>
        <w:rPr>
          <w:rFonts w:ascii="Times-Roman" w:hAnsi="Times-Roman" w:cs="Times-Roman"/>
          <w:sz w:val="20"/>
          <w:szCs w:val="20"/>
        </w:rPr>
      </w:pPr>
    </w:p>
    <w:p w14:paraId="1755DD2F" w14:textId="77777777" w:rsidR="000C451F" w:rsidRDefault="000C451F">
      <w:pPr>
        <w:pStyle w:val="Standard"/>
        <w:rPr>
          <w:rFonts w:ascii="Times-Roman" w:hAnsi="Times-Roman" w:cs="Times-Roman"/>
          <w:sz w:val="20"/>
          <w:szCs w:val="20"/>
        </w:rPr>
      </w:pPr>
    </w:p>
    <w:p w14:paraId="541301A1" w14:textId="77777777" w:rsidR="000C451F" w:rsidRDefault="000C451F">
      <w:pPr>
        <w:pStyle w:val="Standard"/>
        <w:rPr>
          <w:rFonts w:ascii="Times-Roman" w:hAnsi="Times-Roman" w:cs="Times-Roman"/>
          <w:sz w:val="20"/>
          <w:szCs w:val="20"/>
        </w:rPr>
      </w:pPr>
    </w:p>
    <w:p w14:paraId="7832681C" w14:textId="77777777" w:rsidR="000C451F" w:rsidRDefault="000C451F">
      <w:pPr>
        <w:pStyle w:val="Standard"/>
        <w:rPr>
          <w:rFonts w:ascii="Times-Roman" w:hAnsi="Times-Roman" w:cs="Times-Roman"/>
          <w:sz w:val="20"/>
          <w:szCs w:val="20"/>
        </w:rPr>
      </w:pPr>
    </w:p>
    <w:p w14:paraId="40D0E638" w14:textId="77777777" w:rsidR="000C451F" w:rsidRDefault="000C451F">
      <w:pPr>
        <w:pStyle w:val="Standard"/>
        <w:rPr>
          <w:rFonts w:ascii="Times-Roman" w:hAnsi="Times-Roman" w:cs="Times-Roman"/>
          <w:sz w:val="20"/>
          <w:szCs w:val="20"/>
        </w:rPr>
      </w:pPr>
    </w:p>
    <w:p w14:paraId="291CC97D" w14:textId="77777777" w:rsidR="000C451F" w:rsidRDefault="000C451F">
      <w:pPr>
        <w:pStyle w:val="Standard"/>
        <w:rPr>
          <w:rFonts w:ascii="Times-Roman" w:hAnsi="Times-Roman" w:cs="Times-Roman"/>
          <w:sz w:val="20"/>
          <w:szCs w:val="20"/>
        </w:rPr>
      </w:pPr>
    </w:p>
    <w:p w14:paraId="506A7D67" w14:textId="77777777" w:rsidR="000C451F" w:rsidRDefault="000C451F">
      <w:pPr>
        <w:pStyle w:val="Standard"/>
        <w:rPr>
          <w:rFonts w:ascii="Times-Roman" w:hAnsi="Times-Roman" w:cs="Times-Roman"/>
          <w:sz w:val="20"/>
          <w:szCs w:val="20"/>
        </w:rPr>
      </w:pPr>
    </w:p>
    <w:p w14:paraId="2059ACB7" w14:textId="77777777" w:rsidR="000C451F" w:rsidRDefault="000C451F">
      <w:pPr>
        <w:pStyle w:val="Standard"/>
        <w:rPr>
          <w:rFonts w:ascii="Times-Roman" w:hAnsi="Times-Roman" w:cs="Times-Roman"/>
          <w:sz w:val="20"/>
          <w:szCs w:val="20"/>
        </w:rPr>
      </w:pPr>
    </w:p>
    <w:p w14:paraId="2B43A938" w14:textId="77777777" w:rsidR="000C451F" w:rsidRDefault="000C451F">
      <w:pPr>
        <w:pStyle w:val="Standard"/>
        <w:rPr>
          <w:rFonts w:ascii="Times-Roman" w:hAnsi="Times-Roman" w:cs="Times-Roman"/>
          <w:sz w:val="20"/>
          <w:szCs w:val="20"/>
        </w:rPr>
      </w:pPr>
    </w:p>
    <w:p w14:paraId="5DBFA0C9" w14:textId="77777777" w:rsidR="000C451F" w:rsidRDefault="000C451F">
      <w:pPr>
        <w:pStyle w:val="Standard"/>
        <w:rPr>
          <w:rFonts w:ascii="Times-Roman" w:hAnsi="Times-Roman" w:cs="Times-Roman"/>
          <w:sz w:val="20"/>
          <w:szCs w:val="20"/>
        </w:rPr>
      </w:pPr>
    </w:p>
    <w:p w14:paraId="1B8817E3" w14:textId="77777777" w:rsidR="000C451F" w:rsidRDefault="000C451F">
      <w:pPr>
        <w:pStyle w:val="Standard"/>
        <w:rPr>
          <w:rFonts w:ascii="Times-Roman" w:hAnsi="Times-Roman" w:cs="Times-Roman"/>
          <w:sz w:val="20"/>
          <w:szCs w:val="20"/>
        </w:rPr>
      </w:pPr>
    </w:p>
    <w:p w14:paraId="4F092346" w14:textId="77777777" w:rsidR="000C451F" w:rsidRDefault="000C451F">
      <w:pPr>
        <w:pStyle w:val="Standard"/>
        <w:rPr>
          <w:rFonts w:ascii="Times-Roman" w:hAnsi="Times-Roman" w:cs="Times-Roman"/>
          <w:sz w:val="20"/>
          <w:szCs w:val="20"/>
        </w:rPr>
      </w:pPr>
    </w:p>
    <w:p w14:paraId="2C9B1D08" w14:textId="77777777" w:rsidR="000C451F" w:rsidRDefault="000C451F">
      <w:pPr>
        <w:pStyle w:val="Standard"/>
        <w:rPr>
          <w:rFonts w:ascii="Times-Roman" w:hAnsi="Times-Roman" w:cs="Times-Roman"/>
          <w:sz w:val="20"/>
          <w:szCs w:val="20"/>
        </w:rPr>
      </w:pPr>
    </w:p>
    <w:p w14:paraId="55B58543"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2FC62E83"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ZP.252.9.1.2026.KB</w:t>
      </w:r>
    </w:p>
    <w:p w14:paraId="60F322E4" w14:textId="77777777" w:rsidR="000C451F" w:rsidRDefault="000C451F">
      <w:pPr>
        <w:pStyle w:val="Standard"/>
        <w:rPr>
          <w:rFonts w:ascii="Times-BoldItalic" w:hAnsi="Times-BoldItalic" w:cs="Times-BoldItalic"/>
          <w:b/>
          <w:bCs/>
          <w:i/>
          <w:iCs/>
          <w:sz w:val="18"/>
          <w:szCs w:val="18"/>
        </w:rPr>
      </w:pPr>
    </w:p>
    <w:p w14:paraId="6A8E73B8" w14:textId="77777777" w:rsidR="000C451F" w:rsidRDefault="000C451F">
      <w:pPr>
        <w:pStyle w:val="Standard"/>
        <w:rPr>
          <w:rFonts w:ascii="Times-BoldItalic" w:hAnsi="Times-BoldItalic" w:cs="Times-BoldItalic"/>
          <w:b/>
          <w:bCs/>
          <w:i/>
          <w:iCs/>
          <w:sz w:val="18"/>
          <w:szCs w:val="18"/>
        </w:rPr>
      </w:pPr>
    </w:p>
    <w:p w14:paraId="75FA5373" w14:textId="77777777" w:rsidR="000C451F" w:rsidRDefault="000C451F">
      <w:pPr>
        <w:pStyle w:val="Standard"/>
        <w:rPr>
          <w:rFonts w:ascii="Times-BoldItalic" w:hAnsi="Times-BoldItalic" w:cs="Times-BoldItalic"/>
          <w:b/>
          <w:bCs/>
          <w:i/>
          <w:iCs/>
          <w:sz w:val="18"/>
          <w:szCs w:val="18"/>
        </w:rPr>
      </w:pPr>
    </w:p>
    <w:p w14:paraId="1F605B6A" w14:textId="77777777" w:rsidR="000C451F"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4E9FB611" w14:textId="77777777" w:rsidR="000C451F"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60188BBB" w14:textId="77777777" w:rsidR="000C451F" w:rsidRDefault="00000000">
      <w:pPr>
        <w:pStyle w:val="Nagwek7"/>
        <w:jc w:val="center"/>
        <w:rPr>
          <w:b/>
          <w:bCs/>
          <w:sz w:val="22"/>
          <w:szCs w:val="22"/>
          <w:u w:val="single"/>
        </w:rPr>
      </w:pPr>
      <w:r>
        <w:rPr>
          <w:b/>
          <w:bCs/>
          <w:sz w:val="22"/>
          <w:szCs w:val="22"/>
          <w:u w:val="single"/>
        </w:rPr>
        <w:t>WYKAZ OSÓB,</w:t>
      </w:r>
    </w:p>
    <w:p w14:paraId="28B571CE" w14:textId="77777777" w:rsidR="000C451F"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53DBC2C0" w14:textId="77777777" w:rsidR="000C451F" w:rsidRDefault="000C451F">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0C451F" w14:paraId="3727F5E8"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0CB3491" w14:textId="77777777" w:rsidR="000C451F" w:rsidRDefault="000C451F">
            <w:pPr>
              <w:pStyle w:val="Textbody"/>
              <w:tabs>
                <w:tab w:val="left" w:pos="4680"/>
              </w:tabs>
              <w:rPr>
                <w:bCs/>
                <w:sz w:val="20"/>
              </w:rPr>
            </w:pPr>
          </w:p>
          <w:p w14:paraId="7EAC58F7" w14:textId="77777777" w:rsidR="000C451F" w:rsidRDefault="00000000">
            <w:pPr>
              <w:pStyle w:val="Textbody"/>
              <w:tabs>
                <w:tab w:val="left" w:pos="4680"/>
              </w:tabs>
              <w:rPr>
                <w:bCs/>
                <w:sz w:val="20"/>
              </w:rPr>
            </w:pPr>
            <w:r>
              <w:rPr>
                <w:bCs/>
                <w:sz w:val="20"/>
              </w:rPr>
              <w:t>Lp.</w:t>
            </w:r>
          </w:p>
          <w:p w14:paraId="34DE0812" w14:textId="77777777" w:rsidR="000C451F" w:rsidRDefault="000C451F">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E87C9F" w14:textId="77777777" w:rsidR="000C451F"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601B0B0" w14:textId="77777777" w:rsidR="000C451F" w:rsidRDefault="000C451F">
            <w:pPr>
              <w:pStyle w:val="Textbody"/>
              <w:tabs>
                <w:tab w:val="left" w:pos="4680"/>
              </w:tabs>
              <w:rPr>
                <w:bCs/>
                <w:sz w:val="20"/>
              </w:rPr>
            </w:pPr>
          </w:p>
          <w:p w14:paraId="29E40A02" w14:textId="77777777" w:rsidR="000C451F" w:rsidRDefault="00000000">
            <w:pPr>
              <w:pStyle w:val="Textbody"/>
              <w:tabs>
                <w:tab w:val="left" w:pos="4680"/>
              </w:tabs>
              <w:ind w:right="-108"/>
              <w:rPr>
                <w:bCs/>
                <w:sz w:val="20"/>
              </w:rPr>
            </w:pPr>
            <w:r>
              <w:rPr>
                <w:bCs/>
                <w:sz w:val="20"/>
              </w:rPr>
              <w:t>Kwalifikacje/</w:t>
            </w:r>
          </w:p>
          <w:p w14:paraId="2C60BFCD" w14:textId="77777777" w:rsidR="000C451F"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AAE37B" w14:textId="77777777" w:rsidR="000C451F" w:rsidRDefault="000C451F">
            <w:pPr>
              <w:pStyle w:val="Textbody"/>
              <w:tabs>
                <w:tab w:val="left" w:pos="4680"/>
              </w:tabs>
              <w:rPr>
                <w:bCs/>
                <w:sz w:val="20"/>
              </w:rPr>
            </w:pPr>
          </w:p>
          <w:p w14:paraId="34E5AE84" w14:textId="77777777" w:rsidR="000C451F"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A64C6B5" w14:textId="77777777" w:rsidR="000C451F"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0C451F" w14:paraId="55601930"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118B31" w14:textId="77777777" w:rsidR="000C451F" w:rsidRDefault="000C451F">
            <w:pPr>
              <w:pStyle w:val="Textbody"/>
              <w:tabs>
                <w:tab w:val="left" w:pos="4680"/>
              </w:tabs>
              <w:rPr>
                <w:bCs/>
                <w:sz w:val="22"/>
                <w:szCs w:val="22"/>
              </w:rPr>
            </w:pPr>
          </w:p>
          <w:p w14:paraId="23159C56" w14:textId="77777777" w:rsidR="000C451F" w:rsidRDefault="000C451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F1B584D" w14:textId="77777777" w:rsidR="000C451F" w:rsidRDefault="000C451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7173946" w14:textId="77777777" w:rsidR="000C451F" w:rsidRDefault="000C451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FCE7DB" w14:textId="77777777" w:rsidR="000C451F" w:rsidRDefault="000C451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578397" w14:textId="77777777" w:rsidR="000C451F" w:rsidRDefault="000C451F">
            <w:pPr>
              <w:pStyle w:val="Textbody"/>
              <w:tabs>
                <w:tab w:val="left" w:pos="4680"/>
              </w:tabs>
              <w:rPr>
                <w:bCs/>
                <w:sz w:val="22"/>
                <w:szCs w:val="22"/>
              </w:rPr>
            </w:pPr>
          </w:p>
        </w:tc>
      </w:tr>
      <w:tr w:rsidR="000C451F" w14:paraId="2D671B65"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2B31E67" w14:textId="77777777" w:rsidR="000C451F" w:rsidRDefault="000C451F">
            <w:pPr>
              <w:pStyle w:val="Textbody"/>
              <w:tabs>
                <w:tab w:val="left" w:pos="4680"/>
              </w:tabs>
              <w:rPr>
                <w:bCs/>
                <w:sz w:val="22"/>
                <w:szCs w:val="22"/>
              </w:rPr>
            </w:pPr>
          </w:p>
          <w:p w14:paraId="0CA238B4" w14:textId="77777777" w:rsidR="000C451F" w:rsidRDefault="000C451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665F85A" w14:textId="77777777" w:rsidR="000C451F" w:rsidRDefault="000C451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0F57FEB" w14:textId="77777777" w:rsidR="000C451F" w:rsidRDefault="000C451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39316F" w14:textId="77777777" w:rsidR="000C451F" w:rsidRDefault="000C451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2A7213" w14:textId="77777777" w:rsidR="000C451F" w:rsidRDefault="000C451F">
            <w:pPr>
              <w:pStyle w:val="Textbody"/>
              <w:tabs>
                <w:tab w:val="left" w:pos="4680"/>
              </w:tabs>
              <w:rPr>
                <w:bCs/>
                <w:sz w:val="22"/>
                <w:szCs w:val="22"/>
              </w:rPr>
            </w:pPr>
          </w:p>
        </w:tc>
      </w:tr>
      <w:tr w:rsidR="000C451F" w14:paraId="299DDEAF"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92B905" w14:textId="77777777" w:rsidR="000C451F" w:rsidRDefault="000C451F">
            <w:pPr>
              <w:pStyle w:val="Textbody"/>
              <w:tabs>
                <w:tab w:val="left" w:pos="4680"/>
              </w:tabs>
              <w:rPr>
                <w:bCs/>
                <w:sz w:val="22"/>
                <w:szCs w:val="22"/>
              </w:rPr>
            </w:pPr>
          </w:p>
          <w:p w14:paraId="02D0F207" w14:textId="77777777" w:rsidR="000C451F" w:rsidRDefault="000C451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4E197AA" w14:textId="77777777" w:rsidR="000C451F" w:rsidRDefault="000C451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D84132C" w14:textId="77777777" w:rsidR="000C451F" w:rsidRDefault="000C451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EE07B97" w14:textId="77777777" w:rsidR="000C451F" w:rsidRDefault="000C451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4F22C65" w14:textId="77777777" w:rsidR="000C451F" w:rsidRDefault="000C451F">
            <w:pPr>
              <w:pStyle w:val="Textbody"/>
              <w:tabs>
                <w:tab w:val="left" w:pos="4680"/>
              </w:tabs>
              <w:rPr>
                <w:bCs/>
                <w:sz w:val="22"/>
                <w:szCs w:val="22"/>
              </w:rPr>
            </w:pPr>
          </w:p>
        </w:tc>
      </w:tr>
      <w:tr w:rsidR="000C451F" w14:paraId="67777E17"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7497B3" w14:textId="77777777" w:rsidR="000C451F" w:rsidRDefault="000C451F">
            <w:pPr>
              <w:pStyle w:val="Textbody"/>
              <w:tabs>
                <w:tab w:val="left" w:pos="4680"/>
              </w:tabs>
              <w:rPr>
                <w:bCs/>
                <w:sz w:val="22"/>
                <w:szCs w:val="22"/>
              </w:rPr>
            </w:pPr>
          </w:p>
          <w:p w14:paraId="1BEC6361" w14:textId="77777777" w:rsidR="000C451F" w:rsidRDefault="000C451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6AD404D" w14:textId="77777777" w:rsidR="000C451F" w:rsidRDefault="000C451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F88AF6D" w14:textId="77777777" w:rsidR="000C451F" w:rsidRDefault="000C451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BEC030" w14:textId="77777777" w:rsidR="000C451F" w:rsidRDefault="000C451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DFD83D" w14:textId="77777777" w:rsidR="000C451F" w:rsidRDefault="000C451F">
            <w:pPr>
              <w:pStyle w:val="Textbody"/>
              <w:tabs>
                <w:tab w:val="left" w:pos="4680"/>
              </w:tabs>
              <w:rPr>
                <w:bCs/>
                <w:sz w:val="22"/>
                <w:szCs w:val="22"/>
              </w:rPr>
            </w:pPr>
          </w:p>
        </w:tc>
      </w:tr>
      <w:tr w:rsidR="000C451F" w14:paraId="6564A678"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2D21B4" w14:textId="77777777" w:rsidR="000C451F" w:rsidRDefault="000C451F">
            <w:pPr>
              <w:pStyle w:val="Textbody"/>
              <w:tabs>
                <w:tab w:val="left" w:pos="4680"/>
              </w:tabs>
              <w:rPr>
                <w:bCs/>
                <w:sz w:val="22"/>
                <w:szCs w:val="22"/>
              </w:rPr>
            </w:pPr>
          </w:p>
          <w:p w14:paraId="5472DF11" w14:textId="77777777" w:rsidR="000C451F" w:rsidRDefault="000C451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E45F93" w14:textId="77777777" w:rsidR="000C451F" w:rsidRDefault="000C451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533606C" w14:textId="77777777" w:rsidR="000C451F" w:rsidRDefault="000C451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F06D6CB" w14:textId="77777777" w:rsidR="000C451F" w:rsidRDefault="000C451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46AEF22" w14:textId="77777777" w:rsidR="000C451F" w:rsidRDefault="000C451F">
            <w:pPr>
              <w:pStyle w:val="Textbody"/>
              <w:tabs>
                <w:tab w:val="left" w:pos="4680"/>
              </w:tabs>
              <w:rPr>
                <w:bCs/>
                <w:sz w:val="22"/>
                <w:szCs w:val="22"/>
              </w:rPr>
            </w:pPr>
          </w:p>
        </w:tc>
      </w:tr>
      <w:tr w:rsidR="000C451F" w14:paraId="7E7386F3"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532F7F" w14:textId="77777777" w:rsidR="000C451F" w:rsidRDefault="000C451F">
            <w:pPr>
              <w:pStyle w:val="Textbody"/>
              <w:tabs>
                <w:tab w:val="left" w:pos="4680"/>
              </w:tabs>
              <w:rPr>
                <w:bCs/>
                <w:sz w:val="22"/>
                <w:szCs w:val="22"/>
              </w:rPr>
            </w:pPr>
          </w:p>
          <w:p w14:paraId="4F51F62D" w14:textId="77777777" w:rsidR="000C451F" w:rsidRDefault="000C451F">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5DEA6D" w14:textId="77777777" w:rsidR="000C451F" w:rsidRDefault="000C451F">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BF7156A" w14:textId="77777777" w:rsidR="000C451F" w:rsidRDefault="000C451F">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FD57BA" w14:textId="77777777" w:rsidR="000C451F" w:rsidRDefault="000C451F">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21B5AB4" w14:textId="77777777" w:rsidR="000C451F" w:rsidRDefault="000C451F">
            <w:pPr>
              <w:pStyle w:val="Textbody"/>
              <w:tabs>
                <w:tab w:val="left" w:pos="4680"/>
              </w:tabs>
              <w:rPr>
                <w:bCs/>
                <w:sz w:val="22"/>
                <w:szCs w:val="22"/>
              </w:rPr>
            </w:pPr>
          </w:p>
        </w:tc>
      </w:tr>
    </w:tbl>
    <w:p w14:paraId="310D1722" w14:textId="77777777" w:rsidR="000C451F" w:rsidRDefault="00000000">
      <w:pPr>
        <w:pStyle w:val="Nagwek1"/>
        <w:rPr>
          <w:sz w:val="16"/>
          <w:szCs w:val="16"/>
        </w:rPr>
      </w:pPr>
      <w:r>
        <w:rPr>
          <w:sz w:val="16"/>
          <w:szCs w:val="16"/>
        </w:rPr>
        <w:t>Uwaga! Należy wykazać, że osoby spełniają warunki określone w SWZ</w:t>
      </w:r>
    </w:p>
    <w:p w14:paraId="5E3D3AC2" w14:textId="77777777" w:rsidR="000C451F"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6E040249" w14:textId="77777777" w:rsidR="000C451F" w:rsidRDefault="000C451F">
      <w:pPr>
        <w:pStyle w:val="Standard"/>
        <w:rPr>
          <w:b/>
          <w:sz w:val="18"/>
          <w:szCs w:val="18"/>
        </w:rPr>
      </w:pPr>
    </w:p>
    <w:p w14:paraId="2AD8943F" w14:textId="77777777" w:rsidR="000C451F" w:rsidRDefault="000C451F">
      <w:pPr>
        <w:pStyle w:val="Standard"/>
      </w:pPr>
    </w:p>
    <w:p w14:paraId="51BBF3C0" w14:textId="77777777" w:rsidR="000C451F" w:rsidRDefault="00000000">
      <w:pPr>
        <w:pStyle w:val="Standard"/>
        <w:ind w:left="4248"/>
        <w:rPr>
          <w:sz w:val="16"/>
          <w:szCs w:val="16"/>
        </w:rPr>
      </w:pPr>
      <w:r>
        <w:rPr>
          <w:sz w:val="16"/>
          <w:szCs w:val="16"/>
        </w:rPr>
        <w:t xml:space="preserve">            </w:t>
      </w:r>
    </w:p>
    <w:p w14:paraId="3282F5CD" w14:textId="77777777" w:rsidR="000C451F" w:rsidRDefault="00000000">
      <w:pPr>
        <w:pStyle w:val="Standard"/>
        <w:ind w:left="4248"/>
      </w:pPr>
      <w:r>
        <w:t>_________________________________________</w:t>
      </w:r>
    </w:p>
    <w:p w14:paraId="651C8646" w14:textId="77777777" w:rsidR="000C451F" w:rsidRDefault="00000000">
      <w:pPr>
        <w:pStyle w:val="Standard"/>
        <w:ind w:left="4956"/>
        <w:rPr>
          <w:i/>
          <w:iCs/>
          <w:sz w:val="16"/>
          <w:szCs w:val="16"/>
        </w:rPr>
      </w:pPr>
      <w:r>
        <w:rPr>
          <w:i/>
          <w:iCs/>
          <w:sz w:val="16"/>
          <w:szCs w:val="16"/>
        </w:rPr>
        <w:t>podpis osób wskazanych w dokumencie uprawniającym</w:t>
      </w:r>
    </w:p>
    <w:p w14:paraId="12580C3D" w14:textId="77777777" w:rsidR="000C451F" w:rsidRDefault="00000000">
      <w:pPr>
        <w:pStyle w:val="Standard"/>
        <w:ind w:left="4956"/>
        <w:rPr>
          <w:i/>
          <w:iCs/>
          <w:sz w:val="16"/>
          <w:szCs w:val="16"/>
        </w:rPr>
      </w:pPr>
      <w:r>
        <w:rPr>
          <w:i/>
          <w:iCs/>
          <w:sz w:val="16"/>
          <w:szCs w:val="16"/>
        </w:rPr>
        <w:t>do występowania w obrocie prawnym lub posiadających pełnomocnictwo</w:t>
      </w:r>
    </w:p>
    <w:p w14:paraId="56DA4DB6" w14:textId="77777777" w:rsidR="000C451F" w:rsidRDefault="00000000">
      <w:pPr>
        <w:pStyle w:val="Standard"/>
        <w:tabs>
          <w:tab w:val="left" w:pos="-567"/>
        </w:tabs>
        <w:ind w:right="-426"/>
        <w:rPr>
          <w:sz w:val="16"/>
          <w:szCs w:val="16"/>
        </w:rPr>
      </w:pPr>
      <w:r>
        <w:rPr>
          <w:sz w:val="16"/>
          <w:szCs w:val="16"/>
        </w:rPr>
        <w:t>Miejscowość, data: …………………………</w:t>
      </w:r>
    </w:p>
    <w:p w14:paraId="0FE418E2" w14:textId="77777777" w:rsidR="000C451F" w:rsidRDefault="000C451F">
      <w:pPr>
        <w:pStyle w:val="Standard"/>
        <w:rPr>
          <w:sz w:val="16"/>
          <w:szCs w:val="16"/>
        </w:rPr>
      </w:pPr>
    </w:p>
    <w:p w14:paraId="3C9B60CE" w14:textId="77777777" w:rsidR="000C451F" w:rsidRDefault="000C451F">
      <w:pPr>
        <w:pStyle w:val="Standard"/>
        <w:rPr>
          <w:rFonts w:ascii="Times-BoldItalic" w:hAnsi="Times-BoldItalic" w:cs="Times-BoldItalic"/>
          <w:b/>
          <w:bCs/>
          <w:i/>
          <w:iCs/>
          <w:sz w:val="18"/>
          <w:szCs w:val="18"/>
        </w:rPr>
      </w:pPr>
    </w:p>
    <w:p w14:paraId="2FDD9C59" w14:textId="77777777" w:rsidR="000C451F" w:rsidRDefault="000C451F">
      <w:pPr>
        <w:pStyle w:val="Standard"/>
        <w:rPr>
          <w:rFonts w:ascii="Times-BoldItalic" w:hAnsi="Times-BoldItalic" w:cs="Times-BoldItalic"/>
          <w:b/>
          <w:bCs/>
          <w:i/>
          <w:iCs/>
          <w:sz w:val="18"/>
          <w:szCs w:val="18"/>
        </w:rPr>
      </w:pPr>
    </w:p>
    <w:p w14:paraId="63C3D02E" w14:textId="77777777" w:rsidR="000C451F" w:rsidRDefault="000C451F">
      <w:pPr>
        <w:pStyle w:val="Standard"/>
        <w:rPr>
          <w:rFonts w:ascii="Times-BoldItalic" w:hAnsi="Times-BoldItalic" w:cs="Times-BoldItalic"/>
          <w:b/>
          <w:bCs/>
          <w:i/>
          <w:iCs/>
          <w:sz w:val="18"/>
          <w:szCs w:val="18"/>
        </w:rPr>
      </w:pPr>
    </w:p>
    <w:p w14:paraId="6A166A59" w14:textId="77777777" w:rsidR="000C451F" w:rsidRDefault="000C451F">
      <w:pPr>
        <w:pStyle w:val="Standard"/>
        <w:rPr>
          <w:rFonts w:ascii="Times-BoldItalic" w:hAnsi="Times-BoldItalic" w:cs="Times-BoldItalic"/>
          <w:b/>
          <w:bCs/>
          <w:i/>
          <w:iCs/>
          <w:sz w:val="18"/>
          <w:szCs w:val="18"/>
        </w:rPr>
      </w:pPr>
    </w:p>
    <w:p w14:paraId="78FAB8E9" w14:textId="77777777" w:rsidR="000C451F" w:rsidRDefault="000C451F">
      <w:pPr>
        <w:pStyle w:val="Standard"/>
        <w:rPr>
          <w:rFonts w:ascii="Times-BoldItalic" w:hAnsi="Times-BoldItalic" w:cs="Times-BoldItalic"/>
          <w:b/>
          <w:bCs/>
          <w:i/>
          <w:iCs/>
          <w:sz w:val="18"/>
          <w:szCs w:val="18"/>
        </w:rPr>
      </w:pPr>
    </w:p>
    <w:p w14:paraId="4594C804" w14:textId="77777777" w:rsidR="000C451F" w:rsidRDefault="000C451F">
      <w:pPr>
        <w:pStyle w:val="Standard"/>
        <w:rPr>
          <w:rFonts w:ascii="Times-BoldItalic" w:hAnsi="Times-BoldItalic" w:cs="Times-BoldItalic"/>
          <w:b/>
          <w:bCs/>
          <w:i/>
          <w:iCs/>
          <w:sz w:val="18"/>
          <w:szCs w:val="18"/>
        </w:rPr>
      </w:pPr>
    </w:p>
    <w:p w14:paraId="77CA2794" w14:textId="77777777" w:rsidR="000C451F" w:rsidRDefault="000C451F">
      <w:pPr>
        <w:pStyle w:val="Standard"/>
        <w:rPr>
          <w:rFonts w:ascii="Times-BoldItalic" w:hAnsi="Times-BoldItalic" w:cs="Times-BoldItalic"/>
          <w:b/>
          <w:bCs/>
          <w:i/>
          <w:iCs/>
          <w:sz w:val="18"/>
          <w:szCs w:val="18"/>
        </w:rPr>
      </w:pPr>
    </w:p>
    <w:p w14:paraId="215D48B6" w14:textId="77777777" w:rsidR="000C451F" w:rsidRDefault="000C451F">
      <w:pPr>
        <w:pStyle w:val="Standard"/>
        <w:rPr>
          <w:rFonts w:ascii="Times-BoldItalic" w:hAnsi="Times-BoldItalic" w:cs="Times-BoldItalic"/>
          <w:b/>
          <w:bCs/>
          <w:i/>
          <w:iCs/>
          <w:sz w:val="18"/>
          <w:szCs w:val="18"/>
        </w:rPr>
      </w:pPr>
    </w:p>
    <w:p w14:paraId="12BB2FFB" w14:textId="77777777" w:rsidR="000C451F" w:rsidRDefault="000C451F">
      <w:pPr>
        <w:pStyle w:val="Standard"/>
        <w:rPr>
          <w:rFonts w:ascii="Times-BoldItalic" w:hAnsi="Times-BoldItalic" w:cs="Times-BoldItalic"/>
          <w:b/>
          <w:bCs/>
          <w:i/>
          <w:iCs/>
          <w:sz w:val="18"/>
          <w:szCs w:val="18"/>
        </w:rPr>
      </w:pPr>
    </w:p>
    <w:p w14:paraId="322C7D10" w14:textId="77777777" w:rsidR="000C451F" w:rsidRDefault="000C451F">
      <w:pPr>
        <w:pStyle w:val="Standard"/>
        <w:rPr>
          <w:rFonts w:ascii="Times-BoldItalic" w:hAnsi="Times-BoldItalic" w:cs="Times-BoldItalic"/>
          <w:b/>
          <w:bCs/>
          <w:i/>
          <w:iCs/>
          <w:sz w:val="18"/>
          <w:szCs w:val="18"/>
        </w:rPr>
      </w:pPr>
    </w:p>
    <w:p w14:paraId="6FC69039" w14:textId="77777777" w:rsidR="000C451F" w:rsidRDefault="000C451F">
      <w:pPr>
        <w:pStyle w:val="Standard"/>
        <w:rPr>
          <w:rFonts w:ascii="Times-BoldItalic" w:hAnsi="Times-BoldItalic" w:cs="Times-BoldItalic"/>
          <w:b/>
          <w:bCs/>
          <w:i/>
          <w:iCs/>
          <w:sz w:val="18"/>
          <w:szCs w:val="18"/>
        </w:rPr>
      </w:pPr>
    </w:p>
    <w:p w14:paraId="2F97CA80" w14:textId="77777777" w:rsidR="000C451F" w:rsidRDefault="000C451F">
      <w:pPr>
        <w:pStyle w:val="Standard"/>
        <w:rPr>
          <w:rFonts w:ascii="Times-BoldItalic" w:hAnsi="Times-BoldItalic" w:cs="Times-BoldItalic"/>
          <w:b/>
          <w:bCs/>
          <w:i/>
          <w:iCs/>
          <w:sz w:val="18"/>
          <w:szCs w:val="18"/>
        </w:rPr>
      </w:pPr>
    </w:p>
    <w:p w14:paraId="6D406AA3" w14:textId="77777777" w:rsidR="000C451F" w:rsidRDefault="000C451F">
      <w:pPr>
        <w:pStyle w:val="Standard"/>
        <w:rPr>
          <w:rFonts w:ascii="Times-BoldItalic" w:hAnsi="Times-BoldItalic" w:cs="Times-BoldItalic"/>
          <w:b/>
          <w:bCs/>
          <w:i/>
          <w:iCs/>
          <w:sz w:val="18"/>
          <w:szCs w:val="18"/>
        </w:rPr>
      </w:pPr>
    </w:p>
    <w:p w14:paraId="5B47DCC2" w14:textId="77777777" w:rsidR="000C451F" w:rsidRDefault="000C451F">
      <w:pPr>
        <w:pStyle w:val="Standard"/>
        <w:rPr>
          <w:rFonts w:ascii="Times-BoldItalic" w:hAnsi="Times-BoldItalic" w:cs="Times-BoldItalic"/>
          <w:b/>
          <w:bCs/>
          <w:i/>
          <w:iCs/>
          <w:sz w:val="18"/>
          <w:szCs w:val="18"/>
        </w:rPr>
      </w:pPr>
    </w:p>
    <w:p w14:paraId="6EECEDE4" w14:textId="77777777" w:rsidR="000C451F" w:rsidRDefault="000C451F">
      <w:pPr>
        <w:pStyle w:val="Standard"/>
        <w:rPr>
          <w:rFonts w:ascii="Times-BoldItalic" w:hAnsi="Times-BoldItalic" w:cs="Times-BoldItalic"/>
          <w:b/>
          <w:bCs/>
          <w:i/>
          <w:iCs/>
          <w:sz w:val="18"/>
          <w:szCs w:val="18"/>
        </w:rPr>
      </w:pPr>
    </w:p>
    <w:p w14:paraId="126F47DB" w14:textId="77777777" w:rsidR="000C451F" w:rsidRDefault="000C451F">
      <w:pPr>
        <w:pStyle w:val="Standard"/>
        <w:rPr>
          <w:rFonts w:ascii="Times-BoldItalic" w:hAnsi="Times-BoldItalic" w:cs="Times-BoldItalic"/>
          <w:b/>
          <w:bCs/>
          <w:i/>
          <w:iCs/>
          <w:sz w:val="18"/>
          <w:szCs w:val="18"/>
        </w:rPr>
      </w:pPr>
    </w:p>
    <w:p w14:paraId="52245222" w14:textId="77777777" w:rsidR="000C451F" w:rsidRDefault="000C451F">
      <w:pPr>
        <w:pStyle w:val="Standard"/>
        <w:rPr>
          <w:rFonts w:ascii="Times-BoldItalic" w:hAnsi="Times-BoldItalic" w:cs="Times-BoldItalic"/>
          <w:b/>
          <w:bCs/>
          <w:i/>
          <w:iCs/>
          <w:sz w:val="18"/>
          <w:szCs w:val="18"/>
        </w:rPr>
      </w:pPr>
    </w:p>
    <w:p w14:paraId="566FB752" w14:textId="77777777" w:rsidR="000C451F" w:rsidRDefault="000C451F">
      <w:pPr>
        <w:pStyle w:val="Standard"/>
        <w:rPr>
          <w:rFonts w:ascii="Times-BoldItalic" w:hAnsi="Times-BoldItalic" w:cs="Times-BoldItalic"/>
          <w:b/>
          <w:bCs/>
          <w:i/>
          <w:iCs/>
          <w:sz w:val="18"/>
          <w:szCs w:val="18"/>
        </w:rPr>
      </w:pPr>
    </w:p>
    <w:p w14:paraId="16D89DE2" w14:textId="77777777" w:rsidR="000C451F"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0F2D9975" w14:textId="77777777" w:rsidR="000C451F"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6364D360"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ZP.252.9.1.2026.KB</w:t>
      </w:r>
    </w:p>
    <w:p w14:paraId="2E0DFAB8" w14:textId="77777777" w:rsidR="000C451F" w:rsidRDefault="000C451F">
      <w:pPr>
        <w:pStyle w:val="Standard"/>
        <w:rPr>
          <w:sz w:val="16"/>
          <w:szCs w:val="16"/>
        </w:rPr>
      </w:pPr>
    </w:p>
    <w:p w14:paraId="69582D72" w14:textId="77777777" w:rsidR="000C451F" w:rsidRDefault="000C451F">
      <w:pPr>
        <w:pStyle w:val="Standard"/>
        <w:rPr>
          <w:sz w:val="16"/>
          <w:szCs w:val="16"/>
        </w:rPr>
      </w:pPr>
    </w:p>
    <w:p w14:paraId="76D46EFD" w14:textId="77777777" w:rsidR="000C451F" w:rsidRDefault="00000000">
      <w:pPr>
        <w:pStyle w:val="Standard"/>
        <w:rPr>
          <w:i/>
          <w:iCs/>
          <w:sz w:val="16"/>
          <w:szCs w:val="16"/>
        </w:rPr>
      </w:pPr>
      <w:r>
        <w:rPr>
          <w:i/>
          <w:iCs/>
          <w:sz w:val="16"/>
          <w:szCs w:val="16"/>
        </w:rPr>
        <w:t>(pieczęć firmowa Wykonawcy)</w:t>
      </w:r>
    </w:p>
    <w:p w14:paraId="4EB2D46C" w14:textId="77777777" w:rsidR="000C451F" w:rsidRDefault="000C451F">
      <w:pPr>
        <w:pStyle w:val="Standard"/>
        <w:jc w:val="right"/>
        <w:rPr>
          <w:b/>
        </w:rPr>
      </w:pPr>
    </w:p>
    <w:p w14:paraId="3D8C1E75" w14:textId="77777777" w:rsidR="000C451F" w:rsidRDefault="000C451F">
      <w:pPr>
        <w:pStyle w:val="Standard"/>
        <w:jc w:val="right"/>
        <w:rPr>
          <w:b/>
        </w:rPr>
      </w:pPr>
    </w:p>
    <w:p w14:paraId="43794592" w14:textId="77777777" w:rsidR="000C451F" w:rsidRDefault="00000000">
      <w:pPr>
        <w:pStyle w:val="Nagwek9"/>
        <w:jc w:val="center"/>
        <w:rPr>
          <w:sz w:val="22"/>
          <w:szCs w:val="22"/>
        </w:rPr>
      </w:pPr>
      <w:r>
        <w:rPr>
          <w:sz w:val="22"/>
          <w:szCs w:val="22"/>
        </w:rPr>
        <w:t>Wykaz wykonanych usług schronienia dla osób bezdomnych</w:t>
      </w:r>
    </w:p>
    <w:p w14:paraId="1E6ECE6E" w14:textId="77777777" w:rsidR="000C451F" w:rsidRDefault="000C451F">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0C451F" w14:paraId="3AF24678"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F20404" w14:textId="77777777" w:rsidR="000C451F"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E90CDD1" w14:textId="77777777" w:rsidR="000C451F"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434A5E5" w14:textId="77777777" w:rsidR="000C451F"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2CCE2EF" w14:textId="77777777" w:rsidR="000C451F"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2AD320" w14:textId="77777777" w:rsidR="000C451F" w:rsidRDefault="00000000">
            <w:pPr>
              <w:pStyle w:val="Standard"/>
              <w:jc w:val="center"/>
              <w:rPr>
                <w:sz w:val="20"/>
                <w:szCs w:val="20"/>
              </w:rPr>
            </w:pPr>
            <w:r>
              <w:rPr>
                <w:sz w:val="20"/>
                <w:szCs w:val="20"/>
              </w:rPr>
              <w:t>Data wykonania zamówienia</w:t>
            </w:r>
          </w:p>
        </w:tc>
      </w:tr>
      <w:tr w:rsidR="000C451F" w14:paraId="664073B6"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7B864D3F" w14:textId="77777777" w:rsidR="000C451F"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6A4E5A0D" w14:textId="77777777" w:rsidR="000C451F"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AE1A1C7" w14:textId="77777777" w:rsidR="000C451F"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1D082F34" w14:textId="77777777" w:rsidR="000C451F"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07A48C" w14:textId="77777777" w:rsidR="000C451F" w:rsidRDefault="00000000">
            <w:pPr>
              <w:pStyle w:val="Standard"/>
              <w:jc w:val="center"/>
              <w:rPr>
                <w:sz w:val="20"/>
                <w:szCs w:val="20"/>
              </w:rPr>
            </w:pPr>
            <w:r>
              <w:rPr>
                <w:sz w:val="20"/>
                <w:szCs w:val="20"/>
              </w:rPr>
              <w:t>5</w:t>
            </w:r>
          </w:p>
        </w:tc>
      </w:tr>
      <w:tr w:rsidR="000C451F" w14:paraId="3318086F"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51A3F9B0" w14:textId="77777777" w:rsidR="000C451F" w:rsidRDefault="000C451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1AAEB659" w14:textId="77777777" w:rsidR="000C451F" w:rsidRDefault="000C451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B962CE7" w14:textId="77777777" w:rsidR="000C451F" w:rsidRDefault="000C451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B457915" w14:textId="77777777" w:rsidR="000C451F" w:rsidRDefault="000C451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2C1F8" w14:textId="77777777" w:rsidR="000C451F" w:rsidRDefault="000C451F">
            <w:pPr>
              <w:pStyle w:val="Standard"/>
              <w:rPr>
                <w:sz w:val="20"/>
                <w:szCs w:val="20"/>
              </w:rPr>
            </w:pPr>
          </w:p>
        </w:tc>
      </w:tr>
      <w:tr w:rsidR="000C451F" w14:paraId="0F7C435D"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C084CCA" w14:textId="77777777" w:rsidR="000C451F" w:rsidRDefault="000C451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2576B049" w14:textId="77777777" w:rsidR="000C451F" w:rsidRDefault="000C451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5559E42" w14:textId="77777777" w:rsidR="000C451F" w:rsidRDefault="000C451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50A53D97" w14:textId="77777777" w:rsidR="000C451F" w:rsidRDefault="000C451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8AE1B" w14:textId="77777777" w:rsidR="000C451F" w:rsidRDefault="000C451F">
            <w:pPr>
              <w:pStyle w:val="Standard"/>
              <w:rPr>
                <w:sz w:val="20"/>
                <w:szCs w:val="20"/>
              </w:rPr>
            </w:pPr>
          </w:p>
        </w:tc>
      </w:tr>
      <w:tr w:rsidR="000C451F" w14:paraId="44086FF7"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2D30FC83" w14:textId="77777777" w:rsidR="000C451F" w:rsidRDefault="000C451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4B53EA22" w14:textId="77777777" w:rsidR="000C451F" w:rsidRDefault="000C451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D49EB32" w14:textId="77777777" w:rsidR="000C451F" w:rsidRDefault="000C451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7D0DCFE" w14:textId="77777777" w:rsidR="000C451F" w:rsidRDefault="000C451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BAD19E" w14:textId="77777777" w:rsidR="000C451F" w:rsidRDefault="000C451F">
            <w:pPr>
              <w:pStyle w:val="Standard"/>
              <w:rPr>
                <w:sz w:val="20"/>
                <w:szCs w:val="20"/>
              </w:rPr>
            </w:pPr>
          </w:p>
        </w:tc>
      </w:tr>
      <w:tr w:rsidR="000C451F" w14:paraId="472A2979"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12BC4135" w14:textId="77777777" w:rsidR="000C451F" w:rsidRDefault="000C451F">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B1E4600" w14:textId="77777777" w:rsidR="000C451F" w:rsidRDefault="000C451F">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33704D3C" w14:textId="77777777" w:rsidR="000C451F" w:rsidRDefault="000C451F">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764FCB76" w14:textId="77777777" w:rsidR="000C451F" w:rsidRDefault="000C451F">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3D77CF" w14:textId="77777777" w:rsidR="000C451F" w:rsidRDefault="000C451F">
            <w:pPr>
              <w:pStyle w:val="Standard"/>
              <w:rPr>
                <w:sz w:val="20"/>
                <w:szCs w:val="20"/>
              </w:rPr>
            </w:pPr>
          </w:p>
        </w:tc>
      </w:tr>
    </w:tbl>
    <w:p w14:paraId="3785E8BD" w14:textId="77777777" w:rsidR="000C451F"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273E7613" w14:textId="77777777" w:rsidR="000C451F" w:rsidRDefault="00000000">
      <w:pPr>
        <w:pStyle w:val="Standard"/>
        <w:tabs>
          <w:tab w:val="left" w:pos="-567"/>
        </w:tabs>
        <w:ind w:right="-426"/>
        <w:rPr>
          <w:sz w:val="20"/>
          <w:szCs w:val="20"/>
        </w:rPr>
      </w:pPr>
      <w:r>
        <w:rPr>
          <w:sz w:val="20"/>
          <w:szCs w:val="20"/>
        </w:rPr>
        <w:t>Miejscowość, data: ………………………</w:t>
      </w:r>
    </w:p>
    <w:p w14:paraId="22448175" w14:textId="77777777" w:rsidR="000C451F" w:rsidRDefault="000C451F">
      <w:pPr>
        <w:pStyle w:val="Standard"/>
        <w:tabs>
          <w:tab w:val="left" w:pos="-567"/>
        </w:tabs>
        <w:ind w:right="-426"/>
        <w:rPr>
          <w:sz w:val="20"/>
          <w:szCs w:val="20"/>
        </w:rPr>
      </w:pPr>
    </w:p>
    <w:p w14:paraId="39273514" w14:textId="77777777" w:rsidR="000C451F" w:rsidRDefault="00000000">
      <w:pPr>
        <w:pStyle w:val="Standard"/>
        <w:tabs>
          <w:tab w:val="left" w:pos="-567"/>
        </w:tabs>
        <w:ind w:right="-426" w:firstLine="6300"/>
        <w:rPr>
          <w:sz w:val="20"/>
          <w:szCs w:val="20"/>
        </w:rPr>
      </w:pPr>
      <w:r>
        <w:rPr>
          <w:sz w:val="20"/>
          <w:szCs w:val="20"/>
        </w:rPr>
        <w:t>……......................................................</w:t>
      </w:r>
    </w:p>
    <w:p w14:paraId="302C165C" w14:textId="77777777" w:rsidR="000C451F"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266295F3" w14:textId="77777777" w:rsidR="000C451F" w:rsidRDefault="000C451F">
      <w:pPr>
        <w:pStyle w:val="Standard"/>
        <w:jc w:val="right"/>
        <w:rPr>
          <w:rFonts w:ascii="Calibri" w:hAnsi="Calibri" w:cs="Calibri"/>
          <w:b/>
          <w:sz w:val="22"/>
          <w:szCs w:val="22"/>
        </w:rPr>
      </w:pPr>
    </w:p>
    <w:p w14:paraId="2F1F4C8B" w14:textId="77777777" w:rsidR="000C451F" w:rsidRDefault="000C451F">
      <w:pPr>
        <w:pStyle w:val="Standard"/>
        <w:jc w:val="right"/>
        <w:rPr>
          <w:rFonts w:ascii="Calibri" w:hAnsi="Calibri" w:cs="Calibri"/>
          <w:b/>
          <w:sz w:val="22"/>
          <w:szCs w:val="22"/>
        </w:rPr>
      </w:pPr>
    </w:p>
    <w:p w14:paraId="5EC82BFD" w14:textId="77777777" w:rsidR="000C451F" w:rsidRDefault="000C451F">
      <w:pPr>
        <w:pStyle w:val="Standard"/>
        <w:jc w:val="right"/>
        <w:rPr>
          <w:rFonts w:ascii="Calibri" w:hAnsi="Calibri" w:cs="Calibri"/>
          <w:b/>
          <w:sz w:val="22"/>
          <w:szCs w:val="22"/>
        </w:rPr>
      </w:pPr>
    </w:p>
    <w:p w14:paraId="404C6B4B" w14:textId="77777777" w:rsidR="000C451F" w:rsidRDefault="000C451F">
      <w:pPr>
        <w:pStyle w:val="Standard"/>
        <w:jc w:val="right"/>
        <w:rPr>
          <w:rFonts w:ascii="Times-BoldItalic" w:hAnsi="Times-BoldItalic" w:cs="Times-BoldItalic"/>
          <w:b/>
          <w:bCs/>
          <w:i/>
          <w:iCs/>
        </w:rPr>
      </w:pPr>
    </w:p>
    <w:p w14:paraId="4EBCE2AE" w14:textId="77777777" w:rsidR="000C451F" w:rsidRDefault="000C451F">
      <w:pPr>
        <w:pStyle w:val="Standard"/>
        <w:jc w:val="right"/>
        <w:rPr>
          <w:rFonts w:ascii="Times-BoldItalic" w:hAnsi="Times-BoldItalic" w:cs="Times-BoldItalic"/>
          <w:b/>
          <w:bCs/>
          <w:i/>
          <w:iCs/>
        </w:rPr>
      </w:pPr>
    </w:p>
    <w:p w14:paraId="3F50FD29" w14:textId="77777777" w:rsidR="000C451F" w:rsidRDefault="000C451F">
      <w:pPr>
        <w:pStyle w:val="Standard"/>
        <w:jc w:val="right"/>
        <w:rPr>
          <w:rFonts w:ascii="Times-BoldItalic" w:hAnsi="Times-BoldItalic" w:cs="Times-BoldItalic"/>
          <w:b/>
          <w:bCs/>
          <w:i/>
          <w:iCs/>
        </w:rPr>
      </w:pPr>
    </w:p>
    <w:p w14:paraId="210CE078" w14:textId="77777777" w:rsidR="000C451F" w:rsidRDefault="000C451F">
      <w:pPr>
        <w:pStyle w:val="Standard"/>
        <w:jc w:val="right"/>
        <w:rPr>
          <w:rFonts w:ascii="Times-BoldItalic" w:hAnsi="Times-BoldItalic" w:cs="Times-BoldItalic"/>
          <w:b/>
          <w:bCs/>
          <w:i/>
          <w:iCs/>
        </w:rPr>
      </w:pPr>
    </w:p>
    <w:p w14:paraId="060C1584" w14:textId="77777777" w:rsidR="000C451F" w:rsidRDefault="000C451F">
      <w:pPr>
        <w:pStyle w:val="Standard"/>
        <w:jc w:val="right"/>
        <w:rPr>
          <w:rFonts w:ascii="Times-BoldItalic" w:hAnsi="Times-BoldItalic" w:cs="Times-BoldItalic"/>
          <w:b/>
          <w:bCs/>
          <w:i/>
          <w:iCs/>
        </w:rPr>
      </w:pPr>
    </w:p>
    <w:p w14:paraId="18A22C17" w14:textId="77777777" w:rsidR="000C451F" w:rsidRDefault="000C451F">
      <w:pPr>
        <w:pStyle w:val="Standard"/>
        <w:jc w:val="right"/>
        <w:rPr>
          <w:rFonts w:ascii="Times-BoldItalic" w:hAnsi="Times-BoldItalic" w:cs="Times-BoldItalic"/>
          <w:b/>
          <w:bCs/>
          <w:i/>
          <w:iCs/>
        </w:rPr>
      </w:pPr>
    </w:p>
    <w:p w14:paraId="20823E9B" w14:textId="77777777" w:rsidR="000C451F" w:rsidRDefault="000C451F">
      <w:pPr>
        <w:pStyle w:val="Standard"/>
        <w:jc w:val="right"/>
        <w:rPr>
          <w:rFonts w:ascii="Times-BoldItalic" w:hAnsi="Times-BoldItalic" w:cs="Times-BoldItalic"/>
          <w:b/>
          <w:bCs/>
          <w:i/>
          <w:iCs/>
        </w:rPr>
      </w:pPr>
    </w:p>
    <w:p w14:paraId="3FA88864" w14:textId="77777777" w:rsidR="000C451F" w:rsidRDefault="000C451F">
      <w:pPr>
        <w:pStyle w:val="Standard"/>
        <w:jc w:val="right"/>
        <w:rPr>
          <w:rFonts w:ascii="Times-BoldItalic" w:hAnsi="Times-BoldItalic" w:cs="Times-BoldItalic"/>
          <w:b/>
          <w:bCs/>
          <w:i/>
          <w:iCs/>
        </w:rPr>
      </w:pPr>
    </w:p>
    <w:p w14:paraId="3F853421" w14:textId="77777777" w:rsidR="000C451F" w:rsidRDefault="000C451F">
      <w:pPr>
        <w:pStyle w:val="Standard"/>
        <w:jc w:val="right"/>
        <w:rPr>
          <w:rFonts w:ascii="Times-BoldItalic" w:hAnsi="Times-BoldItalic" w:cs="Times-BoldItalic"/>
          <w:b/>
          <w:bCs/>
          <w:i/>
          <w:iCs/>
        </w:rPr>
      </w:pPr>
    </w:p>
    <w:p w14:paraId="742D9A9F" w14:textId="77777777" w:rsidR="000C451F" w:rsidRDefault="000C451F">
      <w:pPr>
        <w:pStyle w:val="Standard"/>
        <w:jc w:val="right"/>
        <w:rPr>
          <w:rFonts w:ascii="Times-BoldItalic" w:hAnsi="Times-BoldItalic" w:cs="Times-BoldItalic"/>
          <w:b/>
          <w:bCs/>
          <w:i/>
          <w:iCs/>
        </w:rPr>
      </w:pPr>
    </w:p>
    <w:p w14:paraId="1491AE4A" w14:textId="77777777" w:rsidR="000C451F" w:rsidRDefault="000C451F">
      <w:pPr>
        <w:pStyle w:val="Standard"/>
        <w:jc w:val="right"/>
        <w:rPr>
          <w:rFonts w:ascii="Times-BoldItalic" w:hAnsi="Times-BoldItalic" w:cs="Times-BoldItalic"/>
          <w:b/>
          <w:bCs/>
          <w:i/>
          <w:iCs/>
        </w:rPr>
      </w:pPr>
    </w:p>
    <w:p w14:paraId="33D80F58" w14:textId="77777777" w:rsidR="000C451F" w:rsidRDefault="000C451F">
      <w:pPr>
        <w:pStyle w:val="Standard"/>
        <w:jc w:val="right"/>
        <w:rPr>
          <w:rFonts w:ascii="Times-BoldItalic" w:hAnsi="Times-BoldItalic" w:cs="Times-BoldItalic"/>
          <w:b/>
          <w:bCs/>
          <w:i/>
          <w:iCs/>
        </w:rPr>
      </w:pPr>
    </w:p>
    <w:p w14:paraId="02D1813C" w14:textId="77777777" w:rsidR="000C451F" w:rsidRDefault="000C451F">
      <w:pPr>
        <w:pStyle w:val="Standard"/>
        <w:jc w:val="right"/>
        <w:rPr>
          <w:rFonts w:ascii="Times-BoldItalic" w:hAnsi="Times-BoldItalic" w:cs="Times-BoldItalic"/>
          <w:b/>
          <w:bCs/>
          <w:i/>
          <w:iCs/>
        </w:rPr>
      </w:pPr>
    </w:p>
    <w:p w14:paraId="3A577B3E" w14:textId="77777777" w:rsidR="000C451F" w:rsidRDefault="000C451F">
      <w:pPr>
        <w:pStyle w:val="Standard"/>
        <w:jc w:val="right"/>
        <w:rPr>
          <w:rFonts w:ascii="Times-BoldItalic" w:hAnsi="Times-BoldItalic" w:cs="Times-BoldItalic"/>
          <w:b/>
          <w:bCs/>
          <w:i/>
          <w:iCs/>
        </w:rPr>
      </w:pPr>
    </w:p>
    <w:p w14:paraId="491FC5F4" w14:textId="77777777" w:rsidR="000C451F" w:rsidRDefault="000C451F">
      <w:pPr>
        <w:pStyle w:val="Standard"/>
        <w:jc w:val="right"/>
        <w:rPr>
          <w:rFonts w:ascii="Times-BoldItalic" w:hAnsi="Times-BoldItalic" w:cs="Times-BoldItalic"/>
          <w:b/>
          <w:bCs/>
          <w:i/>
          <w:iCs/>
        </w:rPr>
      </w:pPr>
    </w:p>
    <w:p w14:paraId="62F9F69C" w14:textId="77777777" w:rsidR="000C451F" w:rsidRDefault="000C451F">
      <w:pPr>
        <w:pStyle w:val="Standard"/>
        <w:jc w:val="right"/>
        <w:rPr>
          <w:rFonts w:ascii="Times-BoldItalic" w:hAnsi="Times-BoldItalic" w:cs="Times-BoldItalic"/>
          <w:b/>
          <w:bCs/>
          <w:i/>
          <w:iCs/>
        </w:rPr>
      </w:pPr>
    </w:p>
    <w:p w14:paraId="2A7697C3" w14:textId="77777777" w:rsidR="000C451F" w:rsidRDefault="000C451F">
      <w:pPr>
        <w:pStyle w:val="Standard"/>
        <w:jc w:val="right"/>
        <w:rPr>
          <w:rFonts w:ascii="Times-BoldItalic" w:hAnsi="Times-BoldItalic" w:cs="Times-BoldItalic"/>
          <w:b/>
          <w:bCs/>
          <w:i/>
          <w:iCs/>
        </w:rPr>
      </w:pPr>
    </w:p>
    <w:p w14:paraId="22A8EC8F" w14:textId="77777777" w:rsidR="000C451F" w:rsidRDefault="000C451F">
      <w:pPr>
        <w:pStyle w:val="Standard"/>
        <w:jc w:val="right"/>
        <w:rPr>
          <w:rFonts w:ascii="Times-BoldItalic" w:hAnsi="Times-BoldItalic" w:cs="Times-BoldItalic"/>
          <w:b/>
          <w:bCs/>
          <w:i/>
          <w:iCs/>
        </w:rPr>
      </w:pPr>
    </w:p>
    <w:p w14:paraId="4587DFD3" w14:textId="77777777" w:rsidR="000C451F" w:rsidRDefault="000C451F">
      <w:pPr>
        <w:pStyle w:val="Standard"/>
        <w:jc w:val="right"/>
        <w:rPr>
          <w:rFonts w:ascii="Times-BoldItalic" w:hAnsi="Times-BoldItalic" w:cs="Times-BoldItalic"/>
          <w:b/>
          <w:bCs/>
          <w:i/>
          <w:iCs/>
        </w:rPr>
      </w:pPr>
    </w:p>
    <w:p w14:paraId="08A26C23" w14:textId="77777777" w:rsidR="000C451F" w:rsidRDefault="000C451F">
      <w:pPr>
        <w:pStyle w:val="Standard"/>
        <w:jc w:val="right"/>
        <w:rPr>
          <w:rFonts w:ascii="Times-BoldItalic" w:hAnsi="Times-BoldItalic" w:cs="Times-BoldItalic"/>
          <w:b/>
          <w:bCs/>
          <w:i/>
          <w:iCs/>
        </w:rPr>
      </w:pPr>
    </w:p>
    <w:p w14:paraId="5A1B1CF5" w14:textId="77777777" w:rsidR="000C451F"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5D32BD37" w14:textId="77777777" w:rsidR="000C451F"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ZP.252.9.1.2026.KB</w:t>
      </w:r>
    </w:p>
    <w:p w14:paraId="7E91DB7E" w14:textId="77777777" w:rsidR="000C451F" w:rsidRDefault="000C451F">
      <w:pPr>
        <w:pStyle w:val="Standard"/>
        <w:rPr>
          <w:rFonts w:ascii="Times-BoldItalic" w:hAnsi="Times-BoldItalic" w:cs="Times-BoldItalic"/>
          <w:b/>
          <w:bCs/>
          <w:i/>
          <w:iCs/>
        </w:rPr>
      </w:pPr>
    </w:p>
    <w:p w14:paraId="3C9E5BEC" w14:textId="77777777" w:rsidR="000C451F" w:rsidRDefault="000C451F">
      <w:pPr>
        <w:pStyle w:val="Standard"/>
        <w:rPr>
          <w:rFonts w:ascii="Times-BoldItalic" w:hAnsi="Times-BoldItalic" w:cs="Times-BoldItalic"/>
          <w:b/>
          <w:bCs/>
          <w:i/>
          <w:iCs/>
        </w:rPr>
      </w:pPr>
    </w:p>
    <w:p w14:paraId="22393CFC" w14:textId="77777777" w:rsidR="000C451F" w:rsidRDefault="000C451F">
      <w:pPr>
        <w:pStyle w:val="Standard"/>
        <w:rPr>
          <w:rFonts w:ascii="Times-BoldItalic" w:hAnsi="Times-BoldItalic" w:cs="Times-BoldItalic"/>
          <w:b/>
          <w:bCs/>
          <w:i/>
          <w:iCs/>
        </w:rPr>
      </w:pPr>
    </w:p>
    <w:p w14:paraId="08E557A2" w14:textId="77777777" w:rsidR="000C451F"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615F8B49" w14:textId="77777777" w:rsidR="000C451F"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296F5A85" w14:textId="77777777" w:rsidR="000C451F" w:rsidRDefault="000C451F">
      <w:pPr>
        <w:pStyle w:val="Standard"/>
        <w:rPr>
          <w:rFonts w:ascii="Times-Roman" w:hAnsi="Times-Roman" w:cs="Times-Roman"/>
          <w:sz w:val="20"/>
          <w:szCs w:val="20"/>
        </w:rPr>
      </w:pPr>
    </w:p>
    <w:p w14:paraId="2FF0627B" w14:textId="77777777" w:rsidR="000C451F"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33FECB12" w14:textId="77777777" w:rsidR="000C451F"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50C148D4" w14:textId="77777777" w:rsidR="000C451F"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2213DE4F" w14:textId="77777777" w:rsidR="000C451F" w:rsidRDefault="00000000">
      <w:pPr>
        <w:pStyle w:val="Standard"/>
        <w:spacing w:before="100" w:line="276" w:lineRule="auto"/>
        <w:rPr>
          <w:sz w:val="16"/>
          <w:szCs w:val="16"/>
          <w:lang w:eastAsia="pl-PL"/>
        </w:rPr>
      </w:pPr>
      <w:r>
        <w:rPr>
          <w:sz w:val="16"/>
          <w:szCs w:val="16"/>
          <w:lang w:eastAsia="pl-PL"/>
        </w:rPr>
        <w:t>informuję, iż Wykonawca:</w:t>
      </w:r>
    </w:p>
    <w:p w14:paraId="6F4448C0" w14:textId="77777777" w:rsidR="000C451F" w:rsidRDefault="00000000">
      <w:pPr>
        <w:pStyle w:val="Standard"/>
        <w:spacing w:before="100" w:line="360" w:lineRule="auto"/>
        <w:rPr>
          <w:sz w:val="16"/>
          <w:szCs w:val="16"/>
          <w:lang w:eastAsia="pl-PL"/>
        </w:rPr>
      </w:pPr>
      <w:r>
        <w:rPr>
          <w:sz w:val="16"/>
          <w:szCs w:val="16"/>
          <w:lang w:eastAsia="pl-PL"/>
        </w:rPr>
        <w:t>…………………………………………………………………………………………………</w:t>
      </w:r>
    </w:p>
    <w:p w14:paraId="29A7D59A" w14:textId="77777777" w:rsidR="000C451F" w:rsidRDefault="00000000">
      <w:pPr>
        <w:pStyle w:val="Standard"/>
        <w:spacing w:before="100" w:line="360" w:lineRule="auto"/>
        <w:rPr>
          <w:sz w:val="16"/>
          <w:szCs w:val="16"/>
          <w:lang w:eastAsia="pl-PL"/>
        </w:rPr>
      </w:pPr>
      <w:r>
        <w:rPr>
          <w:sz w:val="16"/>
          <w:szCs w:val="16"/>
          <w:lang w:eastAsia="pl-PL"/>
        </w:rPr>
        <w:t>…………………………………………………………………………………………………</w:t>
      </w:r>
    </w:p>
    <w:p w14:paraId="26BA457F" w14:textId="77777777" w:rsidR="000C451F" w:rsidRDefault="00000000">
      <w:pPr>
        <w:pStyle w:val="Standard"/>
        <w:spacing w:before="100" w:line="360" w:lineRule="auto"/>
        <w:rPr>
          <w:sz w:val="16"/>
          <w:szCs w:val="16"/>
          <w:lang w:eastAsia="pl-PL"/>
        </w:rPr>
      </w:pPr>
      <w:r>
        <w:rPr>
          <w:sz w:val="16"/>
          <w:szCs w:val="16"/>
          <w:lang w:eastAsia="pl-PL"/>
        </w:rPr>
        <w:t>…………………………………………………………………………………………………</w:t>
      </w:r>
    </w:p>
    <w:p w14:paraId="5308D6BA" w14:textId="77777777" w:rsidR="000C451F" w:rsidRDefault="00000000">
      <w:pPr>
        <w:pStyle w:val="Standard"/>
        <w:spacing w:before="100" w:line="276" w:lineRule="auto"/>
        <w:rPr>
          <w:sz w:val="16"/>
          <w:szCs w:val="16"/>
          <w:lang w:eastAsia="pl-PL"/>
        </w:rPr>
      </w:pPr>
      <w:r>
        <w:rPr>
          <w:sz w:val="16"/>
          <w:szCs w:val="16"/>
          <w:lang w:eastAsia="pl-PL"/>
        </w:rPr>
        <w:t>Nazwa i adres Wykonawcy</w:t>
      </w:r>
    </w:p>
    <w:p w14:paraId="15228340" w14:textId="77777777" w:rsidR="000C451F" w:rsidRDefault="00000000">
      <w:pPr>
        <w:pStyle w:val="Standard"/>
        <w:numPr>
          <w:ilvl w:val="0"/>
          <w:numId w:val="186"/>
        </w:numPr>
        <w:tabs>
          <w:tab w:val="left" w:pos="-864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6811F461" w14:textId="77777777" w:rsidR="000C451F" w:rsidRDefault="00000000">
      <w:pPr>
        <w:pStyle w:val="Standard"/>
        <w:numPr>
          <w:ilvl w:val="0"/>
          <w:numId w:val="187"/>
        </w:numPr>
        <w:tabs>
          <w:tab w:val="left" w:pos="-864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13D92E0B" w14:textId="77777777" w:rsidR="000C451F"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0DC818B1" w14:textId="77777777" w:rsidR="000C451F"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0C451F" w14:paraId="699199E7"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5067F6B9" w14:textId="77777777" w:rsidR="000C451F"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3F70E86E" w14:textId="77777777" w:rsidR="000C451F"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0C451F" w14:paraId="29C42E10"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1CA19DF" w14:textId="77777777" w:rsidR="000C451F" w:rsidRDefault="000C451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14F4985" w14:textId="77777777" w:rsidR="000C451F" w:rsidRDefault="000C451F">
            <w:pPr>
              <w:pStyle w:val="Standard"/>
              <w:spacing w:before="100" w:after="119"/>
              <w:rPr>
                <w:sz w:val="16"/>
                <w:szCs w:val="16"/>
                <w:lang w:eastAsia="pl-PL"/>
              </w:rPr>
            </w:pPr>
          </w:p>
        </w:tc>
      </w:tr>
      <w:tr w:rsidR="000C451F" w14:paraId="228BF93C"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627DEDF" w14:textId="77777777" w:rsidR="000C451F" w:rsidRDefault="000C451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29E00A8" w14:textId="77777777" w:rsidR="000C451F" w:rsidRDefault="000C451F">
            <w:pPr>
              <w:pStyle w:val="Standard"/>
              <w:spacing w:before="100" w:after="119"/>
              <w:rPr>
                <w:sz w:val="16"/>
                <w:szCs w:val="16"/>
                <w:lang w:eastAsia="pl-PL"/>
              </w:rPr>
            </w:pPr>
          </w:p>
        </w:tc>
      </w:tr>
      <w:tr w:rsidR="000C451F" w14:paraId="2DD39121"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EE54238" w14:textId="77777777" w:rsidR="000C451F" w:rsidRDefault="000C451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C2A4CDC" w14:textId="77777777" w:rsidR="000C451F" w:rsidRDefault="000C451F">
            <w:pPr>
              <w:pStyle w:val="Standard"/>
              <w:spacing w:before="100" w:after="119"/>
              <w:rPr>
                <w:sz w:val="16"/>
                <w:szCs w:val="16"/>
                <w:lang w:eastAsia="pl-PL"/>
              </w:rPr>
            </w:pPr>
          </w:p>
        </w:tc>
      </w:tr>
      <w:tr w:rsidR="000C451F" w14:paraId="07C20202"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873668C" w14:textId="77777777" w:rsidR="000C451F" w:rsidRDefault="000C451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E31CE3E" w14:textId="77777777" w:rsidR="000C451F" w:rsidRDefault="000C451F">
            <w:pPr>
              <w:pStyle w:val="Standard"/>
              <w:spacing w:before="100" w:after="119"/>
              <w:rPr>
                <w:sz w:val="16"/>
                <w:szCs w:val="16"/>
                <w:lang w:eastAsia="pl-PL"/>
              </w:rPr>
            </w:pPr>
          </w:p>
        </w:tc>
      </w:tr>
      <w:tr w:rsidR="000C451F" w14:paraId="7DE525FC"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8D3C657" w14:textId="77777777" w:rsidR="000C451F" w:rsidRDefault="000C451F">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2F6CD99D" w14:textId="77777777" w:rsidR="000C451F" w:rsidRDefault="000C451F">
            <w:pPr>
              <w:pStyle w:val="Standard"/>
              <w:spacing w:before="100" w:after="119"/>
              <w:rPr>
                <w:sz w:val="16"/>
                <w:szCs w:val="16"/>
                <w:lang w:eastAsia="pl-PL"/>
              </w:rPr>
            </w:pPr>
          </w:p>
        </w:tc>
      </w:tr>
    </w:tbl>
    <w:p w14:paraId="5AEF3F76" w14:textId="77777777" w:rsidR="000C451F" w:rsidRDefault="000C451F">
      <w:pPr>
        <w:pStyle w:val="Standard"/>
        <w:spacing w:before="100"/>
        <w:rPr>
          <w:sz w:val="16"/>
          <w:szCs w:val="16"/>
          <w:lang w:eastAsia="pl-PL"/>
        </w:rPr>
      </w:pPr>
    </w:p>
    <w:p w14:paraId="27628914" w14:textId="77777777" w:rsidR="000C451F"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0A319DBC" w14:textId="77777777" w:rsidR="000C451F"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2C7CE421" w14:textId="77777777" w:rsidR="000C451F" w:rsidRDefault="000C451F">
      <w:pPr>
        <w:pStyle w:val="Standard"/>
        <w:spacing w:before="100" w:after="240"/>
        <w:ind w:left="284"/>
        <w:rPr>
          <w:sz w:val="16"/>
          <w:szCs w:val="16"/>
          <w:lang w:eastAsia="pl-PL"/>
        </w:rPr>
      </w:pPr>
    </w:p>
    <w:p w14:paraId="4E488D9F" w14:textId="77777777" w:rsidR="000C451F" w:rsidRDefault="00000000">
      <w:pPr>
        <w:pStyle w:val="Standard"/>
        <w:spacing w:before="100" w:line="276" w:lineRule="auto"/>
        <w:rPr>
          <w:sz w:val="16"/>
          <w:szCs w:val="16"/>
          <w:lang w:eastAsia="pl-PL"/>
        </w:rPr>
      </w:pPr>
      <w:r>
        <w:rPr>
          <w:sz w:val="16"/>
          <w:szCs w:val="16"/>
          <w:lang w:eastAsia="pl-PL"/>
        </w:rPr>
        <w:t>Miejsce i data:</w:t>
      </w:r>
    </w:p>
    <w:p w14:paraId="506DD91D" w14:textId="77777777" w:rsidR="000C451F" w:rsidRDefault="00000000">
      <w:pPr>
        <w:pStyle w:val="Standard"/>
        <w:spacing w:before="100" w:line="276" w:lineRule="auto"/>
        <w:rPr>
          <w:sz w:val="16"/>
          <w:szCs w:val="16"/>
          <w:lang w:eastAsia="pl-PL"/>
        </w:rPr>
      </w:pPr>
      <w:r>
        <w:rPr>
          <w:sz w:val="16"/>
          <w:szCs w:val="16"/>
          <w:lang w:eastAsia="pl-PL"/>
        </w:rPr>
        <w:t>........................................................ ...........................................................</w:t>
      </w:r>
    </w:p>
    <w:p w14:paraId="212F0AE6" w14:textId="77777777" w:rsidR="000C451F"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24C1D978" w14:textId="77777777" w:rsidR="000C451F" w:rsidRDefault="000C451F">
      <w:pPr>
        <w:pStyle w:val="Standard"/>
        <w:spacing w:before="100"/>
        <w:ind w:left="5245"/>
        <w:rPr>
          <w:sz w:val="16"/>
          <w:szCs w:val="16"/>
          <w:lang w:eastAsia="pl-PL"/>
        </w:rPr>
      </w:pPr>
    </w:p>
    <w:p w14:paraId="3BC0A81C" w14:textId="77777777" w:rsidR="000C451F" w:rsidRDefault="000C451F">
      <w:pPr>
        <w:pStyle w:val="Standard"/>
        <w:rPr>
          <w:sz w:val="20"/>
          <w:szCs w:val="20"/>
        </w:rPr>
      </w:pPr>
    </w:p>
    <w:p w14:paraId="68FE1A01" w14:textId="77777777" w:rsidR="000C451F" w:rsidRDefault="000C451F">
      <w:pPr>
        <w:pStyle w:val="Standard"/>
        <w:rPr>
          <w:sz w:val="20"/>
          <w:szCs w:val="20"/>
        </w:rPr>
      </w:pPr>
    </w:p>
    <w:p w14:paraId="77387E6A" w14:textId="77777777" w:rsidR="000C451F" w:rsidRDefault="000C451F">
      <w:pPr>
        <w:pStyle w:val="Standard"/>
        <w:rPr>
          <w:rFonts w:ascii="Times-Roman" w:hAnsi="Times-Roman" w:cs="Times-Roman"/>
          <w:sz w:val="20"/>
          <w:szCs w:val="20"/>
        </w:rPr>
      </w:pPr>
    </w:p>
    <w:p w14:paraId="4D56917B" w14:textId="77777777" w:rsidR="000C451F" w:rsidRDefault="000C451F">
      <w:pPr>
        <w:pStyle w:val="Standard"/>
        <w:rPr>
          <w:rFonts w:ascii="Times-BoldItalic" w:hAnsi="Times-BoldItalic" w:cs="Times-BoldItalic"/>
          <w:b/>
          <w:bCs/>
          <w:i/>
          <w:iCs/>
          <w:sz w:val="18"/>
          <w:szCs w:val="18"/>
        </w:rPr>
      </w:pPr>
    </w:p>
    <w:p w14:paraId="0D1807F5" w14:textId="77777777" w:rsidR="000C451F" w:rsidRDefault="000C451F">
      <w:pPr>
        <w:pStyle w:val="Standard"/>
        <w:rPr>
          <w:rFonts w:ascii="Times-BoldItalic" w:hAnsi="Times-BoldItalic" w:cs="Times-BoldItalic"/>
          <w:b/>
          <w:bCs/>
          <w:i/>
          <w:iCs/>
          <w:sz w:val="18"/>
          <w:szCs w:val="18"/>
        </w:rPr>
      </w:pPr>
    </w:p>
    <w:p w14:paraId="6DF60789" w14:textId="77777777" w:rsidR="000C451F" w:rsidRDefault="000C451F">
      <w:pPr>
        <w:pStyle w:val="Standard"/>
        <w:rPr>
          <w:rFonts w:ascii="Times-BoldItalic" w:hAnsi="Times-BoldItalic" w:cs="Times-BoldItalic"/>
          <w:b/>
          <w:bCs/>
          <w:i/>
          <w:iCs/>
          <w:sz w:val="18"/>
          <w:szCs w:val="18"/>
        </w:rPr>
      </w:pPr>
    </w:p>
    <w:p w14:paraId="128C0231" w14:textId="77777777" w:rsidR="000C451F" w:rsidRDefault="000C451F">
      <w:pPr>
        <w:pStyle w:val="Standard"/>
        <w:rPr>
          <w:rFonts w:ascii="Times-BoldItalic" w:hAnsi="Times-BoldItalic" w:cs="Times-BoldItalic"/>
          <w:b/>
          <w:bCs/>
          <w:i/>
          <w:iCs/>
          <w:sz w:val="18"/>
          <w:szCs w:val="18"/>
        </w:rPr>
      </w:pPr>
    </w:p>
    <w:p w14:paraId="203CC92D" w14:textId="77777777" w:rsidR="000C451F" w:rsidRDefault="000C451F">
      <w:pPr>
        <w:pStyle w:val="Standard"/>
        <w:rPr>
          <w:rFonts w:ascii="Times-BoldItalic" w:hAnsi="Times-BoldItalic" w:cs="Times-BoldItalic"/>
          <w:b/>
          <w:bCs/>
          <w:i/>
          <w:iCs/>
          <w:sz w:val="18"/>
          <w:szCs w:val="18"/>
        </w:rPr>
      </w:pPr>
    </w:p>
    <w:p w14:paraId="56FE7FBD" w14:textId="77777777" w:rsidR="000C451F" w:rsidRDefault="000C451F">
      <w:pPr>
        <w:pStyle w:val="Standard"/>
        <w:rPr>
          <w:rFonts w:ascii="Times-BoldItalic" w:hAnsi="Times-BoldItalic" w:cs="Times-BoldItalic"/>
          <w:b/>
          <w:bCs/>
          <w:i/>
          <w:iCs/>
          <w:sz w:val="18"/>
          <w:szCs w:val="18"/>
        </w:rPr>
      </w:pPr>
    </w:p>
    <w:p w14:paraId="7C775EEE" w14:textId="77777777" w:rsidR="000C451F" w:rsidRDefault="000C451F">
      <w:pPr>
        <w:pStyle w:val="Standard"/>
        <w:rPr>
          <w:rFonts w:ascii="Times-BoldItalic" w:hAnsi="Times-BoldItalic" w:cs="Times-BoldItalic"/>
          <w:b/>
          <w:bCs/>
          <w:i/>
          <w:iCs/>
          <w:sz w:val="18"/>
          <w:szCs w:val="18"/>
        </w:rPr>
      </w:pPr>
    </w:p>
    <w:p w14:paraId="0A81D889" w14:textId="77777777" w:rsidR="000C451F" w:rsidRDefault="000C451F">
      <w:pPr>
        <w:pStyle w:val="Standard"/>
        <w:rPr>
          <w:rFonts w:ascii="Times-BoldItalic" w:hAnsi="Times-BoldItalic" w:cs="Times-BoldItalic"/>
          <w:b/>
          <w:bCs/>
          <w:i/>
          <w:iCs/>
          <w:sz w:val="18"/>
          <w:szCs w:val="18"/>
        </w:rPr>
      </w:pPr>
    </w:p>
    <w:p w14:paraId="325CADDA" w14:textId="77777777" w:rsidR="000C451F" w:rsidRDefault="000C451F">
      <w:pPr>
        <w:pStyle w:val="Standard"/>
        <w:rPr>
          <w:rFonts w:ascii="Times-BoldItalic" w:hAnsi="Times-BoldItalic" w:cs="Times-BoldItalic"/>
          <w:b/>
          <w:bCs/>
          <w:i/>
          <w:iCs/>
          <w:sz w:val="18"/>
          <w:szCs w:val="18"/>
        </w:rPr>
      </w:pPr>
    </w:p>
    <w:p w14:paraId="288652DF" w14:textId="77777777" w:rsidR="000C451F" w:rsidRDefault="000C451F">
      <w:pPr>
        <w:pStyle w:val="Standard"/>
        <w:rPr>
          <w:rFonts w:ascii="Times-BoldItalic" w:hAnsi="Times-BoldItalic" w:cs="Times-BoldItalic"/>
          <w:b/>
          <w:bCs/>
          <w:i/>
          <w:iCs/>
          <w:sz w:val="18"/>
          <w:szCs w:val="18"/>
        </w:rPr>
      </w:pPr>
    </w:p>
    <w:p w14:paraId="44260436" w14:textId="77777777" w:rsidR="000C451F" w:rsidRDefault="000C451F">
      <w:pPr>
        <w:pStyle w:val="Standard"/>
        <w:rPr>
          <w:rFonts w:ascii="Times-BoldItalic" w:hAnsi="Times-BoldItalic" w:cs="Times-BoldItalic"/>
          <w:b/>
          <w:bCs/>
          <w:i/>
          <w:iCs/>
          <w:sz w:val="18"/>
          <w:szCs w:val="18"/>
        </w:rPr>
      </w:pPr>
    </w:p>
    <w:p w14:paraId="017C653C" w14:textId="77777777" w:rsidR="000C451F" w:rsidRDefault="000C451F">
      <w:pPr>
        <w:pStyle w:val="Standard"/>
        <w:rPr>
          <w:rFonts w:ascii="Times-BoldItalic" w:hAnsi="Times-BoldItalic" w:cs="Times-BoldItalic"/>
          <w:b/>
          <w:bCs/>
          <w:i/>
          <w:iCs/>
          <w:sz w:val="18"/>
          <w:szCs w:val="18"/>
        </w:rPr>
      </w:pPr>
    </w:p>
    <w:p w14:paraId="1C446B91" w14:textId="77777777" w:rsidR="000C451F" w:rsidRDefault="000C451F">
      <w:pPr>
        <w:pStyle w:val="Standard"/>
        <w:rPr>
          <w:rFonts w:ascii="Times-BoldItalic" w:hAnsi="Times-BoldItalic" w:cs="Times-BoldItalic"/>
          <w:b/>
          <w:bCs/>
          <w:i/>
          <w:iCs/>
          <w:sz w:val="18"/>
          <w:szCs w:val="18"/>
        </w:rPr>
      </w:pPr>
    </w:p>
    <w:p w14:paraId="07DF5912" w14:textId="77777777" w:rsidR="000C451F" w:rsidRDefault="000C451F">
      <w:pPr>
        <w:pStyle w:val="Standard"/>
        <w:rPr>
          <w:rFonts w:ascii="Times-BoldItalic" w:hAnsi="Times-BoldItalic" w:cs="Times-BoldItalic"/>
          <w:b/>
          <w:bCs/>
          <w:i/>
          <w:iCs/>
          <w:sz w:val="18"/>
          <w:szCs w:val="18"/>
        </w:rPr>
      </w:pPr>
    </w:p>
    <w:p w14:paraId="1E68B9C8"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32ABEC43" w14:textId="77777777" w:rsidR="000C451F"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ZP.252.9.1.2026.KB</w:t>
      </w:r>
    </w:p>
    <w:p w14:paraId="089383D2" w14:textId="77777777" w:rsidR="000C451F" w:rsidRDefault="000C451F">
      <w:pPr>
        <w:pStyle w:val="Standard"/>
        <w:rPr>
          <w:rFonts w:ascii="Times-BoldItalic" w:hAnsi="Times-BoldItalic" w:cs="Times-BoldItalic"/>
          <w:b/>
          <w:bCs/>
          <w:i/>
          <w:iCs/>
          <w:sz w:val="18"/>
          <w:szCs w:val="18"/>
        </w:rPr>
      </w:pPr>
    </w:p>
    <w:p w14:paraId="1E34D756" w14:textId="77777777" w:rsidR="000C451F" w:rsidRDefault="00000000">
      <w:pPr>
        <w:pStyle w:val="Standard"/>
        <w:ind w:left="2124" w:firstLine="708"/>
        <w:rPr>
          <w:rFonts w:ascii="Times-Bold" w:hAnsi="Times-Bold" w:cs="Times-Bold"/>
          <w:b/>
          <w:bCs/>
        </w:rPr>
      </w:pPr>
      <w:r>
        <w:rPr>
          <w:rFonts w:ascii="Times-Bold" w:hAnsi="Times-Bold" w:cs="Times-Bold"/>
          <w:b/>
          <w:bCs/>
        </w:rPr>
        <w:t>PROJEKT UMOWY Nr………</w:t>
      </w:r>
    </w:p>
    <w:p w14:paraId="6C35B75F" w14:textId="77777777" w:rsidR="000C451F" w:rsidRDefault="000C451F">
      <w:pPr>
        <w:pStyle w:val="Standard"/>
        <w:ind w:left="2124" w:firstLine="708"/>
        <w:rPr>
          <w:rFonts w:ascii="Times-Bold" w:hAnsi="Times-Bold" w:cs="Times-Bold"/>
          <w:b/>
          <w:bCs/>
        </w:rPr>
      </w:pPr>
    </w:p>
    <w:p w14:paraId="63C8B7C0" w14:textId="77777777" w:rsidR="000C451F" w:rsidRDefault="00000000">
      <w:pPr>
        <w:pStyle w:val="Standard"/>
        <w:spacing w:line="100" w:lineRule="atLeast"/>
      </w:pPr>
      <w:r>
        <w:t xml:space="preserve">zawarta w dniu </w:t>
      </w:r>
      <w:r>
        <w:rPr>
          <w:b/>
        </w:rPr>
        <w:t>……………..12.2025 roku</w:t>
      </w:r>
      <w:r>
        <w:t xml:space="preserve"> w Wejherowie pomiędzy:</w:t>
      </w:r>
    </w:p>
    <w:p w14:paraId="263E2921" w14:textId="77777777" w:rsidR="000C451F" w:rsidRDefault="00000000">
      <w:pPr>
        <w:pStyle w:val="Standard"/>
        <w:spacing w:line="240" w:lineRule="atLeast"/>
        <w:rPr>
          <w:b/>
        </w:rPr>
      </w:pPr>
      <w:r>
        <w:rPr>
          <w:b/>
        </w:rPr>
        <w:t>Gminą Miasta Wejherowa</w:t>
      </w:r>
    </w:p>
    <w:p w14:paraId="39BC8B70" w14:textId="77777777" w:rsidR="000C451F" w:rsidRDefault="00000000">
      <w:pPr>
        <w:pStyle w:val="Standard"/>
        <w:spacing w:line="240" w:lineRule="atLeast"/>
        <w:rPr>
          <w:b/>
        </w:rPr>
      </w:pPr>
      <w:r>
        <w:rPr>
          <w:b/>
        </w:rPr>
        <w:t>84-200 Wejherowo, Plac Jakuba Wejhera 8</w:t>
      </w:r>
    </w:p>
    <w:p w14:paraId="113E2739" w14:textId="77777777" w:rsidR="000C451F" w:rsidRDefault="00000000">
      <w:pPr>
        <w:pStyle w:val="Standard"/>
        <w:spacing w:line="240" w:lineRule="atLeast"/>
        <w:rPr>
          <w:b/>
        </w:rPr>
      </w:pPr>
      <w:r>
        <w:rPr>
          <w:b/>
        </w:rPr>
        <w:t>NIP 588-10-00-993,</w:t>
      </w:r>
    </w:p>
    <w:p w14:paraId="18737FE4" w14:textId="77777777" w:rsidR="000C451F" w:rsidRDefault="00000000">
      <w:pPr>
        <w:pStyle w:val="Standard"/>
        <w:spacing w:line="240" w:lineRule="atLeast"/>
        <w:rPr>
          <w:b/>
        </w:rPr>
      </w:pPr>
      <w:r>
        <w:rPr>
          <w:b/>
        </w:rPr>
        <w:t>reprezentowanym przez</w:t>
      </w:r>
    </w:p>
    <w:p w14:paraId="21FDFA90" w14:textId="77777777" w:rsidR="000C451F" w:rsidRDefault="00000000">
      <w:pPr>
        <w:pStyle w:val="Standard"/>
        <w:rPr>
          <w:b/>
        </w:rPr>
      </w:pPr>
      <w:r>
        <w:rPr>
          <w:b/>
        </w:rPr>
        <w:t>p. Annę Kosmalską Dyrektora</w:t>
      </w:r>
    </w:p>
    <w:p w14:paraId="27822AA6" w14:textId="77777777" w:rsidR="000C451F" w:rsidRDefault="00000000">
      <w:pPr>
        <w:pStyle w:val="Standard"/>
        <w:spacing w:line="240" w:lineRule="atLeast"/>
        <w:rPr>
          <w:b/>
        </w:rPr>
      </w:pPr>
      <w:r>
        <w:rPr>
          <w:b/>
        </w:rPr>
        <w:t>Miejskiego Ośrodka Pomocy Społecznej w Wejherowie z siedzibą</w:t>
      </w:r>
    </w:p>
    <w:p w14:paraId="47AAEEF5" w14:textId="77777777" w:rsidR="000C451F" w:rsidRDefault="00000000">
      <w:pPr>
        <w:pStyle w:val="Standard"/>
        <w:spacing w:line="240" w:lineRule="atLeast"/>
        <w:rPr>
          <w:b/>
        </w:rPr>
      </w:pPr>
      <w:r>
        <w:rPr>
          <w:b/>
        </w:rPr>
        <w:t>84-200 Wejherowo, ul. Kusocińskiego 17,</w:t>
      </w:r>
    </w:p>
    <w:p w14:paraId="039DFFE1" w14:textId="77777777" w:rsidR="000C451F" w:rsidRDefault="00000000">
      <w:pPr>
        <w:pStyle w:val="Standard"/>
        <w:spacing w:line="100" w:lineRule="atLeast"/>
      </w:pPr>
      <w:r>
        <w:t xml:space="preserve">zwanym dalej </w:t>
      </w:r>
      <w:r>
        <w:rPr>
          <w:b/>
        </w:rPr>
        <w:t xml:space="preserve">Zamawiającym, </w:t>
      </w:r>
      <w:r>
        <w:rPr>
          <w:b/>
        </w:rPr>
        <w:tab/>
      </w:r>
    </w:p>
    <w:p w14:paraId="5F6E0A2B" w14:textId="77777777" w:rsidR="000C451F" w:rsidRDefault="000C451F">
      <w:pPr>
        <w:pStyle w:val="Standard"/>
        <w:spacing w:line="240" w:lineRule="atLeast"/>
        <w:rPr>
          <w:b/>
        </w:rPr>
      </w:pPr>
    </w:p>
    <w:p w14:paraId="1B88ECA3" w14:textId="77777777" w:rsidR="000C451F" w:rsidRDefault="00000000">
      <w:pPr>
        <w:pStyle w:val="Standard"/>
        <w:spacing w:line="240" w:lineRule="atLeast"/>
      </w:pPr>
      <w:r>
        <w:t>a</w:t>
      </w:r>
    </w:p>
    <w:p w14:paraId="6EEAFAF6" w14:textId="77777777" w:rsidR="000C451F" w:rsidRDefault="00000000">
      <w:pPr>
        <w:pStyle w:val="Standard"/>
        <w:spacing w:line="240" w:lineRule="atLeast"/>
        <w:rPr>
          <w:b/>
        </w:rPr>
      </w:pPr>
      <w:r>
        <w:rPr>
          <w:b/>
        </w:rPr>
        <w:t>……………………………………………………………………………………………</w:t>
      </w:r>
    </w:p>
    <w:p w14:paraId="47AA8FBA" w14:textId="77777777" w:rsidR="000C451F" w:rsidRDefault="00000000">
      <w:pPr>
        <w:pStyle w:val="Standard"/>
        <w:spacing w:line="100" w:lineRule="atLeast"/>
      </w:pPr>
      <w:r>
        <w:t xml:space="preserve">zwanym dalej </w:t>
      </w:r>
      <w:r>
        <w:rPr>
          <w:b/>
        </w:rPr>
        <w:t xml:space="preserve">Wykonawcą, </w:t>
      </w:r>
      <w:r>
        <w:rPr>
          <w:b/>
        </w:rPr>
        <w:tab/>
      </w:r>
    </w:p>
    <w:p w14:paraId="75589CD2" w14:textId="77777777" w:rsidR="000C451F" w:rsidRDefault="000C451F">
      <w:pPr>
        <w:pStyle w:val="Standard"/>
        <w:spacing w:line="100" w:lineRule="atLeast"/>
      </w:pPr>
    </w:p>
    <w:p w14:paraId="638524B7" w14:textId="77777777" w:rsidR="000C451F"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ZP.271.9.2026.KB, oraz przedłożonej  oferty, wyżej wymienione Strony zawierają umowę</w:t>
      </w:r>
      <w:r>
        <w:br/>
        <w:t>o następującej treści:</w:t>
      </w:r>
    </w:p>
    <w:p w14:paraId="05DE6736" w14:textId="77777777" w:rsidR="000C451F" w:rsidRDefault="00000000">
      <w:pPr>
        <w:pStyle w:val="Standard"/>
        <w:spacing w:line="100" w:lineRule="atLeast"/>
        <w:jc w:val="center"/>
        <w:rPr>
          <w:b/>
        </w:rPr>
      </w:pPr>
      <w:r>
        <w:rPr>
          <w:b/>
        </w:rPr>
        <w:t xml:space="preserve">       § 1</w:t>
      </w:r>
    </w:p>
    <w:p w14:paraId="402A3738" w14:textId="77777777" w:rsidR="000C451F"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2E952674" w14:textId="77777777" w:rsidR="000C451F" w:rsidRDefault="00000000">
      <w:pPr>
        <w:spacing w:after="200" w:line="276" w:lineRule="auto"/>
        <w:jc w:val="both"/>
      </w:pPr>
      <w:r>
        <w:rPr>
          <w:b/>
        </w:rPr>
        <w:t>„</w:t>
      </w:r>
      <w:r>
        <w:rPr>
          <w:b/>
          <w:sz w:val="24"/>
          <w:szCs w:val="24"/>
        </w:rPr>
        <w:t>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rFonts w:ascii="Times-Roman" w:hAnsi="Times-Roman" w:cs="Times-Roman"/>
          <w:b/>
        </w:rPr>
        <w:t>.</w:t>
      </w:r>
      <w:r>
        <w:rPr>
          <w:b/>
        </w:rPr>
        <w:t>”</w:t>
      </w:r>
      <w:r>
        <w:rPr>
          <w:b/>
          <w:bCs/>
        </w:rPr>
        <w:t xml:space="preserve"> </w:t>
      </w:r>
      <w:r>
        <w:rPr>
          <w:bCs/>
        </w:rPr>
        <w:t>zgodnie ze złożoną ofertą i Ogłoszeniem o zamówieniu, które stanowią integralną część niniejszej umowy.</w:t>
      </w:r>
    </w:p>
    <w:p w14:paraId="2AF0F214" w14:textId="77777777" w:rsidR="000C451F" w:rsidRDefault="00000000">
      <w:pPr>
        <w:pStyle w:val="Standard"/>
        <w:spacing w:line="100" w:lineRule="atLeast"/>
        <w:jc w:val="center"/>
        <w:rPr>
          <w:b/>
        </w:rPr>
      </w:pPr>
      <w:r>
        <w:rPr>
          <w:b/>
        </w:rPr>
        <w:t xml:space="preserve">       § 2</w:t>
      </w:r>
    </w:p>
    <w:p w14:paraId="7883BD1B" w14:textId="77777777" w:rsidR="000C451F"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70FABED3" w14:textId="77777777" w:rsidR="000C451F" w:rsidRDefault="00000000">
      <w:pPr>
        <w:pStyle w:val="Standard"/>
        <w:spacing w:line="100" w:lineRule="atLeast"/>
        <w:jc w:val="center"/>
        <w:rPr>
          <w:b/>
          <w:bCs/>
        </w:rPr>
      </w:pPr>
      <w:r>
        <w:rPr>
          <w:b/>
          <w:bCs/>
        </w:rPr>
        <w:t xml:space="preserve">     § 3</w:t>
      </w:r>
    </w:p>
    <w:p w14:paraId="5E7794F8" w14:textId="77777777" w:rsidR="000C451F" w:rsidRDefault="00000000">
      <w:pPr>
        <w:pStyle w:val="Standard"/>
        <w:tabs>
          <w:tab w:val="left" w:pos="284"/>
        </w:tabs>
        <w:spacing w:line="100" w:lineRule="atLeast"/>
        <w:ind w:left="284"/>
      </w:pPr>
      <w:r>
        <w:t>1.Wykonawca winien zapewnić w każdym miesiącu świadczonej usługi co najmniej 1 miejsca dla osób bezdomnych. W/w liczba miejsc będzie zapewniona przez cały okres trwania umowy.</w:t>
      </w:r>
    </w:p>
    <w:p w14:paraId="2C9AD2B9" w14:textId="77777777" w:rsidR="000C451F"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4A92DADF" w14:textId="77777777" w:rsidR="000C451F" w:rsidRDefault="000C451F">
      <w:pPr>
        <w:pStyle w:val="Standard"/>
        <w:spacing w:line="100" w:lineRule="atLeast"/>
        <w:jc w:val="center"/>
        <w:rPr>
          <w:b/>
          <w:bCs/>
        </w:rPr>
      </w:pPr>
    </w:p>
    <w:p w14:paraId="7EE38AC7" w14:textId="77777777" w:rsidR="000C451F" w:rsidRDefault="000C451F">
      <w:pPr>
        <w:pStyle w:val="Standard"/>
        <w:spacing w:line="100" w:lineRule="atLeast"/>
        <w:jc w:val="center"/>
        <w:rPr>
          <w:b/>
          <w:bCs/>
        </w:rPr>
      </w:pPr>
    </w:p>
    <w:p w14:paraId="7A4FF877" w14:textId="77777777" w:rsidR="000C451F" w:rsidRDefault="000C451F">
      <w:pPr>
        <w:pStyle w:val="Standard"/>
        <w:spacing w:line="100" w:lineRule="atLeast"/>
        <w:jc w:val="center"/>
        <w:rPr>
          <w:b/>
          <w:bCs/>
        </w:rPr>
      </w:pPr>
    </w:p>
    <w:p w14:paraId="68FBD6F4" w14:textId="77777777" w:rsidR="000C451F" w:rsidRDefault="00000000">
      <w:pPr>
        <w:pStyle w:val="Standard"/>
        <w:spacing w:line="100" w:lineRule="atLeast"/>
        <w:jc w:val="center"/>
        <w:rPr>
          <w:b/>
          <w:bCs/>
        </w:rPr>
      </w:pPr>
      <w:r>
        <w:rPr>
          <w:b/>
          <w:bCs/>
        </w:rPr>
        <w:t>§ 4</w:t>
      </w:r>
    </w:p>
    <w:p w14:paraId="207233DF" w14:textId="77777777" w:rsidR="000C451F" w:rsidRDefault="00000000">
      <w:pPr>
        <w:pStyle w:val="Standard"/>
        <w:tabs>
          <w:tab w:val="left" w:pos="284"/>
        </w:tabs>
        <w:spacing w:line="100" w:lineRule="atLeast"/>
        <w:ind w:left="284"/>
      </w:pPr>
      <w:r>
        <w:t>Strony ustalają  następujące zasady odpłatności za pobyt w schronisku lub noclegowni:</w:t>
      </w:r>
    </w:p>
    <w:p w14:paraId="583CB4B2" w14:textId="77777777" w:rsidR="000C451F" w:rsidRDefault="00000000">
      <w:pPr>
        <w:pStyle w:val="Standard"/>
        <w:tabs>
          <w:tab w:val="left" w:pos="709"/>
        </w:tabs>
        <w:spacing w:line="100" w:lineRule="atLeast"/>
        <w:ind w:left="709"/>
      </w:pPr>
      <w:r>
        <w:t>1.w przypadku osoby nie posiadającej dochodu lub, której dochód nie przekracza kryterium dochodowego  określonego w  Ustawie o pomocy  społecznej, koszty pobytu i posiłku pokryje w całości Zamawiający,</w:t>
      </w:r>
    </w:p>
    <w:p w14:paraId="2BED03D5" w14:textId="77777777" w:rsidR="000C451F" w:rsidRDefault="00000000">
      <w:pPr>
        <w:pStyle w:val="Standard"/>
        <w:tabs>
          <w:tab w:val="left" w:pos="709"/>
        </w:tabs>
        <w:spacing w:line="100" w:lineRule="atLeast"/>
        <w:ind w:left="709"/>
      </w:pPr>
      <w:r>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3EB8BCD3" w14:textId="77777777" w:rsidR="000C451F"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5030B834" w14:textId="77777777" w:rsidR="000C451F" w:rsidRDefault="00000000">
      <w:pPr>
        <w:pStyle w:val="Standard"/>
        <w:spacing w:line="100" w:lineRule="atLeast"/>
        <w:jc w:val="center"/>
      </w:pPr>
      <w:r>
        <w:t xml:space="preserve">       </w:t>
      </w:r>
      <w:r>
        <w:rPr>
          <w:b/>
          <w:bCs/>
        </w:rPr>
        <w:t>§ 5</w:t>
      </w:r>
    </w:p>
    <w:p w14:paraId="78177CA7" w14:textId="77777777" w:rsidR="000C451F"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381603BC" w14:textId="77777777" w:rsidR="000C451F"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3F9A20E2" w14:textId="77777777" w:rsidR="000C451F"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16EC52EC" w14:textId="77777777" w:rsidR="000C451F" w:rsidRDefault="00000000">
      <w:pPr>
        <w:pStyle w:val="Standard"/>
        <w:rPr>
          <w:b/>
        </w:rPr>
      </w:pPr>
      <w:r>
        <w:rPr>
          <w:b/>
        </w:rPr>
        <w:t>Nabywca:</w:t>
      </w:r>
      <w:r>
        <w:rPr>
          <w:b/>
        </w:rPr>
        <w:tab/>
        <w:t>Gmina Miasta Wejherowa</w:t>
      </w:r>
    </w:p>
    <w:p w14:paraId="0335F2E4" w14:textId="77777777" w:rsidR="000C451F" w:rsidRDefault="00000000">
      <w:pPr>
        <w:pStyle w:val="Standard"/>
        <w:rPr>
          <w:b/>
        </w:rPr>
      </w:pPr>
      <w:r>
        <w:rPr>
          <w:b/>
        </w:rPr>
        <w:tab/>
      </w:r>
      <w:r>
        <w:rPr>
          <w:b/>
        </w:rPr>
        <w:tab/>
        <w:t>84-200 Wejherowo, Plac Jakuba Wejhera 8</w:t>
      </w:r>
    </w:p>
    <w:p w14:paraId="47B3CF6C" w14:textId="77777777" w:rsidR="000C451F" w:rsidRDefault="00000000">
      <w:pPr>
        <w:pStyle w:val="Standard"/>
        <w:rPr>
          <w:b/>
        </w:rPr>
      </w:pPr>
      <w:r>
        <w:rPr>
          <w:b/>
        </w:rPr>
        <w:tab/>
      </w:r>
      <w:r>
        <w:rPr>
          <w:b/>
        </w:rPr>
        <w:tab/>
        <w:t>NIP: 588-10-00-993</w:t>
      </w:r>
    </w:p>
    <w:p w14:paraId="58293DB9" w14:textId="77777777" w:rsidR="000C451F" w:rsidRDefault="00000000">
      <w:pPr>
        <w:pStyle w:val="Standard"/>
        <w:rPr>
          <w:b/>
        </w:rPr>
      </w:pPr>
      <w:r>
        <w:rPr>
          <w:b/>
        </w:rPr>
        <w:t>Odbiorca:</w:t>
      </w:r>
      <w:r>
        <w:rPr>
          <w:b/>
        </w:rPr>
        <w:tab/>
        <w:t>Miejski Ośrodek Pomocy Społecznej</w:t>
      </w:r>
    </w:p>
    <w:p w14:paraId="4131CABB" w14:textId="77777777" w:rsidR="000C451F" w:rsidRDefault="00000000">
      <w:pPr>
        <w:pStyle w:val="Standard"/>
        <w:rPr>
          <w:b/>
        </w:rPr>
      </w:pPr>
      <w:r>
        <w:rPr>
          <w:b/>
        </w:rPr>
        <w:tab/>
      </w:r>
      <w:r>
        <w:rPr>
          <w:b/>
        </w:rPr>
        <w:tab/>
        <w:t>84-200 Wejherowo,</w:t>
      </w:r>
    </w:p>
    <w:p w14:paraId="2E3B50AF" w14:textId="77777777" w:rsidR="000C451F" w:rsidRDefault="00000000">
      <w:pPr>
        <w:pStyle w:val="Standard"/>
        <w:rPr>
          <w:b/>
        </w:rPr>
      </w:pPr>
      <w:r>
        <w:rPr>
          <w:b/>
        </w:rPr>
        <w:tab/>
      </w:r>
      <w:r>
        <w:rPr>
          <w:b/>
        </w:rPr>
        <w:tab/>
        <w:t>ul. Kusocińskiego 17</w:t>
      </w:r>
    </w:p>
    <w:p w14:paraId="349320DE" w14:textId="77777777" w:rsidR="000C451F"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0B60AF95" w14:textId="77777777" w:rsidR="000C451F"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173C8CD2" w14:textId="77777777" w:rsidR="000C451F"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08F315C8" w14:textId="77777777" w:rsidR="000C451F"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709743B0" w14:textId="77777777" w:rsidR="000C451F"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760CB351" w14:textId="77777777" w:rsidR="000C451F"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60481858" w14:textId="77777777" w:rsidR="000C451F"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48DAD3CA" w14:textId="77777777" w:rsidR="000C451F" w:rsidRDefault="000C451F">
      <w:pPr>
        <w:pStyle w:val="Standard"/>
        <w:tabs>
          <w:tab w:val="left" w:pos="284"/>
        </w:tabs>
        <w:spacing w:line="100" w:lineRule="atLeast"/>
        <w:rPr>
          <w:u w:val="single"/>
        </w:rPr>
      </w:pPr>
    </w:p>
    <w:p w14:paraId="0DFBD4D6" w14:textId="77777777" w:rsidR="000C451F" w:rsidRDefault="00000000">
      <w:pPr>
        <w:pStyle w:val="Standard"/>
        <w:tabs>
          <w:tab w:val="left" w:pos="4188"/>
          <w:tab w:val="center" w:pos="4536"/>
        </w:tabs>
        <w:spacing w:line="100" w:lineRule="atLeast"/>
        <w:jc w:val="center"/>
        <w:rPr>
          <w:b/>
          <w:bCs/>
        </w:rPr>
      </w:pPr>
      <w:r>
        <w:rPr>
          <w:b/>
          <w:bCs/>
        </w:rPr>
        <w:t>§ 6</w:t>
      </w:r>
    </w:p>
    <w:p w14:paraId="1120D12A" w14:textId="77777777" w:rsidR="000C451F"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3304ED4F" w14:textId="77777777" w:rsidR="000C451F" w:rsidRDefault="00000000">
      <w:pPr>
        <w:pStyle w:val="Standard"/>
        <w:tabs>
          <w:tab w:val="left" w:pos="568"/>
          <w:tab w:val="left" w:pos="1364"/>
        </w:tabs>
        <w:spacing w:line="100" w:lineRule="atLeast"/>
        <w:ind w:left="284"/>
      </w:pPr>
      <w:r>
        <w:t>1.kontroli dokumentacji przebywających w placówce osób bezdomnych,</w:t>
      </w:r>
    </w:p>
    <w:p w14:paraId="5F10BA40" w14:textId="77777777" w:rsidR="000C451F" w:rsidRDefault="00000000">
      <w:pPr>
        <w:pStyle w:val="Standard"/>
        <w:tabs>
          <w:tab w:val="left" w:pos="568"/>
          <w:tab w:val="left" w:pos="1364"/>
        </w:tabs>
        <w:spacing w:line="100" w:lineRule="atLeast"/>
        <w:ind w:left="284"/>
      </w:pPr>
      <w:r>
        <w:t>2.kontroli warunków  socjalno-bytowych osób bezdomnych,</w:t>
      </w:r>
    </w:p>
    <w:p w14:paraId="1FC61F30" w14:textId="77777777" w:rsidR="000C451F" w:rsidRDefault="00000000">
      <w:pPr>
        <w:pStyle w:val="Standard"/>
        <w:tabs>
          <w:tab w:val="left" w:pos="568"/>
          <w:tab w:val="left" w:pos="1364"/>
        </w:tabs>
        <w:spacing w:line="100" w:lineRule="atLeast"/>
        <w:ind w:left="284"/>
      </w:pPr>
      <w:r>
        <w:t>3.merytorycznej kontroli prowadzonej pracy socjalnej  z bezdomnymi,</w:t>
      </w:r>
    </w:p>
    <w:p w14:paraId="0EA74A89" w14:textId="77777777" w:rsidR="000C451F"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42E311EE" w14:textId="77777777" w:rsidR="000C451F" w:rsidRDefault="00000000">
      <w:pPr>
        <w:pStyle w:val="Standard"/>
        <w:spacing w:line="100" w:lineRule="atLeast"/>
        <w:jc w:val="center"/>
      </w:pPr>
      <w:r>
        <w:t xml:space="preserve">  </w:t>
      </w:r>
      <w:r>
        <w:rPr>
          <w:b/>
          <w:bCs/>
        </w:rPr>
        <w:t>§ 7</w:t>
      </w:r>
    </w:p>
    <w:p w14:paraId="1C33BF17" w14:textId="77777777" w:rsidR="000C451F" w:rsidRDefault="00000000">
      <w:pPr>
        <w:pStyle w:val="Standard"/>
        <w:tabs>
          <w:tab w:val="left" w:pos="-2596"/>
          <w:tab w:val="left" w:pos="-1440"/>
        </w:tabs>
        <w:spacing w:line="100" w:lineRule="atLeast"/>
      </w:pPr>
      <w:r>
        <w:t>1.Wykonawca  zobowiązuje się do:</w:t>
      </w:r>
    </w:p>
    <w:p w14:paraId="083690DA" w14:textId="77777777" w:rsidR="000C451F"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305FB737" w14:textId="77777777" w:rsidR="000C451F"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63047F69" w14:textId="77777777" w:rsidR="000C451F"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3E98D575" w14:textId="77777777" w:rsidR="000C451F"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0841BC14" w14:textId="77777777" w:rsidR="000C451F"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5CD9052F" w14:textId="77777777" w:rsidR="000C451F"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0CA8C594" w14:textId="77777777" w:rsidR="000C451F"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41B068A7" w14:textId="77777777" w:rsidR="000C451F"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27AB96C0" w14:textId="77777777" w:rsidR="000C451F"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7CC3138C" w14:textId="77777777" w:rsidR="000C451F"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62D1CCDB" w14:textId="77777777" w:rsidR="000C451F"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25ACD616" w14:textId="77777777" w:rsidR="000C451F"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729DCC60" w14:textId="77777777" w:rsidR="000C451F"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2AB67C88" w14:textId="77777777" w:rsidR="000C451F" w:rsidRDefault="000C451F">
      <w:pPr>
        <w:pStyle w:val="Standard"/>
        <w:spacing w:line="100" w:lineRule="atLeast"/>
        <w:jc w:val="center"/>
        <w:rPr>
          <w:b/>
          <w:bCs/>
        </w:rPr>
      </w:pPr>
    </w:p>
    <w:p w14:paraId="35D43869" w14:textId="77777777" w:rsidR="000C451F" w:rsidRDefault="00000000">
      <w:pPr>
        <w:pStyle w:val="Standard"/>
        <w:spacing w:line="100" w:lineRule="atLeast"/>
        <w:jc w:val="center"/>
        <w:rPr>
          <w:b/>
          <w:bCs/>
        </w:rPr>
      </w:pPr>
      <w:r>
        <w:rPr>
          <w:b/>
          <w:bCs/>
        </w:rPr>
        <w:t>§ 8</w:t>
      </w:r>
    </w:p>
    <w:p w14:paraId="2984E72B" w14:textId="77777777" w:rsidR="000C451F" w:rsidRDefault="00000000">
      <w:pPr>
        <w:pStyle w:val="Standard"/>
        <w:tabs>
          <w:tab w:val="left" w:pos="426"/>
        </w:tabs>
        <w:spacing w:line="100" w:lineRule="atLeast"/>
      </w:pPr>
      <w:r>
        <w:t xml:space="preserve">Umowa obowiązuje </w:t>
      </w:r>
      <w:r>
        <w:rPr>
          <w:b/>
        </w:rPr>
        <w:t>od dnia 01.01.2026r. do dnia 31.12.2026r.</w:t>
      </w:r>
    </w:p>
    <w:p w14:paraId="6AA519FC" w14:textId="77777777" w:rsidR="000C451F" w:rsidRDefault="000C451F">
      <w:pPr>
        <w:pStyle w:val="Standard"/>
        <w:spacing w:line="100" w:lineRule="atLeast"/>
        <w:jc w:val="center"/>
        <w:rPr>
          <w:b/>
          <w:bCs/>
        </w:rPr>
      </w:pPr>
    </w:p>
    <w:p w14:paraId="5AE2CFAE" w14:textId="77777777" w:rsidR="000C451F" w:rsidRDefault="00000000">
      <w:pPr>
        <w:pStyle w:val="Standard"/>
        <w:spacing w:line="100" w:lineRule="atLeast"/>
        <w:jc w:val="center"/>
        <w:rPr>
          <w:b/>
          <w:bCs/>
        </w:rPr>
      </w:pPr>
      <w:r>
        <w:rPr>
          <w:b/>
          <w:bCs/>
        </w:rPr>
        <w:t>§ 9</w:t>
      </w:r>
    </w:p>
    <w:p w14:paraId="4A463F12" w14:textId="77777777" w:rsidR="000C451F" w:rsidRDefault="00000000">
      <w:pPr>
        <w:pStyle w:val="Standard"/>
        <w:tabs>
          <w:tab w:val="left" w:pos="568"/>
          <w:tab w:val="left" w:pos="2084"/>
        </w:tabs>
        <w:spacing w:line="100" w:lineRule="atLeast"/>
      </w:pPr>
      <w:r>
        <w:t>1.Zamawiający może odstąpić od umowy ze skutkiem natychmiastowym w przypadku stwierdzenia nienależytego wykonywania bądź nie wykonywania umowy przez Wykonawcę, bez możliwości dochodzenia przez Wykonawcę jakiegokolwiek odszkodowania z tego tytułu.</w:t>
      </w:r>
    </w:p>
    <w:p w14:paraId="03EE6EDC" w14:textId="77777777" w:rsidR="000C451F" w:rsidRDefault="00000000">
      <w:pPr>
        <w:pStyle w:val="Standard"/>
        <w:tabs>
          <w:tab w:val="left" w:pos="568"/>
          <w:tab w:val="left" w:pos="2084"/>
        </w:tabs>
        <w:spacing w:line="100" w:lineRule="atLeast"/>
      </w:pPr>
      <w:r>
        <w:t>2.W przypadku określonym w ust. 1 jak również w przypadku odstąpienia od realizacji umowy przez Wykonawcę, Wykonawca zobowiązany jest zapłacić Zamawiającemu karę umowną w wysokości równej trzymiesięcznemu kosztowi utrzymania liczby bezdomnych, o której mowa w  § 3 ust. 1 przyjmując wykorzystaniu wszystkich tych miejsc przez pełne trzy miesiące.</w:t>
      </w:r>
    </w:p>
    <w:p w14:paraId="6D1F8ED0" w14:textId="77777777" w:rsidR="000C451F"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6EB6B7CC" w14:textId="77777777" w:rsidR="000C451F"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72B5FF39" w14:textId="77777777" w:rsidR="000C451F"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4B0D201F" w14:textId="77777777" w:rsidR="000C451F" w:rsidRDefault="00000000">
      <w:pPr>
        <w:pStyle w:val="Standard"/>
        <w:tabs>
          <w:tab w:val="left" w:pos="568"/>
          <w:tab w:val="left" w:pos="2084"/>
        </w:tabs>
        <w:spacing w:line="100" w:lineRule="atLeast"/>
      </w:pPr>
      <w:r>
        <w:t>6.Umowa może być w każdym czasie rozwiązana za zgodą Stron.</w:t>
      </w:r>
    </w:p>
    <w:p w14:paraId="51962D30" w14:textId="77777777" w:rsidR="000C451F" w:rsidRDefault="00000000">
      <w:pPr>
        <w:pStyle w:val="Standard"/>
        <w:tabs>
          <w:tab w:val="left" w:pos="568"/>
        </w:tabs>
        <w:spacing w:line="100" w:lineRule="atLeast"/>
        <w:ind w:left="284" w:hanging="284"/>
        <w:jc w:val="center"/>
        <w:rPr>
          <w:b/>
          <w:bCs/>
        </w:rPr>
      </w:pPr>
      <w:r>
        <w:rPr>
          <w:b/>
          <w:bCs/>
        </w:rPr>
        <w:t>§ 10</w:t>
      </w:r>
    </w:p>
    <w:p w14:paraId="095061CF" w14:textId="77777777" w:rsidR="000C451F" w:rsidRDefault="000C451F">
      <w:pPr>
        <w:pStyle w:val="Standard"/>
        <w:tabs>
          <w:tab w:val="left" w:pos="568"/>
        </w:tabs>
        <w:spacing w:line="100" w:lineRule="atLeast"/>
        <w:ind w:left="284" w:hanging="284"/>
        <w:jc w:val="center"/>
        <w:rPr>
          <w:b/>
          <w:bCs/>
        </w:rPr>
      </w:pPr>
    </w:p>
    <w:p w14:paraId="6BC4EDBB" w14:textId="77777777" w:rsidR="000C451F"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7CE10D3A" w14:textId="77777777" w:rsidR="000C451F" w:rsidRDefault="00000000">
      <w:pPr>
        <w:tabs>
          <w:tab w:val="left" w:pos="1724"/>
        </w:tabs>
        <w:spacing w:line="100" w:lineRule="atLeast"/>
      </w:pPr>
      <w:r>
        <w:t>2.Paragraf 9 ust.3:4 ma odpowiednie zastosowanie.</w:t>
      </w:r>
    </w:p>
    <w:p w14:paraId="60C5524B" w14:textId="77777777" w:rsidR="000C451F" w:rsidRDefault="00000000">
      <w:pPr>
        <w:pStyle w:val="Standard"/>
        <w:tabs>
          <w:tab w:val="left" w:pos="568"/>
        </w:tabs>
        <w:spacing w:line="100" w:lineRule="atLeast"/>
        <w:ind w:left="284" w:hanging="284"/>
        <w:jc w:val="center"/>
        <w:rPr>
          <w:b/>
          <w:bCs/>
        </w:rPr>
      </w:pPr>
      <w:r>
        <w:rPr>
          <w:b/>
          <w:bCs/>
        </w:rPr>
        <w:t>§ 11</w:t>
      </w:r>
    </w:p>
    <w:p w14:paraId="0CF2FA90" w14:textId="77777777" w:rsidR="000C451F" w:rsidRDefault="000C451F">
      <w:pPr>
        <w:pStyle w:val="Standard"/>
        <w:tabs>
          <w:tab w:val="left" w:pos="568"/>
        </w:tabs>
        <w:spacing w:line="100" w:lineRule="atLeast"/>
        <w:ind w:left="284" w:hanging="284"/>
        <w:jc w:val="center"/>
        <w:rPr>
          <w:b/>
          <w:bCs/>
        </w:rPr>
      </w:pPr>
    </w:p>
    <w:p w14:paraId="60832EB1" w14:textId="77777777" w:rsidR="000C451F"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23A327FA" w14:textId="77777777" w:rsidR="000C451F"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454155F8" w14:textId="77777777" w:rsidR="000C451F"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768BF51D" w14:textId="77777777" w:rsidR="000C451F"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72475A8F" w14:textId="77777777" w:rsidR="000C451F" w:rsidRDefault="000C451F">
      <w:pPr>
        <w:pStyle w:val="Tekstpodstawowy23"/>
        <w:spacing w:after="0" w:line="100" w:lineRule="atLeast"/>
      </w:pPr>
    </w:p>
    <w:p w14:paraId="366A180F" w14:textId="77777777" w:rsidR="000C451F" w:rsidRDefault="000C451F">
      <w:pPr>
        <w:pStyle w:val="Standard"/>
        <w:spacing w:line="100" w:lineRule="atLeast"/>
        <w:jc w:val="center"/>
        <w:rPr>
          <w:b/>
          <w:bCs/>
        </w:rPr>
      </w:pPr>
    </w:p>
    <w:p w14:paraId="1F29D7E2" w14:textId="77777777" w:rsidR="000C451F" w:rsidRDefault="00000000">
      <w:pPr>
        <w:pStyle w:val="Standard"/>
        <w:spacing w:line="100" w:lineRule="atLeast"/>
        <w:jc w:val="center"/>
        <w:rPr>
          <w:b/>
          <w:bCs/>
        </w:rPr>
      </w:pPr>
      <w:r>
        <w:rPr>
          <w:b/>
          <w:bCs/>
        </w:rPr>
        <w:t>§ 12</w:t>
      </w:r>
    </w:p>
    <w:p w14:paraId="234BCA2D" w14:textId="77777777" w:rsidR="000C451F"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2D97E85B" w14:textId="77777777" w:rsidR="000C451F"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37B9B3E4" w14:textId="77777777" w:rsidR="000C451F"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6A36FA95" w14:textId="77777777" w:rsidR="000C451F" w:rsidRDefault="000C451F">
      <w:pPr>
        <w:pStyle w:val="Standard"/>
        <w:jc w:val="center"/>
        <w:rPr>
          <w:b/>
          <w:color w:val="000000"/>
        </w:rPr>
      </w:pPr>
    </w:p>
    <w:p w14:paraId="5A380E47" w14:textId="77777777" w:rsidR="000C451F" w:rsidRDefault="00000000">
      <w:pPr>
        <w:pStyle w:val="Standard"/>
        <w:jc w:val="center"/>
        <w:rPr>
          <w:b/>
          <w:color w:val="000000"/>
        </w:rPr>
      </w:pPr>
      <w:r>
        <w:rPr>
          <w:b/>
          <w:color w:val="000000"/>
        </w:rPr>
        <w:t>§ 13</w:t>
      </w:r>
    </w:p>
    <w:p w14:paraId="3388A611" w14:textId="77777777" w:rsidR="000C451F"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1C579FB6" w14:textId="77777777" w:rsidR="000C451F" w:rsidRDefault="00000000">
      <w:pPr>
        <w:pStyle w:val="Standard"/>
        <w:jc w:val="center"/>
        <w:rPr>
          <w:b/>
          <w:color w:val="000000"/>
        </w:rPr>
      </w:pPr>
      <w:r>
        <w:rPr>
          <w:b/>
          <w:color w:val="000000"/>
        </w:rPr>
        <w:t>§ 14</w:t>
      </w:r>
    </w:p>
    <w:p w14:paraId="6896D22C" w14:textId="77777777" w:rsidR="000C451F"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7D09BFA4" w14:textId="77777777" w:rsidR="000C451F"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7A09F8BA" w14:textId="77777777" w:rsidR="000C451F" w:rsidRDefault="00000000">
      <w:pPr>
        <w:pStyle w:val="Standard"/>
        <w:jc w:val="center"/>
        <w:rPr>
          <w:b/>
          <w:color w:val="000000"/>
        </w:rPr>
      </w:pPr>
      <w:r>
        <w:rPr>
          <w:b/>
          <w:color w:val="000000"/>
        </w:rPr>
        <w:t>§ 15</w:t>
      </w:r>
    </w:p>
    <w:p w14:paraId="6B97E50A" w14:textId="77777777" w:rsidR="000C451F"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3D3A9902" w14:textId="77777777" w:rsidR="000C451F"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0C0CBC9E" w14:textId="77777777" w:rsidR="000C451F"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5FACB989" w14:textId="77777777" w:rsidR="000C451F" w:rsidRDefault="00000000">
      <w:pPr>
        <w:pStyle w:val="Standard"/>
        <w:rPr>
          <w:color w:val="000000"/>
        </w:rPr>
      </w:pPr>
      <w:r>
        <w:rPr>
          <w:color w:val="000000"/>
        </w:rPr>
        <w:t>3) zapewnienia kontroli osobowej i technicznej nad prawidłowością przetwarzania powierzonych danych osobowych;</w:t>
      </w:r>
    </w:p>
    <w:p w14:paraId="0056A932" w14:textId="77777777" w:rsidR="000C451F"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17A59046" w14:textId="77777777" w:rsidR="000C451F"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459C8E3E" w14:textId="77777777" w:rsidR="000C451F"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2209CD4E" w14:textId="77777777" w:rsidR="000C451F"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6D15DAC9" w14:textId="77777777" w:rsidR="000C451F"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7A774CB9" w14:textId="77777777" w:rsidR="000C451F"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4DC75136" w14:textId="77777777" w:rsidR="000C451F"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72837621" w14:textId="77777777" w:rsidR="000C451F" w:rsidRDefault="00000000">
      <w:pPr>
        <w:pStyle w:val="Standard"/>
        <w:jc w:val="center"/>
        <w:rPr>
          <w:b/>
          <w:color w:val="000000"/>
        </w:rPr>
      </w:pPr>
      <w:r>
        <w:rPr>
          <w:b/>
          <w:color w:val="000000"/>
        </w:rPr>
        <w:t>§ 16</w:t>
      </w:r>
    </w:p>
    <w:p w14:paraId="3857D74F" w14:textId="77777777" w:rsidR="000C451F" w:rsidRDefault="00000000">
      <w:pPr>
        <w:pStyle w:val="Standard"/>
        <w:numPr>
          <w:ilvl w:val="0"/>
          <w:numId w:val="188"/>
        </w:numPr>
        <w:tabs>
          <w:tab w:val="left" w:pos="-9796"/>
          <w:tab w:val="left" w:pos="-9360"/>
        </w:tabs>
        <w:spacing w:line="100" w:lineRule="atLeast"/>
      </w:pPr>
      <w:r>
        <w:t>Wszelkie zmiany treści umowy wymagają pod rygorem nieważności formy pisemnej w postaci aneksu.</w:t>
      </w:r>
    </w:p>
    <w:p w14:paraId="1CEBCD57" w14:textId="77777777" w:rsidR="000C451F" w:rsidRDefault="00000000">
      <w:pPr>
        <w:pStyle w:val="Standard"/>
        <w:numPr>
          <w:ilvl w:val="0"/>
          <w:numId w:val="160"/>
        </w:numPr>
        <w:tabs>
          <w:tab w:val="left" w:pos="-9796"/>
          <w:tab w:val="left" w:pos="-9360"/>
        </w:tabs>
        <w:spacing w:line="100" w:lineRule="atLeast"/>
      </w:pPr>
      <w:r>
        <w:t>Wszelkie sprawy nieuregulowane niniejszą umową podlegają przepisom Prawa zamówień publicznych i Kodeksu Cywilnego.</w:t>
      </w:r>
    </w:p>
    <w:p w14:paraId="1D313BB4" w14:textId="77777777" w:rsidR="000C451F" w:rsidRDefault="00000000">
      <w:pPr>
        <w:pStyle w:val="Standard"/>
        <w:numPr>
          <w:ilvl w:val="0"/>
          <w:numId w:val="160"/>
        </w:numPr>
        <w:tabs>
          <w:tab w:val="left" w:pos="-9796"/>
          <w:tab w:val="left" w:pos="-9360"/>
        </w:tabs>
        <w:spacing w:line="100" w:lineRule="atLeast"/>
      </w:pPr>
      <w:r>
        <w:t>Wszelkie spory wynikłe na tle stosowania niniejszej umowy strony postarają się rozstrzygnąć polubownie. W przypadku braku porozumienia podlegają one rozpatrzeniu przez sąd właściwy dla siedziby Zamawiającego.</w:t>
      </w:r>
    </w:p>
    <w:p w14:paraId="04CC2B9B" w14:textId="77777777" w:rsidR="000C451F" w:rsidRDefault="00000000">
      <w:pPr>
        <w:pStyle w:val="Standard"/>
        <w:numPr>
          <w:ilvl w:val="0"/>
          <w:numId w:val="160"/>
        </w:numPr>
        <w:tabs>
          <w:tab w:val="left" w:pos="-9796"/>
          <w:tab w:val="left" w:pos="-9360"/>
        </w:tabs>
        <w:spacing w:line="100" w:lineRule="atLeast"/>
      </w:pPr>
      <w:r>
        <w:t>Umowę sporządzono w dwóch jednobrzmiących egzemplarzach po jednym dla każdej ze stron.</w:t>
      </w:r>
    </w:p>
    <w:p w14:paraId="27B18A2A" w14:textId="77777777" w:rsidR="000C451F" w:rsidRDefault="00000000">
      <w:pPr>
        <w:pStyle w:val="Standard"/>
        <w:spacing w:line="100" w:lineRule="atLeast"/>
      </w:pPr>
      <w:r>
        <w:t xml:space="preserve">          </w:t>
      </w:r>
    </w:p>
    <w:p w14:paraId="610E3137" w14:textId="77777777" w:rsidR="000C451F" w:rsidRDefault="00000000">
      <w:pPr>
        <w:pStyle w:val="Standard"/>
        <w:spacing w:line="100" w:lineRule="atLeast"/>
        <w:rPr>
          <w:b/>
        </w:rPr>
      </w:pPr>
      <w:r>
        <w:rPr>
          <w:b/>
        </w:rPr>
        <w:t xml:space="preserve">        Zamawiający                                </w:t>
      </w:r>
      <w:r>
        <w:rPr>
          <w:b/>
        </w:rPr>
        <w:tab/>
      </w:r>
      <w:r>
        <w:rPr>
          <w:b/>
        </w:rPr>
        <w:tab/>
        <w:t xml:space="preserve">                         Wykonawca</w:t>
      </w:r>
    </w:p>
    <w:p w14:paraId="78830184" w14:textId="77777777" w:rsidR="000C451F" w:rsidRDefault="00000000">
      <w:pPr>
        <w:pStyle w:val="Standard"/>
        <w:rPr>
          <w:b/>
        </w:rPr>
      </w:pPr>
      <w:r>
        <w:rPr>
          <w:b/>
        </w:rPr>
        <w:t xml:space="preserve">   ……………………………….                        </w:t>
      </w:r>
      <w:r>
        <w:rPr>
          <w:b/>
        </w:rPr>
        <w:tab/>
        <w:t xml:space="preserve">       ………………………………….</w:t>
      </w:r>
    </w:p>
    <w:p w14:paraId="54DE0C6E" w14:textId="77777777" w:rsidR="000C451F" w:rsidRDefault="000C451F">
      <w:pPr>
        <w:pStyle w:val="western"/>
        <w:spacing w:after="0"/>
        <w:ind w:left="4956" w:firstLine="708"/>
        <w:rPr>
          <w:rFonts w:ascii="Calibri" w:hAnsi="Calibri"/>
          <w:b/>
          <w:bCs/>
          <w:sz w:val="22"/>
          <w:szCs w:val="22"/>
        </w:rPr>
      </w:pPr>
    </w:p>
    <w:p w14:paraId="658FABF4" w14:textId="77777777" w:rsidR="000C451F" w:rsidRDefault="000C451F">
      <w:pPr>
        <w:pStyle w:val="western"/>
        <w:spacing w:after="0"/>
        <w:ind w:left="4956" w:firstLine="708"/>
        <w:rPr>
          <w:rFonts w:ascii="Calibri" w:hAnsi="Calibri"/>
          <w:b/>
          <w:bCs/>
          <w:sz w:val="22"/>
          <w:szCs w:val="22"/>
        </w:rPr>
      </w:pPr>
    </w:p>
    <w:p w14:paraId="53C4A13B" w14:textId="77777777" w:rsidR="000C451F" w:rsidRDefault="000C451F">
      <w:pPr>
        <w:pStyle w:val="western"/>
        <w:spacing w:after="0"/>
        <w:ind w:left="4956" w:firstLine="708"/>
        <w:rPr>
          <w:rFonts w:ascii="Calibri" w:hAnsi="Calibri"/>
          <w:b/>
          <w:bCs/>
          <w:sz w:val="22"/>
          <w:szCs w:val="22"/>
        </w:rPr>
      </w:pPr>
    </w:p>
    <w:p w14:paraId="396A3C5C" w14:textId="77777777" w:rsidR="000C451F" w:rsidRDefault="000C451F">
      <w:pPr>
        <w:pStyle w:val="western"/>
        <w:spacing w:after="0"/>
        <w:ind w:left="4956" w:firstLine="708"/>
        <w:rPr>
          <w:rFonts w:ascii="Calibri" w:hAnsi="Calibri"/>
          <w:b/>
          <w:bCs/>
          <w:sz w:val="22"/>
          <w:szCs w:val="22"/>
        </w:rPr>
      </w:pPr>
    </w:p>
    <w:p w14:paraId="3B9A6CCA" w14:textId="77777777" w:rsidR="000C451F" w:rsidRDefault="000C451F">
      <w:pPr>
        <w:pStyle w:val="western"/>
        <w:spacing w:after="0"/>
        <w:ind w:left="4956" w:firstLine="708"/>
        <w:rPr>
          <w:rFonts w:ascii="Calibri" w:hAnsi="Calibri"/>
          <w:b/>
          <w:bCs/>
          <w:sz w:val="22"/>
          <w:szCs w:val="22"/>
        </w:rPr>
      </w:pPr>
    </w:p>
    <w:p w14:paraId="2E4C5348" w14:textId="77777777" w:rsidR="000C451F" w:rsidRDefault="000C451F">
      <w:pPr>
        <w:pStyle w:val="western"/>
        <w:spacing w:after="0"/>
        <w:ind w:left="4956" w:firstLine="708"/>
        <w:rPr>
          <w:rFonts w:ascii="Calibri" w:hAnsi="Calibri"/>
          <w:b/>
          <w:bCs/>
          <w:sz w:val="22"/>
          <w:szCs w:val="22"/>
        </w:rPr>
      </w:pPr>
    </w:p>
    <w:p w14:paraId="4123B916" w14:textId="77777777" w:rsidR="000C451F" w:rsidRDefault="000C451F">
      <w:pPr>
        <w:pStyle w:val="western"/>
        <w:spacing w:after="0"/>
        <w:ind w:left="4956" w:firstLine="708"/>
        <w:rPr>
          <w:rFonts w:ascii="Calibri" w:hAnsi="Calibri"/>
          <w:b/>
          <w:bCs/>
          <w:sz w:val="22"/>
          <w:szCs w:val="22"/>
        </w:rPr>
      </w:pPr>
    </w:p>
    <w:p w14:paraId="12806938" w14:textId="77777777" w:rsidR="000C451F" w:rsidRDefault="000C451F">
      <w:pPr>
        <w:pStyle w:val="western"/>
        <w:spacing w:after="0"/>
        <w:ind w:left="4956" w:firstLine="708"/>
        <w:rPr>
          <w:rFonts w:ascii="Calibri" w:hAnsi="Calibri"/>
          <w:b/>
          <w:bCs/>
          <w:sz w:val="22"/>
          <w:szCs w:val="22"/>
        </w:rPr>
      </w:pPr>
    </w:p>
    <w:p w14:paraId="63515638" w14:textId="77777777" w:rsidR="000C451F" w:rsidRDefault="000C451F">
      <w:pPr>
        <w:pStyle w:val="western"/>
        <w:spacing w:after="0"/>
        <w:ind w:left="4956" w:firstLine="708"/>
        <w:rPr>
          <w:rFonts w:ascii="Calibri" w:hAnsi="Calibri"/>
          <w:b/>
          <w:bCs/>
          <w:sz w:val="22"/>
          <w:szCs w:val="22"/>
        </w:rPr>
      </w:pPr>
    </w:p>
    <w:p w14:paraId="42658A1F" w14:textId="77777777" w:rsidR="000C451F" w:rsidRDefault="000C451F">
      <w:pPr>
        <w:pStyle w:val="western"/>
        <w:spacing w:after="0"/>
        <w:ind w:left="4956" w:firstLine="708"/>
        <w:rPr>
          <w:rFonts w:ascii="Calibri" w:hAnsi="Calibri"/>
          <w:b/>
          <w:bCs/>
          <w:sz w:val="22"/>
          <w:szCs w:val="22"/>
        </w:rPr>
      </w:pPr>
    </w:p>
    <w:p w14:paraId="4C7090B1" w14:textId="77777777" w:rsidR="000C451F" w:rsidRDefault="000C451F">
      <w:pPr>
        <w:pStyle w:val="western"/>
        <w:spacing w:after="0"/>
        <w:ind w:left="4956" w:firstLine="708"/>
        <w:rPr>
          <w:rFonts w:ascii="Calibri" w:hAnsi="Calibri"/>
          <w:b/>
          <w:bCs/>
          <w:sz w:val="22"/>
          <w:szCs w:val="22"/>
        </w:rPr>
      </w:pPr>
    </w:p>
    <w:p w14:paraId="156BB071" w14:textId="77777777" w:rsidR="000C451F" w:rsidRDefault="000C451F">
      <w:pPr>
        <w:pStyle w:val="western"/>
        <w:spacing w:after="0"/>
        <w:ind w:left="4956" w:firstLine="708"/>
        <w:rPr>
          <w:rFonts w:ascii="Calibri" w:hAnsi="Calibri"/>
          <w:b/>
          <w:bCs/>
          <w:sz w:val="22"/>
          <w:szCs w:val="22"/>
        </w:rPr>
      </w:pPr>
    </w:p>
    <w:p w14:paraId="5F5CA63B" w14:textId="77777777" w:rsidR="000C451F" w:rsidRDefault="000C451F">
      <w:pPr>
        <w:pStyle w:val="western"/>
        <w:spacing w:after="0"/>
        <w:ind w:left="4956" w:firstLine="708"/>
        <w:rPr>
          <w:rFonts w:ascii="Calibri" w:hAnsi="Calibri"/>
          <w:b/>
          <w:bCs/>
          <w:sz w:val="22"/>
          <w:szCs w:val="22"/>
        </w:rPr>
      </w:pPr>
    </w:p>
    <w:p w14:paraId="006214B5" w14:textId="77777777" w:rsidR="000C451F" w:rsidRDefault="000C451F">
      <w:pPr>
        <w:pStyle w:val="western"/>
        <w:spacing w:after="0"/>
        <w:ind w:left="4956" w:firstLine="708"/>
        <w:rPr>
          <w:rFonts w:ascii="Calibri" w:hAnsi="Calibri"/>
          <w:b/>
          <w:bCs/>
          <w:sz w:val="22"/>
          <w:szCs w:val="22"/>
        </w:rPr>
      </w:pPr>
    </w:p>
    <w:p w14:paraId="4DC10D1D" w14:textId="77777777" w:rsidR="000C451F" w:rsidRDefault="000C451F">
      <w:pPr>
        <w:pStyle w:val="western"/>
        <w:spacing w:after="0"/>
        <w:ind w:left="4956" w:firstLine="708"/>
        <w:rPr>
          <w:rFonts w:ascii="Calibri" w:hAnsi="Calibri"/>
          <w:b/>
          <w:bCs/>
          <w:sz w:val="22"/>
          <w:szCs w:val="22"/>
        </w:rPr>
      </w:pPr>
    </w:p>
    <w:p w14:paraId="0220F592" w14:textId="77777777" w:rsidR="000C451F" w:rsidRDefault="000C451F">
      <w:pPr>
        <w:pStyle w:val="western"/>
        <w:spacing w:after="0"/>
        <w:ind w:left="4956" w:firstLine="708"/>
        <w:rPr>
          <w:rFonts w:ascii="Calibri" w:hAnsi="Calibri"/>
          <w:b/>
          <w:bCs/>
          <w:sz w:val="22"/>
          <w:szCs w:val="22"/>
        </w:rPr>
      </w:pPr>
    </w:p>
    <w:p w14:paraId="45799058" w14:textId="77777777" w:rsidR="000C451F" w:rsidRDefault="000C451F">
      <w:pPr>
        <w:pStyle w:val="western"/>
        <w:spacing w:after="0"/>
        <w:ind w:left="4956" w:firstLine="708"/>
        <w:rPr>
          <w:rFonts w:ascii="Calibri" w:hAnsi="Calibri"/>
          <w:b/>
          <w:bCs/>
          <w:sz w:val="22"/>
          <w:szCs w:val="22"/>
        </w:rPr>
      </w:pPr>
    </w:p>
    <w:p w14:paraId="63A3638D" w14:textId="77777777" w:rsidR="000C451F" w:rsidRDefault="000C451F">
      <w:pPr>
        <w:pStyle w:val="western"/>
        <w:spacing w:after="0"/>
        <w:ind w:left="4956" w:firstLine="708"/>
        <w:rPr>
          <w:rFonts w:ascii="Calibri" w:hAnsi="Calibri"/>
          <w:b/>
          <w:bCs/>
          <w:sz w:val="22"/>
          <w:szCs w:val="22"/>
        </w:rPr>
      </w:pPr>
    </w:p>
    <w:p w14:paraId="0E2EF211" w14:textId="77777777" w:rsidR="000C451F" w:rsidRDefault="000C451F">
      <w:pPr>
        <w:pStyle w:val="western"/>
        <w:spacing w:after="0"/>
        <w:ind w:left="4956" w:firstLine="708"/>
        <w:rPr>
          <w:rFonts w:ascii="Calibri" w:hAnsi="Calibri"/>
          <w:b/>
          <w:bCs/>
          <w:sz w:val="22"/>
          <w:szCs w:val="22"/>
        </w:rPr>
      </w:pPr>
    </w:p>
    <w:p w14:paraId="3A09217C" w14:textId="77777777" w:rsidR="000C451F" w:rsidRDefault="000C451F">
      <w:pPr>
        <w:pStyle w:val="western"/>
        <w:spacing w:after="0"/>
        <w:ind w:left="4956" w:firstLine="708"/>
        <w:rPr>
          <w:rFonts w:ascii="Calibri" w:hAnsi="Calibri"/>
          <w:b/>
          <w:bCs/>
          <w:sz w:val="22"/>
          <w:szCs w:val="22"/>
        </w:rPr>
      </w:pPr>
    </w:p>
    <w:p w14:paraId="0B566B71" w14:textId="77777777" w:rsidR="000C451F" w:rsidRDefault="000C451F">
      <w:pPr>
        <w:pStyle w:val="western"/>
        <w:spacing w:after="0"/>
        <w:ind w:left="4956" w:firstLine="708"/>
        <w:rPr>
          <w:rFonts w:ascii="Calibri" w:hAnsi="Calibri"/>
          <w:b/>
          <w:bCs/>
          <w:sz w:val="22"/>
          <w:szCs w:val="22"/>
        </w:rPr>
      </w:pPr>
    </w:p>
    <w:p w14:paraId="0D6475EB" w14:textId="77777777" w:rsidR="000C451F" w:rsidRDefault="000C451F">
      <w:pPr>
        <w:pStyle w:val="western"/>
        <w:spacing w:after="0"/>
        <w:ind w:left="4956" w:firstLine="708"/>
        <w:rPr>
          <w:rFonts w:ascii="Calibri" w:hAnsi="Calibri"/>
          <w:b/>
          <w:bCs/>
          <w:sz w:val="22"/>
          <w:szCs w:val="22"/>
        </w:rPr>
      </w:pPr>
    </w:p>
    <w:p w14:paraId="620C5DC2" w14:textId="77777777" w:rsidR="000C451F" w:rsidRDefault="000C451F">
      <w:pPr>
        <w:pStyle w:val="western"/>
        <w:spacing w:after="0"/>
        <w:ind w:left="4956" w:firstLine="708"/>
        <w:rPr>
          <w:rFonts w:ascii="Calibri" w:hAnsi="Calibri"/>
          <w:b/>
          <w:bCs/>
          <w:sz w:val="22"/>
          <w:szCs w:val="22"/>
        </w:rPr>
      </w:pPr>
    </w:p>
    <w:p w14:paraId="0F75CDD2" w14:textId="77777777" w:rsidR="000C451F" w:rsidRDefault="000C451F">
      <w:pPr>
        <w:pStyle w:val="western"/>
        <w:spacing w:after="0"/>
        <w:ind w:left="4956" w:firstLine="708"/>
        <w:rPr>
          <w:rFonts w:ascii="Calibri" w:hAnsi="Calibri"/>
          <w:b/>
          <w:bCs/>
          <w:sz w:val="22"/>
          <w:szCs w:val="22"/>
        </w:rPr>
      </w:pPr>
    </w:p>
    <w:p w14:paraId="3565ABCF" w14:textId="77777777" w:rsidR="000C451F" w:rsidRDefault="000C451F">
      <w:pPr>
        <w:pStyle w:val="western"/>
        <w:spacing w:after="0"/>
        <w:ind w:left="4956" w:firstLine="708"/>
        <w:rPr>
          <w:rFonts w:ascii="Calibri" w:hAnsi="Calibri"/>
          <w:b/>
          <w:bCs/>
          <w:sz w:val="22"/>
          <w:szCs w:val="22"/>
        </w:rPr>
      </w:pPr>
    </w:p>
    <w:p w14:paraId="187CF8B9" w14:textId="77777777" w:rsidR="000C451F" w:rsidRDefault="000C451F">
      <w:pPr>
        <w:pStyle w:val="western"/>
        <w:spacing w:after="0"/>
        <w:ind w:left="4956" w:firstLine="708"/>
        <w:rPr>
          <w:rFonts w:ascii="Calibri" w:hAnsi="Calibri"/>
          <w:b/>
          <w:bCs/>
          <w:sz w:val="22"/>
          <w:szCs w:val="22"/>
        </w:rPr>
      </w:pPr>
    </w:p>
    <w:p w14:paraId="0D5E807D" w14:textId="77777777" w:rsidR="000C451F" w:rsidRDefault="000C451F">
      <w:pPr>
        <w:pStyle w:val="western"/>
        <w:spacing w:after="0"/>
        <w:ind w:left="4956" w:firstLine="708"/>
        <w:rPr>
          <w:rFonts w:ascii="Calibri" w:hAnsi="Calibri"/>
          <w:b/>
          <w:bCs/>
          <w:sz w:val="22"/>
          <w:szCs w:val="22"/>
        </w:rPr>
      </w:pPr>
    </w:p>
    <w:p w14:paraId="7D74067C" w14:textId="77777777" w:rsidR="000C451F" w:rsidRDefault="000C451F">
      <w:pPr>
        <w:pStyle w:val="western"/>
        <w:spacing w:after="0"/>
        <w:ind w:left="4956" w:firstLine="708"/>
        <w:rPr>
          <w:rFonts w:ascii="Calibri" w:hAnsi="Calibri"/>
          <w:b/>
          <w:bCs/>
          <w:sz w:val="22"/>
          <w:szCs w:val="22"/>
        </w:rPr>
      </w:pPr>
    </w:p>
    <w:p w14:paraId="6729C366" w14:textId="77777777" w:rsidR="000C451F" w:rsidRDefault="000C451F">
      <w:pPr>
        <w:pStyle w:val="western"/>
        <w:spacing w:after="0"/>
        <w:ind w:left="4956" w:firstLine="708"/>
        <w:rPr>
          <w:rFonts w:ascii="Calibri" w:hAnsi="Calibri"/>
          <w:b/>
          <w:bCs/>
          <w:sz w:val="22"/>
          <w:szCs w:val="22"/>
        </w:rPr>
      </w:pPr>
    </w:p>
    <w:p w14:paraId="4839FFBD" w14:textId="77777777" w:rsidR="000C451F"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7414CDC6" w14:textId="77777777" w:rsidR="000C451F" w:rsidRDefault="000C451F">
      <w:pPr>
        <w:pStyle w:val="western"/>
        <w:spacing w:after="0"/>
        <w:ind w:left="5648" w:firstLine="708"/>
        <w:rPr>
          <w:rFonts w:ascii="Calibri" w:hAnsi="Calibri"/>
          <w:b/>
          <w:bCs/>
          <w:sz w:val="22"/>
          <w:szCs w:val="22"/>
        </w:rPr>
      </w:pPr>
    </w:p>
    <w:p w14:paraId="5D271625" w14:textId="77777777" w:rsidR="000C451F" w:rsidRDefault="000C451F">
      <w:pPr>
        <w:pStyle w:val="western"/>
        <w:spacing w:after="0"/>
        <w:ind w:left="5648" w:firstLine="708"/>
        <w:rPr>
          <w:rFonts w:ascii="Calibri" w:hAnsi="Calibri"/>
          <w:b/>
          <w:bCs/>
          <w:sz w:val="22"/>
          <w:szCs w:val="22"/>
        </w:rPr>
      </w:pPr>
    </w:p>
    <w:p w14:paraId="3F8974F7" w14:textId="77777777" w:rsidR="000C451F" w:rsidRDefault="000C451F">
      <w:pPr>
        <w:pStyle w:val="western"/>
        <w:spacing w:after="0"/>
        <w:ind w:left="5648" w:firstLine="708"/>
        <w:rPr>
          <w:rFonts w:ascii="Calibri" w:hAnsi="Calibri"/>
          <w:b/>
          <w:bCs/>
          <w:sz w:val="22"/>
          <w:szCs w:val="22"/>
        </w:rPr>
      </w:pPr>
    </w:p>
    <w:p w14:paraId="1758F44F" w14:textId="77777777" w:rsidR="000C451F" w:rsidRDefault="000C451F">
      <w:pPr>
        <w:pStyle w:val="western"/>
        <w:spacing w:after="0"/>
        <w:ind w:left="5648" w:firstLine="708"/>
        <w:rPr>
          <w:rFonts w:ascii="Calibri" w:hAnsi="Calibri"/>
          <w:b/>
          <w:bCs/>
          <w:sz w:val="22"/>
          <w:szCs w:val="22"/>
        </w:rPr>
      </w:pPr>
    </w:p>
    <w:p w14:paraId="4AA1469A" w14:textId="77777777" w:rsidR="000C451F" w:rsidRDefault="00000000">
      <w:pPr>
        <w:pStyle w:val="western"/>
        <w:spacing w:after="0"/>
        <w:ind w:left="5648" w:firstLine="708"/>
        <w:rPr>
          <w:rFonts w:ascii="Calibri" w:hAnsi="Calibri"/>
          <w:b/>
          <w:bCs/>
          <w:sz w:val="22"/>
          <w:szCs w:val="22"/>
        </w:rPr>
      </w:pPr>
      <w:r>
        <w:rPr>
          <w:rFonts w:ascii="Calibri" w:hAnsi="Calibri"/>
          <w:b/>
          <w:bCs/>
          <w:sz w:val="22"/>
          <w:szCs w:val="22"/>
        </w:rPr>
        <w:t>Załącznik nr 8 do SWZ</w:t>
      </w:r>
    </w:p>
    <w:p w14:paraId="281E5BDC" w14:textId="77777777" w:rsidR="000C451F"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ZP.252.9.1.2026.KB</w:t>
      </w:r>
    </w:p>
    <w:p w14:paraId="2FB6DF90" w14:textId="77777777" w:rsidR="000C451F" w:rsidRDefault="00000000">
      <w:pPr>
        <w:pStyle w:val="western"/>
        <w:spacing w:after="0"/>
        <w:rPr>
          <w:rFonts w:ascii="Calibri" w:hAnsi="Calibri"/>
          <w:sz w:val="22"/>
          <w:szCs w:val="22"/>
        </w:rPr>
      </w:pPr>
      <w:r>
        <w:rPr>
          <w:rFonts w:ascii="Calibri" w:hAnsi="Calibri"/>
          <w:sz w:val="22"/>
          <w:szCs w:val="22"/>
        </w:rPr>
        <w:t>(pieczęć Wykonawcy)</w:t>
      </w:r>
    </w:p>
    <w:p w14:paraId="15AB6C95" w14:textId="77777777" w:rsidR="000C451F" w:rsidRDefault="000C451F">
      <w:pPr>
        <w:pStyle w:val="western"/>
        <w:spacing w:after="0"/>
      </w:pPr>
    </w:p>
    <w:p w14:paraId="6C715EBA" w14:textId="77777777" w:rsidR="000C451F" w:rsidRDefault="00000000">
      <w:pPr>
        <w:pStyle w:val="western"/>
        <w:spacing w:after="0"/>
        <w:rPr>
          <w:b/>
          <w:bCs/>
          <w:sz w:val="20"/>
          <w:szCs w:val="20"/>
        </w:rPr>
      </w:pPr>
      <w:r>
        <w:rPr>
          <w:b/>
          <w:bCs/>
          <w:sz w:val="20"/>
          <w:szCs w:val="20"/>
        </w:rPr>
        <w:t>OŚWIADCZENIE DOTYCZĄCE PRZYNALEŻNOŚCI DO SEKTORA MAŁYCH I ŚREDNICH PRZEDSIĘBIORSTW</w:t>
      </w:r>
    </w:p>
    <w:p w14:paraId="544BF42A" w14:textId="77777777" w:rsidR="000C451F"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00E2CCFF" w14:textId="77777777" w:rsidR="000C451F" w:rsidRDefault="000C451F">
      <w:pPr>
        <w:pStyle w:val="western"/>
        <w:spacing w:after="0"/>
        <w:rPr>
          <w:sz w:val="20"/>
          <w:szCs w:val="20"/>
        </w:rPr>
      </w:pPr>
    </w:p>
    <w:p w14:paraId="17DF0F08" w14:textId="77777777" w:rsidR="000C451F" w:rsidRDefault="00000000">
      <w:pPr>
        <w:spacing w:after="200" w:line="276" w:lineRule="auto"/>
        <w:jc w:val="both"/>
      </w:pPr>
      <w:r>
        <w:rPr>
          <w:b/>
          <w:bCs/>
          <w:sz w:val="20"/>
          <w:szCs w:val="20"/>
        </w:rPr>
        <w:t xml:space="preserve">„ </w:t>
      </w:r>
      <w:r>
        <w:rPr>
          <w:b/>
          <w:bCs/>
          <w:sz w:val="24"/>
          <w:szCs w:val="24"/>
        </w:rPr>
        <w:t>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4"/>
          <w:szCs w:val="24"/>
        </w:rPr>
        <w:t>.</w:t>
      </w:r>
      <w:r>
        <w:rPr>
          <w:b/>
          <w:bCs/>
          <w:sz w:val="20"/>
          <w:szCs w:val="20"/>
        </w:rPr>
        <w:t>”</w:t>
      </w:r>
    </w:p>
    <w:p w14:paraId="635068D1" w14:textId="77777777" w:rsidR="000C451F" w:rsidRDefault="000C451F">
      <w:pPr>
        <w:pStyle w:val="western"/>
        <w:spacing w:after="0" w:line="276" w:lineRule="auto"/>
        <w:rPr>
          <w:sz w:val="20"/>
          <w:szCs w:val="20"/>
        </w:rPr>
      </w:pPr>
    </w:p>
    <w:p w14:paraId="1ED20723" w14:textId="77777777" w:rsidR="000C451F" w:rsidRDefault="00000000">
      <w:pPr>
        <w:pStyle w:val="western"/>
        <w:spacing w:after="0" w:line="276" w:lineRule="auto"/>
        <w:rPr>
          <w:sz w:val="20"/>
          <w:szCs w:val="20"/>
        </w:rPr>
      </w:pPr>
      <w:r>
        <w:rPr>
          <w:sz w:val="20"/>
          <w:szCs w:val="20"/>
        </w:rPr>
        <w:t>informuję, iż Wykonawca:</w:t>
      </w:r>
    </w:p>
    <w:p w14:paraId="7A688667" w14:textId="77777777" w:rsidR="000C451F" w:rsidRDefault="00000000">
      <w:pPr>
        <w:pStyle w:val="western"/>
        <w:spacing w:after="0" w:line="360" w:lineRule="auto"/>
        <w:rPr>
          <w:sz w:val="20"/>
          <w:szCs w:val="20"/>
        </w:rPr>
      </w:pPr>
      <w:r>
        <w:rPr>
          <w:sz w:val="20"/>
          <w:szCs w:val="20"/>
        </w:rPr>
        <w:t>…………………………………………………………………………………………………</w:t>
      </w:r>
    </w:p>
    <w:p w14:paraId="16F92292" w14:textId="77777777" w:rsidR="000C451F" w:rsidRDefault="00000000">
      <w:pPr>
        <w:pStyle w:val="western"/>
        <w:spacing w:after="0" w:line="360" w:lineRule="auto"/>
        <w:rPr>
          <w:sz w:val="20"/>
          <w:szCs w:val="20"/>
        </w:rPr>
      </w:pPr>
      <w:r>
        <w:rPr>
          <w:sz w:val="20"/>
          <w:szCs w:val="20"/>
        </w:rPr>
        <w:t>…………………………………………………………………………………………………</w:t>
      </w:r>
    </w:p>
    <w:p w14:paraId="6EAFE5F8" w14:textId="77777777" w:rsidR="000C451F" w:rsidRDefault="00000000">
      <w:pPr>
        <w:pStyle w:val="western"/>
        <w:spacing w:after="0" w:line="360" w:lineRule="auto"/>
        <w:rPr>
          <w:sz w:val="20"/>
          <w:szCs w:val="20"/>
        </w:rPr>
      </w:pPr>
      <w:r>
        <w:rPr>
          <w:sz w:val="20"/>
          <w:szCs w:val="20"/>
        </w:rPr>
        <w:t>…………………………………………………………………………………………………</w:t>
      </w:r>
    </w:p>
    <w:p w14:paraId="6D165E5E" w14:textId="77777777" w:rsidR="000C451F" w:rsidRDefault="00000000">
      <w:pPr>
        <w:pStyle w:val="western"/>
        <w:spacing w:after="0" w:line="276" w:lineRule="auto"/>
        <w:rPr>
          <w:sz w:val="20"/>
          <w:szCs w:val="20"/>
        </w:rPr>
      </w:pPr>
      <w:r>
        <w:rPr>
          <w:sz w:val="20"/>
          <w:szCs w:val="20"/>
        </w:rPr>
        <w:t>Nazwa i adres Wykonawcy</w:t>
      </w:r>
    </w:p>
    <w:p w14:paraId="0E2F1EFB" w14:textId="77777777" w:rsidR="000C451F" w:rsidRDefault="000C451F">
      <w:pPr>
        <w:pStyle w:val="western"/>
        <w:spacing w:after="0" w:line="276" w:lineRule="auto"/>
        <w:rPr>
          <w:sz w:val="20"/>
          <w:szCs w:val="20"/>
        </w:rPr>
      </w:pPr>
    </w:p>
    <w:p w14:paraId="40C44D23" w14:textId="77777777" w:rsidR="000C451F" w:rsidRDefault="00000000">
      <w:pPr>
        <w:pStyle w:val="western"/>
        <w:spacing w:after="0" w:line="276" w:lineRule="auto"/>
      </w:pPr>
      <w:r>
        <w:rPr>
          <w:b/>
          <w:bCs/>
          <w:sz w:val="20"/>
          <w:szCs w:val="20"/>
        </w:rPr>
        <w:t>NALEŻY / NIE NALEŻY DO SEKTORA MAŁYCH I ŚREDNICH PRZEDSIĘBIORSTW</w:t>
      </w:r>
      <w:r>
        <w:rPr>
          <w:sz w:val="20"/>
          <w:szCs w:val="20"/>
        </w:rPr>
        <w:t>*</w:t>
      </w:r>
    </w:p>
    <w:p w14:paraId="45D01C45" w14:textId="77777777" w:rsidR="000C451F" w:rsidRDefault="000C451F">
      <w:pPr>
        <w:pStyle w:val="western"/>
        <w:spacing w:after="0"/>
        <w:rPr>
          <w:sz w:val="20"/>
          <w:szCs w:val="20"/>
        </w:rPr>
      </w:pPr>
    </w:p>
    <w:p w14:paraId="5BD953C3" w14:textId="77777777" w:rsidR="000C451F" w:rsidRDefault="00000000">
      <w:pPr>
        <w:pStyle w:val="western"/>
        <w:spacing w:after="0"/>
        <w:ind w:left="505"/>
        <w:rPr>
          <w:b/>
          <w:bCs/>
          <w:color w:val="000000"/>
          <w:sz w:val="20"/>
          <w:szCs w:val="20"/>
        </w:rPr>
      </w:pPr>
      <w:r>
        <w:rPr>
          <w:b/>
          <w:bCs/>
          <w:color w:val="000000"/>
          <w:sz w:val="20"/>
          <w:szCs w:val="20"/>
        </w:rPr>
        <w:t>*niewłaściwe skreślić</w:t>
      </w:r>
    </w:p>
    <w:p w14:paraId="3B6F51BB" w14:textId="77777777" w:rsidR="000C451F" w:rsidRDefault="000C451F">
      <w:pPr>
        <w:pStyle w:val="western"/>
        <w:spacing w:after="0"/>
        <w:ind w:left="505"/>
        <w:rPr>
          <w:sz w:val="20"/>
          <w:szCs w:val="20"/>
        </w:rPr>
      </w:pPr>
    </w:p>
    <w:p w14:paraId="389F505F" w14:textId="77777777" w:rsidR="000C451F" w:rsidRDefault="000C451F">
      <w:pPr>
        <w:pStyle w:val="western"/>
        <w:spacing w:after="0"/>
        <w:ind w:left="505"/>
        <w:rPr>
          <w:sz w:val="20"/>
          <w:szCs w:val="20"/>
        </w:rPr>
      </w:pPr>
    </w:p>
    <w:p w14:paraId="52DB1365" w14:textId="77777777" w:rsidR="000C451F" w:rsidRDefault="000C451F">
      <w:pPr>
        <w:pStyle w:val="western"/>
        <w:spacing w:after="240"/>
        <w:ind w:left="284"/>
        <w:rPr>
          <w:sz w:val="20"/>
          <w:szCs w:val="20"/>
        </w:rPr>
      </w:pPr>
    </w:p>
    <w:p w14:paraId="3983DD16" w14:textId="77777777" w:rsidR="000C451F" w:rsidRDefault="00000000">
      <w:pPr>
        <w:pStyle w:val="western"/>
        <w:spacing w:after="0" w:line="276" w:lineRule="auto"/>
        <w:rPr>
          <w:sz w:val="20"/>
          <w:szCs w:val="20"/>
        </w:rPr>
      </w:pPr>
      <w:r>
        <w:rPr>
          <w:sz w:val="20"/>
          <w:szCs w:val="20"/>
        </w:rPr>
        <w:t>Miejsce i data:</w:t>
      </w:r>
    </w:p>
    <w:p w14:paraId="12C57534" w14:textId="77777777" w:rsidR="000C451F" w:rsidRDefault="00000000">
      <w:pPr>
        <w:pStyle w:val="western"/>
        <w:spacing w:after="0" w:line="276" w:lineRule="auto"/>
        <w:rPr>
          <w:sz w:val="20"/>
          <w:szCs w:val="20"/>
        </w:rPr>
      </w:pPr>
      <w:r>
        <w:rPr>
          <w:sz w:val="20"/>
          <w:szCs w:val="20"/>
        </w:rPr>
        <w:t>........................................................ ...........................................................</w:t>
      </w:r>
    </w:p>
    <w:p w14:paraId="3C2E080F" w14:textId="77777777" w:rsidR="000C451F" w:rsidRDefault="00000000">
      <w:pPr>
        <w:pStyle w:val="western"/>
        <w:spacing w:after="0"/>
        <w:ind w:left="5245"/>
        <w:rPr>
          <w:sz w:val="20"/>
          <w:szCs w:val="20"/>
        </w:rPr>
      </w:pPr>
      <w:r>
        <w:rPr>
          <w:sz w:val="20"/>
          <w:szCs w:val="20"/>
        </w:rPr>
        <w:t>(imię, nazwisko i podpis osoby lub osób upoważnionych do reprezentowania Wykonawcy)</w:t>
      </w:r>
    </w:p>
    <w:p w14:paraId="4CF7FBD1" w14:textId="77777777" w:rsidR="000C451F" w:rsidRDefault="000C451F">
      <w:pPr>
        <w:pStyle w:val="western"/>
        <w:spacing w:after="0"/>
        <w:ind w:left="4961"/>
        <w:rPr>
          <w:rFonts w:ascii="Calibri" w:hAnsi="Calibri"/>
          <w:b/>
          <w:bCs/>
          <w:sz w:val="22"/>
          <w:szCs w:val="22"/>
        </w:rPr>
      </w:pPr>
    </w:p>
    <w:p w14:paraId="60846EFE" w14:textId="77777777" w:rsidR="000C451F" w:rsidRDefault="000C451F">
      <w:pPr>
        <w:pStyle w:val="Standard"/>
        <w:jc w:val="right"/>
        <w:rPr>
          <w:rFonts w:ascii="Calibri" w:hAnsi="Calibri" w:cs="Calibri"/>
          <w:b/>
          <w:sz w:val="22"/>
          <w:szCs w:val="22"/>
        </w:rPr>
      </w:pPr>
    </w:p>
    <w:p w14:paraId="53A2FFF5" w14:textId="77777777" w:rsidR="000C451F" w:rsidRDefault="000C451F">
      <w:pPr>
        <w:pStyle w:val="Standard"/>
        <w:jc w:val="right"/>
        <w:rPr>
          <w:rFonts w:ascii="Calibri" w:hAnsi="Calibri" w:cs="Calibri"/>
          <w:b/>
          <w:sz w:val="22"/>
          <w:szCs w:val="22"/>
        </w:rPr>
      </w:pPr>
    </w:p>
    <w:p w14:paraId="2F42333F" w14:textId="77777777" w:rsidR="000C451F" w:rsidRDefault="000C451F">
      <w:pPr>
        <w:pStyle w:val="Standard"/>
        <w:jc w:val="right"/>
        <w:rPr>
          <w:rFonts w:ascii="Calibri" w:hAnsi="Calibri" w:cs="Calibri"/>
          <w:b/>
          <w:sz w:val="22"/>
          <w:szCs w:val="22"/>
        </w:rPr>
      </w:pPr>
    </w:p>
    <w:p w14:paraId="19B4B82E" w14:textId="77777777" w:rsidR="000C451F" w:rsidRDefault="000C451F">
      <w:pPr>
        <w:pStyle w:val="Standard"/>
        <w:jc w:val="right"/>
        <w:rPr>
          <w:rFonts w:ascii="Calibri" w:hAnsi="Calibri" w:cs="Calibri"/>
          <w:b/>
          <w:sz w:val="22"/>
          <w:szCs w:val="22"/>
        </w:rPr>
      </w:pPr>
    </w:p>
    <w:p w14:paraId="450A6A58" w14:textId="77777777" w:rsidR="000C451F" w:rsidRDefault="000C451F">
      <w:pPr>
        <w:pStyle w:val="western"/>
        <w:spacing w:after="0"/>
        <w:jc w:val="right"/>
        <w:rPr>
          <w:rFonts w:ascii="Calibri" w:hAnsi="Calibri" w:cs="Calibri"/>
          <w:b/>
          <w:bCs/>
          <w:sz w:val="22"/>
          <w:szCs w:val="22"/>
        </w:rPr>
      </w:pPr>
    </w:p>
    <w:p w14:paraId="3B9E7D33" w14:textId="77777777" w:rsidR="000C451F" w:rsidRDefault="000C451F">
      <w:pPr>
        <w:pStyle w:val="western"/>
        <w:spacing w:after="0"/>
        <w:jc w:val="right"/>
        <w:rPr>
          <w:rFonts w:ascii="Calibri" w:hAnsi="Calibri" w:cs="Calibri"/>
          <w:b/>
          <w:bCs/>
          <w:sz w:val="22"/>
          <w:szCs w:val="22"/>
        </w:rPr>
      </w:pPr>
    </w:p>
    <w:p w14:paraId="4A35CF17" w14:textId="77777777" w:rsidR="000C451F" w:rsidRDefault="000C451F">
      <w:pPr>
        <w:pStyle w:val="western"/>
        <w:spacing w:after="0"/>
        <w:jc w:val="right"/>
        <w:rPr>
          <w:rFonts w:ascii="Calibri" w:hAnsi="Calibri" w:cs="Calibri"/>
          <w:b/>
          <w:bCs/>
          <w:sz w:val="22"/>
          <w:szCs w:val="22"/>
        </w:rPr>
      </w:pPr>
    </w:p>
    <w:p w14:paraId="0D567CBA" w14:textId="77777777" w:rsidR="000C451F" w:rsidRDefault="000C451F">
      <w:pPr>
        <w:pStyle w:val="western"/>
        <w:spacing w:after="0"/>
        <w:jc w:val="right"/>
        <w:rPr>
          <w:rFonts w:ascii="Calibri" w:hAnsi="Calibri" w:cs="Calibri"/>
          <w:b/>
          <w:bCs/>
          <w:sz w:val="22"/>
          <w:szCs w:val="22"/>
        </w:rPr>
      </w:pPr>
    </w:p>
    <w:p w14:paraId="49FB971A" w14:textId="77777777" w:rsidR="000C451F" w:rsidRDefault="000C451F">
      <w:pPr>
        <w:pStyle w:val="western"/>
        <w:spacing w:after="0"/>
        <w:jc w:val="right"/>
        <w:rPr>
          <w:rFonts w:ascii="Calibri" w:hAnsi="Calibri" w:cs="Calibri"/>
          <w:b/>
          <w:bCs/>
          <w:sz w:val="22"/>
          <w:szCs w:val="22"/>
        </w:rPr>
      </w:pPr>
    </w:p>
    <w:p w14:paraId="53E0AEBD" w14:textId="77777777" w:rsidR="000C451F" w:rsidRDefault="000C451F">
      <w:pPr>
        <w:pStyle w:val="western"/>
        <w:spacing w:after="0"/>
        <w:jc w:val="right"/>
        <w:rPr>
          <w:rFonts w:ascii="Calibri" w:hAnsi="Calibri" w:cs="Calibri"/>
          <w:b/>
          <w:bCs/>
          <w:sz w:val="22"/>
          <w:szCs w:val="22"/>
        </w:rPr>
      </w:pPr>
    </w:p>
    <w:p w14:paraId="6D9C70E2" w14:textId="77777777" w:rsidR="000C451F" w:rsidRDefault="000C451F">
      <w:pPr>
        <w:pStyle w:val="western"/>
        <w:spacing w:after="0"/>
        <w:jc w:val="right"/>
        <w:rPr>
          <w:rFonts w:ascii="Calibri" w:hAnsi="Calibri" w:cs="Calibri"/>
          <w:b/>
          <w:bCs/>
          <w:sz w:val="22"/>
          <w:szCs w:val="22"/>
        </w:rPr>
      </w:pPr>
    </w:p>
    <w:p w14:paraId="25A38158" w14:textId="77777777" w:rsidR="000C451F" w:rsidRDefault="000C451F">
      <w:pPr>
        <w:pStyle w:val="western"/>
        <w:spacing w:after="0"/>
        <w:jc w:val="right"/>
        <w:rPr>
          <w:rFonts w:ascii="Calibri" w:hAnsi="Calibri" w:cs="Calibri"/>
          <w:b/>
          <w:bCs/>
          <w:sz w:val="22"/>
          <w:szCs w:val="22"/>
        </w:rPr>
      </w:pPr>
    </w:p>
    <w:p w14:paraId="0CA5CE89" w14:textId="77777777" w:rsidR="000C451F" w:rsidRDefault="000C451F">
      <w:pPr>
        <w:pStyle w:val="western"/>
        <w:spacing w:after="0"/>
        <w:jc w:val="right"/>
        <w:rPr>
          <w:rFonts w:ascii="Calibri" w:hAnsi="Calibri" w:cs="Calibri"/>
          <w:b/>
          <w:bCs/>
          <w:sz w:val="22"/>
          <w:szCs w:val="22"/>
        </w:rPr>
      </w:pPr>
    </w:p>
    <w:p w14:paraId="4FF10EC6" w14:textId="77777777" w:rsidR="000C451F" w:rsidRDefault="00000000">
      <w:pPr>
        <w:pStyle w:val="western"/>
        <w:spacing w:after="0"/>
        <w:jc w:val="right"/>
        <w:rPr>
          <w:rFonts w:ascii="Calibri" w:hAnsi="Calibri" w:cs="Calibri"/>
          <w:b/>
          <w:bCs/>
          <w:sz w:val="22"/>
          <w:szCs w:val="22"/>
        </w:rPr>
      </w:pPr>
      <w:r>
        <w:rPr>
          <w:rFonts w:ascii="Calibri" w:hAnsi="Calibri" w:cs="Calibri"/>
          <w:b/>
          <w:bCs/>
          <w:sz w:val="22"/>
          <w:szCs w:val="22"/>
        </w:rPr>
        <w:t>Załącznik nr 9 do SWZ</w:t>
      </w:r>
    </w:p>
    <w:p w14:paraId="6DD093D3" w14:textId="77777777" w:rsidR="000C451F"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ZP.252.9.1.2026.KB</w:t>
      </w:r>
    </w:p>
    <w:p w14:paraId="75C3F3F2" w14:textId="77777777" w:rsidR="000C451F" w:rsidRDefault="00000000">
      <w:pPr>
        <w:pStyle w:val="western"/>
        <w:spacing w:after="0"/>
        <w:rPr>
          <w:sz w:val="20"/>
          <w:szCs w:val="20"/>
        </w:rPr>
      </w:pPr>
      <w:r>
        <w:rPr>
          <w:sz w:val="20"/>
          <w:szCs w:val="20"/>
        </w:rPr>
        <w:t>(pieczęć Wykonawcy)</w:t>
      </w:r>
    </w:p>
    <w:p w14:paraId="79727323" w14:textId="77777777" w:rsidR="000C451F" w:rsidRDefault="00000000">
      <w:pPr>
        <w:pStyle w:val="western"/>
        <w:spacing w:after="0"/>
        <w:rPr>
          <w:b/>
          <w:bCs/>
          <w:sz w:val="20"/>
          <w:szCs w:val="20"/>
        </w:rPr>
      </w:pPr>
      <w:r>
        <w:rPr>
          <w:b/>
          <w:bCs/>
          <w:sz w:val="20"/>
          <w:szCs w:val="20"/>
        </w:rPr>
        <w:t>OŚWIADCZENIE DOTYCZĄCE SYTUACJI EKONOMICZNEJ WYKONAWCY</w:t>
      </w:r>
    </w:p>
    <w:p w14:paraId="36B7F908" w14:textId="77777777" w:rsidR="000C451F" w:rsidRDefault="000C451F">
      <w:pPr>
        <w:pStyle w:val="western"/>
        <w:spacing w:after="240"/>
        <w:rPr>
          <w:sz w:val="20"/>
          <w:szCs w:val="20"/>
        </w:rPr>
      </w:pPr>
    </w:p>
    <w:p w14:paraId="4AD9705D" w14:textId="77777777" w:rsidR="000C451F"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12B86C11" w14:textId="77777777" w:rsidR="000C451F" w:rsidRDefault="00000000">
      <w:pPr>
        <w:spacing w:after="200" w:line="276" w:lineRule="auto"/>
        <w:jc w:val="both"/>
        <w:rPr>
          <w:b/>
          <w:bCs/>
          <w:sz w:val="24"/>
          <w:szCs w:val="24"/>
        </w:rPr>
      </w:pPr>
      <w:r>
        <w:rPr>
          <w:b/>
          <w:bCs/>
          <w:sz w:val="24"/>
          <w:szCs w:val="24"/>
        </w:rPr>
        <w:t xml:space="preserve">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p w14:paraId="48167834" w14:textId="77777777" w:rsidR="000C451F" w:rsidRDefault="000C451F">
      <w:pPr>
        <w:pStyle w:val="western"/>
        <w:spacing w:after="0" w:line="276" w:lineRule="auto"/>
        <w:rPr>
          <w:sz w:val="20"/>
          <w:szCs w:val="20"/>
        </w:rPr>
      </w:pPr>
    </w:p>
    <w:p w14:paraId="210E4D4A" w14:textId="77777777" w:rsidR="000C451F" w:rsidRDefault="00000000">
      <w:pPr>
        <w:pStyle w:val="western"/>
        <w:spacing w:after="0" w:line="276" w:lineRule="auto"/>
        <w:rPr>
          <w:sz w:val="20"/>
          <w:szCs w:val="20"/>
        </w:rPr>
      </w:pPr>
      <w:r>
        <w:rPr>
          <w:sz w:val="20"/>
          <w:szCs w:val="20"/>
        </w:rPr>
        <w:t>informuję, iż Wykonawca:</w:t>
      </w:r>
    </w:p>
    <w:p w14:paraId="3CB7E706" w14:textId="77777777" w:rsidR="000C451F" w:rsidRDefault="00000000">
      <w:pPr>
        <w:pStyle w:val="western"/>
        <w:spacing w:after="0" w:line="360" w:lineRule="auto"/>
        <w:rPr>
          <w:sz w:val="20"/>
          <w:szCs w:val="20"/>
        </w:rPr>
      </w:pPr>
      <w:r>
        <w:rPr>
          <w:sz w:val="20"/>
          <w:szCs w:val="20"/>
        </w:rPr>
        <w:t>…………………………………………………………………………………………………</w:t>
      </w:r>
    </w:p>
    <w:p w14:paraId="7626B488" w14:textId="77777777" w:rsidR="000C451F" w:rsidRDefault="00000000">
      <w:pPr>
        <w:pStyle w:val="western"/>
        <w:spacing w:after="0" w:line="360" w:lineRule="auto"/>
        <w:rPr>
          <w:sz w:val="20"/>
          <w:szCs w:val="20"/>
        </w:rPr>
      </w:pPr>
      <w:r>
        <w:rPr>
          <w:sz w:val="20"/>
          <w:szCs w:val="20"/>
        </w:rPr>
        <w:t>…………………………………………………………………………………………………</w:t>
      </w:r>
    </w:p>
    <w:p w14:paraId="45E8C010" w14:textId="77777777" w:rsidR="000C451F" w:rsidRDefault="00000000">
      <w:pPr>
        <w:pStyle w:val="western"/>
        <w:spacing w:after="0" w:line="360" w:lineRule="auto"/>
        <w:rPr>
          <w:sz w:val="20"/>
          <w:szCs w:val="20"/>
        </w:rPr>
      </w:pPr>
      <w:r>
        <w:rPr>
          <w:sz w:val="20"/>
          <w:szCs w:val="20"/>
        </w:rPr>
        <w:t>…………………………………………………………………………………………………</w:t>
      </w:r>
    </w:p>
    <w:p w14:paraId="0D1D0CFE" w14:textId="77777777" w:rsidR="000C451F" w:rsidRDefault="00000000">
      <w:pPr>
        <w:pStyle w:val="western"/>
        <w:spacing w:after="0" w:line="276" w:lineRule="auto"/>
        <w:rPr>
          <w:sz w:val="20"/>
          <w:szCs w:val="20"/>
        </w:rPr>
      </w:pPr>
      <w:r>
        <w:rPr>
          <w:sz w:val="20"/>
          <w:szCs w:val="20"/>
        </w:rPr>
        <w:t>Nazwa i adres Wykonawcy</w:t>
      </w:r>
    </w:p>
    <w:p w14:paraId="2E882452" w14:textId="77777777" w:rsidR="000C451F" w:rsidRDefault="000C451F">
      <w:pPr>
        <w:pStyle w:val="western"/>
        <w:spacing w:after="0" w:line="276" w:lineRule="auto"/>
        <w:rPr>
          <w:sz w:val="20"/>
          <w:szCs w:val="20"/>
        </w:rPr>
      </w:pPr>
    </w:p>
    <w:p w14:paraId="37E63289" w14:textId="77777777" w:rsidR="000C451F" w:rsidRDefault="00000000">
      <w:pPr>
        <w:pStyle w:val="western"/>
        <w:spacing w:after="0" w:line="276" w:lineRule="auto"/>
        <w:rPr>
          <w:sz w:val="20"/>
          <w:szCs w:val="20"/>
        </w:rPr>
      </w:pPr>
      <w:r>
        <w:rPr>
          <w:sz w:val="20"/>
          <w:szCs w:val="20"/>
        </w:rPr>
        <w:t>- posiada / nie posiada* zaległości w opłacaniu podatków</w:t>
      </w:r>
    </w:p>
    <w:p w14:paraId="152D75F5" w14:textId="77777777" w:rsidR="000C451F" w:rsidRDefault="000C451F">
      <w:pPr>
        <w:pStyle w:val="western"/>
        <w:spacing w:after="0" w:line="276" w:lineRule="auto"/>
        <w:rPr>
          <w:sz w:val="20"/>
          <w:szCs w:val="20"/>
        </w:rPr>
      </w:pPr>
    </w:p>
    <w:p w14:paraId="0C12F6B9" w14:textId="77777777" w:rsidR="000C451F"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4E8FCBF5" w14:textId="77777777" w:rsidR="000C451F" w:rsidRDefault="000C451F">
      <w:pPr>
        <w:pStyle w:val="western"/>
        <w:spacing w:after="0" w:line="276" w:lineRule="auto"/>
        <w:rPr>
          <w:sz w:val="20"/>
          <w:szCs w:val="20"/>
        </w:rPr>
      </w:pPr>
    </w:p>
    <w:p w14:paraId="7D904B0B" w14:textId="77777777" w:rsidR="000C451F" w:rsidRDefault="00000000">
      <w:pPr>
        <w:pStyle w:val="western"/>
        <w:spacing w:after="0"/>
        <w:rPr>
          <w:sz w:val="20"/>
          <w:szCs w:val="20"/>
        </w:rPr>
      </w:pPr>
      <w:r>
        <w:rPr>
          <w:sz w:val="20"/>
          <w:szCs w:val="20"/>
        </w:rPr>
        <w:t>- nie wszczęto wobec Wykonawcy postępowania upadłościowego ani likwidacyjnego,</w:t>
      </w:r>
    </w:p>
    <w:p w14:paraId="239BEB6B" w14:textId="77777777" w:rsidR="000C451F" w:rsidRDefault="00000000">
      <w:pPr>
        <w:pStyle w:val="western"/>
        <w:spacing w:after="0"/>
        <w:rPr>
          <w:b/>
          <w:bCs/>
          <w:color w:val="000000"/>
          <w:sz w:val="20"/>
          <w:szCs w:val="20"/>
        </w:rPr>
      </w:pPr>
      <w:r>
        <w:rPr>
          <w:b/>
          <w:bCs/>
          <w:color w:val="000000"/>
          <w:sz w:val="20"/>
          <w:szCs w:val="20"/>
        </w:rPr>
        <w:t>*niewłaściwe skreślić</w:t>
      </w:r>
    </w:p>
    <w:p w14:paraId="2FA33C9E" w14:textId="77777777" w:rsidR="000C451F" w:rsidRDefault="000C451F">
      <w:pPr>
        <w:pStyle w:val="western"/>
        <w:spacing w:after="240"/>
        <w:rPr>
          <w:sz w:val="20"/>
          <w:szCs w:val="20"/>
        </w:rPr>
      </w:pPr>
    </w:p>
    <w:p w14:paraId="24593D96" w14:textId="77777777" w:rsidR="000C451F" w:rsidRDefault="00000000">
      <w:pPr>
        <w:pStyle w:val="western"/>
        <w:spacing w:after="0" w:line="276" w:lineRule="auto"/>
        <w:rPr>
          <w:sz w:val="20"/>
          <w:szCs w:val="20"/>
        </w:rPr>
      </w:pPr>
      <w:r>
        <w:rPr>
          <w:sz w:val="20"/>
          <w:szCs w:val="20"/>
        </w:rPr>
        <w:t>Miejsce i data:</w:t>
      </w:r>
    </w:p>
    <w:p w14:paraId="0E9C6236" w14:textId="77777777" w:rsidR="000C451F" w:rsidRDefault="00000000">
      <w:pPr>
        <w:pStyle w:val="western"/>
        <w:spacing w:after="0" w:line="276" w:lineRule="auto"/>
        <w:rPr>
          <w:sz w:val="20"/>
          <w:szCs w:val="20"/>
        </w:rPr>
      </w:pPr>
      <w:r>
        <w:rPr>
          <w:sz w:val="20"/>
          <w:szCs w:val="20"/>
        </w:rPr>
        <w:t>........................................................ ...........................................................</w:t>
      </w:r>
    </w:p>
    <w:p w14:paraId="2070665E" w14:textId="77777777" w:rsidR="000C451F" w:rsidRDefault="00000000">
      <w:pPr>
        <w:pStyle w:val="western"/>
        <w:spacing w:after="0"/>
        <w:ind w:left="5245"/>
        <w:rPr>
          <w:sz w:val="20"/>
          <w:szCs w:val="20"/>
        </w:rPr>
      </w:pPr>
      <w:r>
        <w:rPr>
          <w:sz w:val="20"/>
          <w:szCs w:val="20"/>
        </w:rPr>
        <w:t>(imię, nazwisko i podpis osoby lub osób upoważnionych do reprezentowania Wykonawcy)</w:t>
      </w:r>
    </w:p>
    <w:p w14:paraId="1313F932" w14:textId="77777777" w:rsidR="000C451F" w:rsidRDefault="000C451F">
      <w:pPr>
        <w:pStyle w:val="western"/>
        <w:spacing w:after="0"/>
        <w:ind w:left="5245"/>
        <w:rPr>
          <w:sz w:val="20"/>
          <w:szCs w:val="20"/>
        </w:rPr>
      </w:pPr>
    </w:p>
    <w:p w14:paraId="004BACDD" w14:textId="77777777" w:rsidR="000C451F" w:rsidRDefault="000C451F">
      <w:pPr>
        <w:pStyle w:val="western"/>
        <w:spacing w:after="0"/>
        <w:ind w:left="4961"/>
        <w:rPr>
          <w:b/>
          <w:bCs/>
          <w:sz w:val="20"/>
          <w:szCs w:val="20"/>
        </w:rPr>
      </w:pPr>
    </w:p>
    <w:p w14:paraId="72334883" w14:textId="77777777" w:rsidR="000C451F" w:rsidRDefault="000C451F">
      <w:pPr>
        <w:pStyle w:val="western"/>
        <w:spacing w:after="0"/>
        <w:ind w:left="4961"/>
        <w:rPr>
          <w:b/>
          <w:bCs/>
          <w:sz w:val="20"/>
          <w:szCs w:val="20"/>
        </w:rPr>
      </w:pPr>
    </w:p>
    <w:p w14:paraId="3471CC91" w14:textId="77777777" w:rsidR="000C451F" w:rsidRDefault="000C451F">
      <w:pPr>
        <w:pStyle w:val="western"/>
        <w:spacing w:after="0"/>
        <w:ind w:left="4961"/>
        <w:rPr>
          <w:b/>
          <w:bCs/>
          <w:sz w:val="20"/>
          <w:szCs w:val="20"/>
        </w:rPr>
      </w:pPr>
    </w:p>
    <w:p w14:paraId="0CC1AC06" w14:textId="77777777" w:rsidR="000C451F" w:rsidRDefault="000C451F">
      <w:pPr>
        <w:pStyle w:val="western"/>
        <w:spacing w:after="0"/>
        <w:ind w:left="4961"/>
        <w:rPr>
          <w:b/>
          <w:bCs/>
          <w:sz w:val="20"/>
          <w:szCs w:val="20"/>
        </w:rPr>
      </w:pPr>
    </w:p>
    <w:p w14:paraId="7CF11162" w14:textId="77777777" w:rsidR="000C451F" w:rsidRDefault="000C451F">
      <w:pPr>
        <w:pStyle w:val="western"/>
        <w:spacing w:after="0"/>
        <w:rPr>
          <w:b/>
          <w:bCs/>
          <w:sz w:val="20"/>
          <w:szCs w:val="20"/>
        </w:rPr>
      </w:pPr>
    </w:p>
    <w:p w14:paraId="4734C713" w14:textId="77777777" w:rsidR="000C451F"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4EC60216" w14:textId="77777777" w:rsidR="000C451F"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1D4AEC32" w14:textId="77777777" w:rsidR="000C451F"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ZP.252.9.1.2026.KB</w:t>
      </w:r>
    </w:p>
    <w:p w14:paraId="5E540AB6" w14:textId="77777777" w:rsidR="000C451F" w:rsidRDefault="00000000">
      <w:pPr>
        <w:pStyle w:val="western"/>
        <w:spacing w:after="0"/>
        <w:rPr>
          <w:sz w:val="20"/>
          <w:szCs w:val="20"/>
        </w:rPr>
      </w:pPr>
      <w:r>
        <w:rPr>
          <w:sz w:val="20"/>
          <w:szCs w:val="20"/>
        </w:rPr>
        <w:t>(pieczęć Wykonawcy)</w:t>
      </w:r>
    </w:p>
    <w:p w14:paraId="592BCC12" w14:textId="77777777" w:rsidR="000C451F" w:rsidRDefault="000C451F">
      <w:pPr>
        <w:pStyle w:val="western"/>
        <w:spacing w:after="0"/>
        <w:rPr>
          <w:sz w:val="20"/>
          <w:szCs w:val="20"/>
        </w:rPr>
      </w:pPr>
    </w:p>
    <w:p w14:paraId="0040B439" w14:textId="77777777" w:rsidR="000C451F"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4D4E8E7A" w14:textId="77777777" w:rsidR="000C451F"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59BCB8C2" w14:textId="77777777" w:rsidR="000C451F" w:rsidRDefault="00000000">
      <w:pPr>
        <w:pStyle w:val="NormalnyWeb"/>
        <w:numPr>
          <w:ilvl w:val="0"/>
          <w:numId w:val="189"/>
        </w:numPr>
        <w:tabs>
          <w:tab w:val="left" w:pos="-8640"/>
        </w:tabs>
        <w:spacing w:before="278" w:after="278" w:line="276" w:lineRule="auto"/>
        <w:rPr>
          <w:sz w:val="20"/>
          <w:szCs w:val="20"/>
        </w:rPr>
      </w:pPr>
      <w:r>
        <w:rPr>
          <w:sz w:val="20"/>
          <w:szCs w:val="20"/>
        </w:rPr>
        <w:t>Niniejszym oświadczam w imieniu ……………………………………………….………….., że spełniam kryteria społeczne.</w:t>
      </w:r>
    </w:p>
    <w:p w14:paraId="3808DBEB" w14:textId="77777777" w:rsidR="000C451F"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46E9A05C" w14:textId="77777777" w:rsidR="000C451F" w:rsidRDefault="000C451F">
      <w:pPr>
        <w:pStyle w:val="NormalnyWeb"/>
        <w:spacing w:before="100" w:after="0" w:line="276" w:lineRule="auto"/>
        <w:rPr>
          <w:sz w:val="20"/>
          <w:szCs w:val="20"/>
        </w:rPr>
      </w:pPr>
    </w:p>
    <w:p w14:paraId="0BB9C909" w14:textId="77777777" w:rsidR="000C451F" w:rsidRDefault="000C451F">
      <w:pPr>
        <w:pStyle w:val="NormalnyWeb"/>
        <w:spacing w:before="100" w:after="0"/>
        <w:rPr>
          <w:sz w:val="20"/>
          <w:szCs w:val="20"/>
        </w:rPr>
      </w:pPr>
    </w:p>
    <w:p w14:paraId="7162090D" w14:textId="77777777" w:rsidR="000C451F" w:rsidRDefault="00000000">
      <w:pPr>
        <w:pStyle w:val="NormalnyWeb"/>
        <w:spacing w:before="100" w:after="0"/>
        <w:ind w:left="4247"/>
        <w:rPr>
          <w:sz w:val="20"/>
          <w:szCs w:val="20"/>
        </w:rPr>
      </w:pPr>
      <w:r>
        <w:rPr>
          <w:sz w:val="20"/>
          <w:szCs w:val="20"/>
        </w:rPr>
        <w:t>………………………………………………………….</w:t>
      </w:r>
    </w:p>
    <w:p w14:paraId="59022D0F" w14:textId="77777777" w:rsidR="000C451F" w:rsidRDefault="00000000">
      <w:pPr>
        <w:pStyle w:val="NormalnyWeb"/>
        <w:spacing w:before="100" w:after="0"/>
        <w:ind w:left="4247"/>
        <w:rPr>
          <w:i/>
          <w:iCs/>
          <w:sz w:val="20"/>
          <w:szCs w:val="20"/>
        </w:rPr>
      </w:pPr>
      <w:r>
        <w:rPr>
          <w:i/>
          <w:iCs/>
          <w:sz w:val="20"/>
          <w:szCs w:val="20"/>
        </w:rPr>
        <w:t>Podpis wraz z pieczątką firmy/instytucji,</w:t>
      </w:r>
    </w:p>
    <w:p w14:paraId="438783AC" w14:textId="77777777" w:rsidR="000C451F" w:rsidRDefault="00000000">
      <w:pPr>
        <w:pStyle w:val="NormalnyWeb"/>
        <w:spacing w:before="100" w:after="0"/>
        <w:ind w:left="4247"/>
        <w:rPr>
          <w:i/>
          <w:iCs/>
          <w:sz w:val="20"/>
          <w:szCs w:val="20"/>
        </w:rPr>
      </w:pPr>
      <w:r>
        <w:rPr>
          <w:i/>
          <w:iCs/>
          <w:sz w:val="20"/>
          <w:szCs w:val="20"/>
        </w:rPr>
        <w:t>którą reprezentuje Wykonawca</w:t>
      </w:r>
    </w:p>
    <w:p w14:paraId="40D3348D" w14:textId="77777777" w:rsidR="000C451F" w:rsidRDefault="000C451F">
      <w:pPr>
        <w:pStyle w:val="NormalnyWeb"/>
        <w:spacing w:before="100" w:after="0"/>
        <w:rPr>
          <w:sz w:val="20"/>
          <w:szCs w:val="20"/>
        </w:rPr>
      </w:pPr>
    </w:p>
    <w:p w14:paraId="0193E19D" w14:textId="77777777" w:rsidR="000C451F"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2142F617" w14:textId="77777777" w:rsidR="000C451F" w:rsidRDefault="000C451F">
      <w:pPr>
        <w:pStyle w:val="NormalnyWeb"/>
        <w:spacing w:before="100" w:after="240" w:line="276" w:lineRule="auto"/>
        <w:rPr>
          <w:sz w:val="20"/>
          <w:szCs w:val="20"/>
        </w:rPr>
      </w:pPr>
    </w:p>
    <w:p w14:paraId="20E790B9" w14:textId="77777777" w:rsidR="000C451F" w:rsidRDefault="00000000">
      <w:pPr>
        <w:spacing w:after="200" w:line="276" w:lineRule="auto"/>
        <w:jc w:val="both"/>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bookmarkStart w:id="1" w:name="_Hlk214454984"/>
      <w:r>
        <w:rPr>
          <w:b/>
          <w:bCs/>
          <w:sz w:val="24"/>
          <w:szCs w:val="24"/>
        </w:rPr>
        <w:t xml:space="preserve">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bookmarkEnd w:id="1"/>
    <w:p w14:paraId="6EA7C94E" w14:textId="77777777" w:rsidR="000C451F" w:rsidRDefault="000C451F">
      <w:pPr>
        <w:pStyle w:val="western"/>
        <w:spacing w:after="0"/>
      </w:pPr>
    </w:p>
    <w:p w14:paraId="35E2B175" w14:textId="77777777" w:rsidR="000C451F" w:rsidRDefault="000C451F">
      <w:pPr>
        <w:pStyle w:val="NormalnyWeb"/>
        <w:spacing w:before="100" w:after="0"/>
        <w:ind w:left="4956"/>
        <w:rPr>
          <w:sz w:val="20"/>
          <w:szCs w:val="20"/>
        </w:rPr>
      </w:pPr>
    </w:p>
    <w:p w14:paraId="54BE97F7" w14:textId="77777777" w:rsidR="000C451F" w:rsidRDefault="000C451F">
      <w:pPr>
        <w:pStyle w:val="NormalnyWeb"/>
        <w:spacing w:before="100" w:after="0"/>
        <w:ind w:left="4956"/>
        <w:rPr>
          <w:sz w:val="20"/>
          <w:szCs w:val="20"/>
        </w:rPr>
      </w:pPr>
    </w:p>
    <w:p w14:paraId="2ED8BCFE" w14:textId="77777777" w:rsidR="000C451F" w:rsidRDefault="000C451F">
      <w:pPr>
        <w:pStyle w:val="NormalnyWeb"/>
        <w:spacing w:before="100" w:after="0"/>
        <w:ind w:left="4956"/>
        <w:rPr>
          <w:sz w:val="20"/>
          <w:szCs w:val="20"/>
        </w:rPr>
      </w:pPr>
    </w:p>
    <w:p w14:paraId="4BD72315" w14:textId="77777777" w:rsidR="000C451F" w:rsidRDefault="00000000">
      <w:pPr>
        <w:pStyle w:val="NormalnyWeb"/>
        <w:spacing w:before="100" w:after="0"/>
        <w:rPr>
          <w:sz w:val="20"/>
          <w:szCs w:val="20"/>
        </w:rPr>
      </w:pPr>
      <w:r>
        <w:rPr>
          <w:sz w:val="20"/>
          <w:szCs w:val="20"/>
        </w:rPr>
        <w:t>………………………………………………………….</w:t>
      </w:r>
    </w:p>
    <w:p w14:paraId="1769A90F" w14:textId="77777777" w:rsidR="000C451F" w:rsidRDefault="00000000">
      <w:pPr>
        <w:pStyle w:val="NormalnyWeb"/>
        <w:spacing w:before="100" w:after="0"/>
        <w:ind w:left="4956"/>
        <w:rPr>
          <w:i/>
          <w:iCs/>
          <w:sz w:val="20"/>
          <w:szCs w:val="20"/>
        </w:rPr>
      </w:pPr>
      <w:r>
        <w:rPr>
          <w:i/>
          <w:iCs/>
          <w:sz w:val="20"/>
          <w:szCs w:val="20"/>
        </w:rPr>
        <w:t>Podpis wraz z pieczątką firmy/instytucji,</w:t>
      </w:r>
    </w:p>
    <w:p w14:paraId="4B87626A" w14:textId="77777777" w:rsidR="000C451F" w:rsidRDefault="00000000">
      <w:pPr>
        <w:pStyle w:val="NormalnyWeb"/>
        <w:spacing w:before="100" w:after="0"/>
        <w:ind w:left="4956"/>
        <w:rPr>
          <w:i/>
          <w:iCs/>
          <w:sz w:val="20"/>
          <w:szCs w:val="20"/>
        </w:rPr>
      </w:pPr>
      <w:r>
        <w:rPr>
          <w:i/>
          <w:iCs/>
          <w:sz w:val="20"/>
          <w:szCs w:val="20"/>
        </w:rPr>
        <w:t>którą reprezentuje Wykonawca</w:t>
      </w:r>
    </w:p>
    <w:p w14:paraId="23D75EAA" w14:textId="77777777" w:rsidR="000C451F" w:rsidRDefault="000C451F">
      <w:pPr>
        <w:pStyle w:val="NormalnyWeb"/>
        <w:spacing w:before="100" w:after="0"/>
        <w:ind w:left="4956"/>
        <w:rPr>
          <w:sz w:val="20"/>
          <w:szCs w:val="20"/>
        </w:rPr>
      </w:pPr>
    </w:p>
    <w:p w14:paraId="185777A7" w14:textId="77777777" w:rsidR="000C451F" w:rsidRDefault="00000000">
      <w:pPr>
        <w:pStyle w:val="NormalnyWeb"/>
        <w:spacing w:before="278" w:after="0"/>
      </w:pPr>
      <w:r>
        <w:rPr>
          <w:sz w:val="20"/>
          <w:szCs w:val="20"/>
          <w:vertAlign w:val="superscript"/>
        </w:rPr>
        <w:t xml:space="preserve">1 </w:t>
      </w:r>
      <w:r>
        <w:rPr>
          <w:sz w:val="20"/>
          <w:szCs w:val="20"/>
        </w:rPr>
        <w:t>niepotrzebne skreślić</w:t>
      </w:r>
    </w:p>
    <w:p w14:paraId="6E95F79D" w14:textId="77777777" w:rsidR="000C451F" w:rsidRDefault="000C451F">
      <w:pPr>
        <w:pStyle w:val="Standard"/>
        <w:spacing w:before="100"/>
        <w:ind w:left="4961"/>
        <w:rPr>
          <w:b/>
          <w:bCs/>
          <w:sz w:val="20"/>
          <w:szCs w:val="20"/>
          <w:lang w:eastAsia="pl-PL"/>
        </w:rPr>
      </w:pPr>
    </w:p>
    <w:p w14:paraId="0A4939D9" w14:textId="77777777" w:rsidR="000C451F" w:rsidRDefault="000C451F">
      <w:pPr>
        <w:pStyle w:val="Standard"/>
        <w:spacing w:before="100"/>
        <w:ind w:left="4961"/>
        <w:rPr>
          <w:b/>
          <w:bCs/>
          <w:sz w:val="20"/>
          <w:szCs w:val="20"/>
          <w:lang w:eastAsia="pl-PL"/>
        </w:rPr>
      </w:pPr>
    </w:p>
    <w:p w14:paraId="363CFE64" w14:textId="77777777" w:rsidR="000C451F" w:rsidRDefault="000C451F">
      <w:pPr>
        <w:pStyle w:val="Standard"/>
        <w:spacing w:before="100"/>
        <w:rPr>
          <w:b/>
          <w:bCs/>
          <w:sz w:val="20"/>
          <w:szCs w:val="20"/>
          <w:lang w:eastAsia="pl-PL"/>
        </w:rPr>
      </w:pPr>
    </w:p>
    <w:p w14:paraId="5CF823E2" w14:textId="77777777" w:rsidR="000C451F" w:rsidRDefault="000C451F">
      <w:pPr>
        <w:pStyle w:val="Standard"/>
        <w:spacing w:before="100"/>
        <w:ind w:left="4961"/>
        <w:rPr>
          <w:b/>
          <w:bCs/>
          <w:sz w:val="20"/>
          <w:szCs w:val="20"/>
          <w:lang w:eastAsia="pl-PL"/>
        </w:rPr>
      </w:pPr>
    </w:p>
    <w:p w14:paraId="368581F9" w14:textId="77777777" w:rsidR="000C451F"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3AD80460" w14:textId="77777777" w:rsidR="000C451F" w:rsidRDefault="000C451F">
      <w:pPr>
        <w:pStyle w:val="Standard"/>
        <w:spacing w:before="100"/>
        <w:ind w:left="4961"/>
        <w:rPr>
          <w:b/>
          <w:bCs/>
          <w:sz w:val="20"/>
          <w:szCs w:val="20"/>
          <w:lang w:eastAsia="pl-PL"/>
        </w:rPr>
      </w:pPr>
    </w:p>
    <w:p w14:paraId="0C2CA554" w14:textId="77777777" w:rsidR="000C451F" w:rsidRDefault="000C451F">
      <w:pPr>
        <w:pStyle w:val="Standard"/>
        <w:spacing w:before="100"/>
        <w:ind w:left="4961"/>
        <w:rPr>
          <w:b/>
          <w:bCs/>
          <w:sz w:val="20"/>
          <w:szCs w:val="20"/>
          <w:lang w:eastAsia="pl-PL"/>
        </w:rPr>
      </w:pPr>
    </w:p>
    <w:p w14:paraId="27CF41D0" w14:textId="77777777" w:rsidR="000C451F" w:rsidRDefault="000C451F">
      <w:pPr>
        <w:pStyle w:val="Standard"/>
        <w:spacing w:before="100"/>
        <w:ind w:left="4961"/>
        <w:rPr>
          <w:b/>
          <w:bCs/>
          <w:sz w:val="20"/>
          <w:szCs w:val="20"/>
          <w:lang w:eastAsia="pl-PL"/>
        </w:rPr>
      </w:pPr>
    </w:p>
    <w:p w14:paraId="551C882D" w14:textId="77777777" w:rsidR="000C451F" w:rsidRDefault="00000000">
      <w:pPr>
        <w:pStyle w:val="Standard"/>
        <w:spacing w:before="100"/>
        <w:ind w:left="6323" w:firstLine="33"/>
        <w:rPr>
          <w:b/>
          <w:bCs/>
          <w:sz w:val="20"/>
          <w:szCs w:val="20"/>
          <w:lang w:eastAsia="pl-PL"/>
        </w:rPr>
      </w:pPr>
      <w:r>
        <w:rPr>
          <w:b/>
          <w:bCs/>
          <w:sz w:val="20"/>
          <w:szCs w:val="20"/>
          <w:lang w:eastAsia="pl-PL"/>
        </w:rPr>
        <w:t>Załącznik nr 11 do SWZ</w:t>
      </w:r>
    </w:p>
    <w:p w14:paraId="42A1085B" w14:textId="77777777" w:rsidR="000C451F"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ZP.252.9.1.2026.KB</w:t>
      </w:r>
    </w:p>
    <w:p w14:paraId="36CA5504" w14:textId="77777777" w:rsidR="000C451F" w:rsidRDefault="000C451F">
      <w:pPr>
        <w:pStyle w:val="Standard"/>
        <w:spacing w:before="100"/>
        <w:rPr>
          <w:sz w:val="20"/>
          <w:szCs w:val="20"/>
          <w:lang w:eastAsia="pl-PL"/>
        </w:rPr>
      </w:pPr>
    </w:p>
    <w:p w14:paraId="0B2C38A6" w14:textId="77777777" w:rsidR="000C451F" w:rsidRDefault="00000000">
      <w:pPr>
        <w:pStyle w:val="Standard"/>
        <w:spacing w:before="100"/>
        <w:rPr>
          <w:b/>
          <w:bCs/>
          <w:sz w:val="20"/>
          <w:szCs w:val="20"/>
          <w:lang w:eastAsia="pl-PL"/>
        </w:rPr>
      </w:pPr>
      <w:r>
        <w:rPr>
          <w:b/>
          <w:bCs/>
          <w:sz w:val="20"/>
          <w:szCs w:val="20"/>
          <w:lang w:eastAsia="pl-PL"/>
        </w:rPr>
        <w:t>UMOWA PRZETWARZANIA DANYCH W IMIENIU ADMINISTRATORA</w:t>
      </w:r>
    </w:p>
    <w:p w14:paraId="3A85E2A4" w14:textId="77777777" w:rsidR="000C451F" w:rsidRDefault="00000000">
      <w:pPr>
        <w:pStyle w:val="Standard"/>
        <w:spacing w:before="100"/>
        <w:rPr>
          <w:b/>
          <w:bCs/>
          <w:sz w:val="20"/>
          <w:szCs w:val="20"/>
          <w:lang w:eastAsia="pl-PL"/>
        </w:rPr>
      </w:pPr>
      <w:r>
        <w:rPr>
          <w:b/>
          <w:bCs/>
          <w:sz w:val="20"/>
          <w:szCs w:val="20"/>
          <w:lang w:eastAsia="pl-PL"/>
        </w:rPr>
        <w:t>PODPISANA W ZWIĄZKU Z UMOWĄ NR ……………………………………………………. Z DNIA………..</w:t>
      </w:r>
    </w:p>
    <w:p w14:paraId="3D54791B" w14:textId="77777777" w:rsidR="000C451F" w:rsidRDefault="00000000">
      <w:pPr>
        <w:pStyle w:val="Standard"/>
        <w:spacing w:before="100"/>
        <w:rPr>
          <w:sz w:val="20"/>
          <w:szCs w:val="20"/>
          <w:lang w:eastAsia="pl-PL"/>
        </w:rPr>
      </w:pPr>
      <w:r>
        <w:rPr>
          <w:sz w:val="20"/>
          <w:szCs w:val="20"/>
          <w:lang w:eastAsia="pl-PL"/>
        </w:rPr>
        <w:t>zawarta w dniu …………… w Wejherowie pomiędzy:</w:t>
      </w:r>
    </w:p>
    <w:p w14:paraId="6CB6DE3E" w14:textId="77777777" w:rsidR="000C451F"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3E78DDC5" w14:textId="77777777" w:rsidR="000C451F" w:rsidRDefault="00000000">
      <w:pPr>
        <w:pStyle w:val="Standard"/>
        <w:spacing w:before="100" w:line="276" w:lineRule="auto"/>
        <w:rPr>
          <w:sz w:val="20"/>
          <w:szCs w:val="20"/>
          <w:lang w:eastAsia="pl-PL"/>
        </w:rPr>
      </w:pPr>
      <w:r>
        <w:rPr>
          <w:sz w:val="20"/>
          <w:szCs w:val="20"/>
          <w:lang w:eastAsia="pl-PL"/>
        </w:rPr>
        <w:t>a</w:t>
      </w:r>
    </w:p>
    <w:p w14:paraId="3DE0A21D" w14:textId="77777777" w:rsidR="000C451F" w:rsidRDefault="00000000">
      <w:pPr>
        <w:pStyle w:val="Standard"/>
        <w:spacing w:before="100" w:line="276" w:lineRule="auto"/>
      </w:pPr>
      <w:r>
        <w:rPr>
          <w:sz w:val="20"/>
          <w:szCs w:val="20"/>
          <w:lang w:eastAsia="pl-PL"/>
        </w:rPr>
        <w:t xml:space="preserve">………………………………….. </w:t>
      </w:r>
      <w:bookmarkStart w:id="2"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6DB7FA50" w14:textId="77777777" w:rsidR="000C451F"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460ACFB7" w14:textId="77777777" w:rsidR="000C451F"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27CF74AD" w14:textId="77777777" w:rsidR="000C451F" w:rsidRDefault="000C451F">
      <w:pPr>
        <w:pStyle w:val="Standard"/>
        <w:spacing w:before="100" w:line="276" w:lineRule="auto"/>
        <w:rPr>
          <w:sz w:val="20"/>
          <w:szCs w:val="20"/>
          <w:lang w:eastAsia="pl-PL"/>
        </w:rPr>
      </w:pPr>
    </w:p>
    <w:p w14:paraId="5CBBD87A" w14:textId="77777777" w:rsidR="000C451F" w:rsidRDefault="00000000">
      <w:pPr>
        <w:spacing w:after="200" w:line="276" w:lineRule="auto"/>
        <w:jc w:val="both"/>
      </w:pPr>
      <w:r>
        <w:rPr>
          <w:sz w:val="24"/>
          <w:szCs w:val="24"/>
        </w:rPr>
        <w:t>Świadczenie usług schronienia z usługami opiekuńczymi dla kobiet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0"/>
          <w:szCs w:val="20"/>
        </w:rPr>
        <w:t>,</w:t>
      </w:r>
    </w:p>
    <w:p w14:paraId="2D6CB309" w14:textId="77777777" w:rsidR="000C451F" w:rsidRDefault="00000000">
      <w:pPr>
        <w:pStyle w:val="Standard"/>
        <w:spacing w:before="100" w:line="276" w:lineRule="auto"/>
        <w:rPr>
          <w:sz w:val="20"/>
          <w:szCs w:val="20"/>
          <w:lang w:eastAsia="pl-PL"/>
        </w:rPr>
      </w:pPr>
      <w:r>
        <w:rPr>
          <w:sz w:val="20"/>
          <w:szCs w:val="20"/>
          <w:lang w:eastAsia="pl-PL"/>
        </w:rPr>
        <w:t>Strony postanawiają, co następuje:</w:t>
      </w:r>
    </w:p>
    <w:p w14:paraId="3E1D3DA1" w14:textId="77777777" w:rsidR="000C451F" w:rsidRDefault="000C451F">
      <w:pPr>
        <w:pStyle w:val="Standard"/>
        <w:spacing w:before="100"/>
        <w:rPr>
          <w:sz w:val="20"/>
          <w:szCs w:val="20"/>
          <w:lang w:eastAsia="pl-PL"/>
        </w:rPr>
      </w:pPr>
    </w:p>
    <w:p w14:paraId="02D22FC5" w14:textId="77777777" w:rsidR="000C451F" w:rsidRDefault="00000000">
      <w:pPr>
        <w:pStyle w:val="Standard"/>
        <w:spacing w:before="100"/>
        <w:rPr>
          <w:b/>
          <w:bCs/>
          <w:color w:val="000000"/>
          <w:sz w:val="20"/>
          <w:szCs w:val="20"/>
          <w:lang w:eastAsia="pl-PL"/>
        </w:rPr>
      </w:pPr>
      <w:r>
        <w:rPr>
          <w:b/>
          <w:bCs/>
          <w:color w:val="000000"/>
          <w:sz w:val="20"/>
          <w:szCs w:val="20"/>
          <w:lang w:eastAsia="pl-PL"/>
        </w:rPr>
        <w:t>§ 1.</w:t>
      </w:r>
    </w:p>
    <w:p w14:paraId="547F49B8" w14:textId="77777777" w:rsidR="000C451F"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323BF7AE" w14:textId="77777777" w:rsidR="000C451F" w:rsidRDefault="00000000">
      <w:pPr>
        <w:pStyle w:val="Standard"/>
        <w:numPr>
          <w:ilvl w:val="0"/>
          <w:numId w:val="190"/>
        </w:numPr>
        <w:tabs>
          <w:tab w:val="left" w:pos="-864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4199A4E7" w14:textId="77777777" w:rsidR="000C451F" w:rsidRDefault="00000000">
      <w:pPr>
        <w:pStyle w:val="Standard"/>
        <w:numPr>
          <w:ilvl w:val="0"/>
          <w:numId w:val="171"/>
        </w:numPr>
        <w:tabs>
          <w:tab w:val="left" w:pos="-864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3E5811D4" w14:textId="77777777" w:rsidR="000C451F" w:rsidRDefault="00000000">
      <w:pPr>
        <w:pStyle w:val="Standard"/>
        <w:numPr>
          <w:ilvl w:val="0"/>
          <w:numId w:val="171"/>
        </w:numPr>
        <w:tabs>
          <w:tab w:val="left" w:pos="-864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53B0B8AC" w14:textId="77777777" w:rsidR="000C451F" w:rsidRDefault="00000000">
      <w:pPr>
        <w:pStyle w:val="Standard"/>
        <w:numPr>
          <w:ilvl w:val="0"/>
          <w:numId w:val="171"/>
        </w:numPr>
        <w:tabs>
          <w:tab w:val="left" w:pos="-864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3DA98357" w14:textId="77777777" w:rsidR="000C451F" w:rsidRDefault="000C451F">
      <w:pPr>
        <w:pStyle w:val="Standard"/>
        <w:spacing w:before="100"/>
        <w:rPr>
          <w:b/>
          <w:bCs/>
          <w:color w:val="000000"/>
          <w:sz w:val="20"/>
          <w:szCs w:val="20"/>
          <w:lang w:eastAsia="pl-PL"/>
        </w:rPr>
      </w:pPr>
    </w:p>
    <w:p w14:paraId="2B2066D1" w14:textId="77777777" w:rsidR="000C451F" w:rsidRDefault="00000000">
      <w:pPr>
        <w:pStyle w:val="Standard"/>
        <w:spacing w:before="100"/>
        <w:rPr>
          <w:b/>
          <w:bCs/>
          <w:color w:val="000000"/>
          <w:sz w:val="20"/>
          <w:szCs w:val="20"/>
          <w:lang w:eastAsia="pl-PL"/>
        </w:rPr>
      </w:pPr>
      <w:r>
        <w:rPr>
          <w:b/>
          <w:bCs/>
          <w:color w:val="000000"/>
          <w:sz w:val="20"/>
          <w:szCs w:val="20"/>
          <w:lang w:eastAsia="pl-PL"/>
        </w:rPr>
        <w:t>§ 2.</w:t>
      </w:r>
    </w:p>
    <w:p w14:paraId="15151AF9" w14:textId="77777777" w:rsidR="000C451F"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65B87B07" w14:textId="77777777" w:rsidR="000C451F" w:rsidRDefault="00000000">
      <w:pPr>
        <w:pStyle w:val="Standard"/>
        <w:numPr>
          <w:ilvl w:val="0"/>
          <w:numId w:val="191"/>
        </w:numPr>
        <w:tabs>
          <w:tab w:val="left" w:pos="-864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71549AB3" w14:textId="77777777" w:rsidR="000C451F" w:rsidRDefault="00000000">
      <w:pPr>
        <w:pStyle w:val="Standard"/>
        <w:numPr>
          <w:ilvl w:val="0"/>
          <w:numId w:val="172"/>
        </w:numPr>
        <w:tabs>
          <w:tab w:val="left" w:pos="-864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55BFB917" w14:textId="77777777" w:rsidR="000C451F" w:rsidRDefault="00000000">
      <w:pPr>
        <w:pStyle w:val="Standard"/>
        <w:numPr>
          <w:ilvl w:val="0"/>
          <w:numId w:val="172"/>
        </w:numPr>
        <w:tabs>
          <w:tab w:val="left" w:pos="-864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372C8F22" w14:textId="77777777" w:rsidR="000C451F" w:rsidRDefault="00000000">
      <w:pPr>
        <w:pStyle w:val="Standard"/>
        <w:spacing w:before="100"/>
        <w:rPr>
          <w:b/>
          <w:bCs/>
          <w:color w:val="000000"/>
          <w:sz w:val="20"/>
          <w:szCs w:val="20"/>
          <w:lang w:eastAsia="pl-PL"/>
        </w:rPr>
      </w:pPr>
      <w:r>
        <w:rPr>
          <w:b/>
          <w:bCs/>
          <w:color w:val="000000"/>
          <w:sz w:val="20"/>
          <w:szCs w:val="20"/>
          <w:lang w:eastAsia="pl-PL"/>
        </w:rPr>
        <w:t>§ 3.</w:t>
      </w:r>
      <w:bookmarkStart w:id="3" w:name="_Hlk494873115"/>
    </w:p>
    <w:p w14:paraId="437BD4C8" w14:textId="77777777" w:rsidR="000C451F" w:rsidRDefault="00000000">
      <w:pPr>
        <w:pStyle w:val="Standard"/>
        <w:spacing w:before="100"/>
        <w:rPr>
          <w:b/>
          <w:bCs/>
          <w:color w:val="000000"/>
          <w:sz w:val="20"/>
          <w:szCs w:val="20"/>
          <w:lang w:eastAsia="pl-PL"/>
        </w:rPr>
      </w:pPr>
      <w:r>
        <w:rPr>
          <w:b/>
          <w:bCs/>
          <w:color w:val="000000"/>
          <w:sz w:val="20"/>
          <w:szCs w:val="20"/>
          <w:lang w:eastAsia="pl-PL"/>
        </w:rPr>
        <w:t>Obowiązki i prawa Administratora</w:t>
      </w:r>
    </w:p>
    <w:p w14:paraId="009ED6CD" w14:textId="77777777" w:rsidR="000C451F" w:rsidRDefault="00000000">
      <w:pPr>
        <w:pStyle w:val="Standard"/>
        <w:numPr>
          <w:ilvl w:val="0"/>
          <w:numId w:val="192"/>
        </w:numPr>
        <w:tabs>
          <w:tab w:val="left" w:pos="-864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68A3174A" w14:textId="77777777" w:rsidR="000C451F" w:rsidRDefault="00000000">
      <w:pPr>
        <w:pStyle w:val="Standard"/>
        <w:numPr>
          <w:ilvl w:val="0"/>
          <w:numId w:val="173"/>
        </w:numPr>
        <w:tabs>
          <w:tab w:val="left" w:pos="-864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53C16127" w14:textId="77777777" w:rsidR="000C451F" w:rsidRDefault="00000000">
      <w:pPr>
        <w:pStyle w:val="Standard"/>
        <w:numPr>
          <w:ilvl w:val="0"/>
          <w:numId w:val="173"/>
        </w:numPr>
        <w:tabs>
          <w:tab w:val="left" w:pos="-864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3CB8F05B" w14:textId="77777777" w:rsidR="000C451F" w:rsidRDefault="00000000">
      <w:pPr>
        <w:pStyle w:val="Standard"/>
        <w:spacing w:before="100"/>
        <w:rPr>
          <w:b/>
          <w:bCs/>
          <w:color w:val="000000"/>
          <w:sz w:val="20"/>
          <w:szCs w:val="20"/>
          <w:lang w:eastAsia="pl-PL"/>
        </w:rPr>
      </w:pPr>
      <w:r>
        <w:rPr>
          <w:b/>
          <w:bCs/>
          <w:color w:val="000000"/>
          <w:sz w:val="20"/>
          <w:szCs w:val="20"/>
          <w:lang w:eastAsia="pl-PL"/>
        </w:rPr>
        <w:t>§ 4.</w:t>
      </w:r>
    </w:p>
    <w:p w14:paraId="1DE9AF13" w14:textId="77777777" w:rsidR="000C451F"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28EE217A" w14:textId="77777777" w:rsidR="000C451F" w:rsidRDefault="00000000">
      <w:pPr>
        <w:pStyle w:val="Standard"/>
        <w:numPr>
          <w:ilvl w:val="0"/>
          <w:numId w:val="193"/>
        </w:numPr>
        <w:tabs>
          <w:tab w:val="left" w:pos="-8640"/>
        </w:tabs>
        <w:spacing w:before="100" w:after="119" w:line="276" w:lineRule="auto"/>
        <w:rPr>
          <w:color w:val="000000"/>
          <w:sz w:val="20"/>
          <w:szCs w:val="20"/>
          <w:lang w:eastAsia="pl-PL"/>
        </w:rPr>
      </w:pPr>
      <w:r>
        <w:rPr>
          <w:color w:val="000000"/>
          <w:sz w:val="20"/>
          <w:szCs w:val="20"/>
          <w:lang w:eastAsia="pl-PL"/>
        </w:rPr>
        <w:t>Podmiot przetwarzający:</w:t>
      </w:r>
    </w:p>
    <w:p w14:paraId="52871A4A" w14:textId="77777777" w:rsidR="000C451F" w:rsidRDefault="00000000">
      <w:pPr>
        <w:pStyle w:val="Standard"/>
        <w:numPr>
          <w:ilvl w:val="1"/>
          <w:numId w:val="175"/>
        </w:numPr>
        <w:tabs>
          <w:tab w:val="left" w:pos="-1728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240861F9" w14:textId="77777777" w:rsidR="000C451F" w:rsidRDefault="00000000">
      <w:pPr>
        <w:pStyle w:val="Standard"/>
        <w:numPr>
          <w:ilvl w:val="1"/>
          <w:numId w:val="175"/>
        </w:numPr>
        <w:tabs>
          <w:tab w:val="left" w:pos="-1728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70A3662B" w14:textId="77777777" w:rsidR="000C451F" w:rsidRDefault="00000000">
      <w:pPr>
        <w:pStyle w:val="Standard"/>
        <w:numPr>
          <w:ilvl w:val="1"/>
          <w:numId w:val="175"/>
        </w:numPr>
        <w:tabs>
          <w:tab w:val="left" w:pos="-17280"/>
        </w:tabs>
        <w:spacing w:before="100" w:after="119" w:line="276" w:lineRule="auto"/>
        <w:rPr>
          <w:sz w:val="20"/>
          <w:szCs w:val="20"/>
          <w:lang w:eastAsia="pl-PL"/>
        </w:rPr>
      </w:pPr>
      <w:r>
        <w:rPr>
          <w:sz w:val="20"/>
          <w:szCs w:val="20"/>
          <w:lang w:eastAsia="pl-PL"/>
        </w:rPr>
        <w:t>podejmuje wszelkie środki wymagane na mocy art. 32 RODO:</w:t>
      </w:r>
    </w:p>
    <w:p w14:paraId="47938239" w14:textId="77777777" w:rsidR="000C451F" w:rsidRDefault="00000000">
      <w:pPr>
        <w:pStyle w:val="Standard"/>
        <w:spacing w:before="100" w:after="119" w:line="276" w:lineRule="auto"/>
        <w:rPr>
          <w:sz w:val="20"/>
          <w:szCs w:val="20"/>
          <w:lang w:eastAsia="pl-PL"/>
        </w:rPr>
      </w:pPr>
      <w:r>
        <w:rPr>
          <w:sz w:val="20"/>
          <w:szCs w:val="20"/>
          <w:lang w:eastAsia="pl-PL"/>
        </w:rPr>
        <w:t>a) przeprowadzenie analizy ryzyka;</w:t>
      </w:r>
    </w:p>
    <w:p w14:paraId="00F78F44" w14:textId="77777777" w:rsidR="000C451F"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343FCCEA" w14:textId="77777777" w:rsidR="000C451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pseudonimizację i szyfrowanie danych osobowych;</w:t>
      </w:r>
    </w:p>
    <w:p w14:paraId="0EA5031B" w14:textId="77777777" w:rsidR="000C451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6B74D678" w14:textId="77777777" w:rsidR="000C451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7C54AFDD" w14:textId="77777777" w:rsidR="000C451F"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57EBBA07" w14:textId="77777777" w:rsidR="000C451F"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094C8B6B" w14:textId="77777777" w:rsidR="000C451F" w:rsidRDefault="00000000">
      <w:pPr>
        <w:pStyle w:val="Standard"/>
        <w:numPr>
          <w:ilvl w:val="1"/>
          <w:numId w:val="177"/>
        </w:numPr>
        <w:tabs>
          <w:tab w:val="left" w:pos="-1728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588D386C" w14:textId="77777777" w:rsidR="000C451F" w:rsidRDefault="00000000">
      <w:pPr>
        <w:pStyle w:val="Standard"/>
        <w:numPr>
          <w:ilvl w:val="1"/>
          <w:numId w:val="177"/>
        </w:numPr>
        <w:tabs>
          <w:tab w:val="left" w:pos="-1728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3CBA7C0C" w14:textId="77777777" w:rsidR="000C451F" w:rsidRDefault="00000000">
      <w:pPr>
        <w:pStyle w:val="Standard"/>
        <w:spacing w:before="100" w:after="119" w:line="276" w:lineRule="auto"/>
        <w:rPr>
          <w:sz w:val="20"/>
          <w:szCs w:val="20"/>
          <w:lang w:eastAsia="pl-PL"/>
        </w:rPr>
      </w:pPr>
      <w:r>
        <w:rPr>
          <w:sz w:val="20"/>
          <w:szCs w:val="20"/>
          <w:lang w:eastAsia="pl-PL"/>
        </w:rPr>
        <w:t>a) prawa do ochrony danych osobowych;</w:t>
      </w:r>
    </w:p>
    <w:p w14:paraId="5935B904" w14:textId="77777777" w:rsidR="000C451F"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7D07B46D" w14:textId="77777777" w:rsidR="000C451F" w:rsidRDefault="00000000">
      <w:pPr>
        <w:pStyle w:val="Standard"/>
        <w:spacing w:before="100" w:after="119" w:line="276" w:lineRule="auto"/>
        <w:rPr>
          <w:sz w:val="20"/>
          <w:szCs w:val="20"/>
          <w:lang w:eastAsia="pl-PL"/>
        </w:rPr>
      </w:pPr>
      <w:r>
        <w:rPr>
          <w:sz w:val="20"/>
          <w:szCs w:val="20"/>
          <w:lang w:eastAsia="pl-PL"/>
        </w:rPr>
        <w:t>c) prawa do informacji;</w:t>
      </w:r>
    </w:p>
    <w:p w14:paraId="2BA1C1F8" w14:textId="77777777" w:rsidR="000C451F" w:rsidRDefault="00000000">
      <w:pPr>
        <w:pStyle w:val="Standard"/>
        <w:spacing w:before="100" w:after="119" w:line="276" w:lineRule="auto"/>
        <w:rPr>
          <w:sz w:val="20"/>
          <w:szCs w:val="20"/>
          <w:lang w:eastAsia="pl-PL"/>
        </w:rPr>
      </w:pPr>
      <w:r>
        <w:rPr>
          <w:sz w:val="20"/>
          <w:szCs w:val="20"/>
          <w:lang w:eastAsia="pl-PL"/>
        </w:rPr>
        <w:t>d) prawa do dostępu do danych;</w:t>
      </w:r>
    </w:p>
    <w:p w14:paraId="779B110B" w14:textId="77777777" w:rsidR="000C451F" w:rsidRDefault="00000000">
      <w:pPr>
        <w:pStyle w:val="Standard"/>
        <w:spacing w:before="100" w:after="119" w:line="276" w:lineRule="auto"/>
        <w:rPr>
          <w:sz w:val="20"/>
          <w:szCs w:val="20"/>
          <w:lang w:eastAsia="pl-PL"/>
        </w:rPr>
      </w:pPr>
      <w:r>
        <w:rPr>
          <w:sz w:val="20"/>
          <w:szCs w:val="20"/>
          <w:lang w:eastAsia="pl-PL"/>
        </w:rPr>
        <w:t>e) prawa do sprostowania danych;</w:t>
      </w:r>
    </w:p>
    <w:p w14:paraId="12E9DDEB" w14:textId="77777777" w:rsidR="000C451F" w:rsidRDefault="00000000">
      <w:pPr>
        <w:pStyle w:val="Standard"/>
        <w:spacing w:before="100" w:after="119" w:line="276" w:lineRule="auto"/>
        <w:rPr>
          <w:sz w:val="20"/>
          <w:szCs w:val="20"/>
          <w:lang w:eastAsia="pl-PL"/>
        </w:rPr>
      </w:pPr>
      <w:r>
        <w:rPr>
          <w:sz w:val="20"/>
          <w:szCs w:val="20"/>
          <w:lang w:eastAsia="pl-PL"/>
        </w:rPr>
        <w:t>f) prawa do bycia zapomnianym;</w:t>
      </w:r>
    </w:p>
    <w:p w14:paraId="30F32ADB" w14:textId="77777777" w:rsidR="000C451F" w:rsidRDefault="00000000">
      <w:pPr>
        <w:pStyle w:val="Standard"/>
        <w:spacing w:before="100" w:after="119" w:line="276" w:lineRule="auto"/>
        <w:rPr>
          <w:sz w:val="20"/>
          <w:szCs w:val="20"/>
          <w:lang w:eastAsia="pl-PL"/>
        </w:rPr>
      </w:pPr>
      <w:r>
        <w:rPr>
          <w:sz w:val="20"/>
          <w:szCs w:val="20"/>
          <w:lang w:eastAsia="pl-PL"/>
        </w:rPr>
        <w:t>g) prawa do ograniczenia przetwarzania;</w:t>
      </w:r>
    </w:p>
    <w:p w14:paraId="7BBFED05" w14:textId="77777777" w:rsidR="000C451F"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0CF4D460" w14:textId="77777777" w:rsidR="000C451F" w:rsidRDefault="00000000">
      <w:pPr>
        <w:pStyle w:val="Standard"/>
        <w:spacing w:before="100" w:after="119" w:line="276" w:lineRule="auto"/>
        <w:rPr>
          <w:sz w:val="20"/>
          <w:szCs w:val="20"/>
          <w:lang w:eastAsia="pl-PL"/>
        </w:rPr>
      </w:pPr>
      <w:r>
        <w:rPr>
          <w:sz w:val="20"/>
          <w:szCs w:val="20"/>
          <w:lang w:eastAsia="pl-PL"/>
        </w:rPr>
        <w:t>i) prawa do przenoszenia danych;</w:t>
      </w:r>
    </w:p>
    <w:p w14:paraId="27842E95" w14:textId="77777777" w:rsidR="000C451F" w:rsidRDefault="00000000">
      <w:pPr>
        <w:pStyle w:val="Standard"/>
        <w:spacing w:before="100" w:after="119" w:line="276" w:lineRule="auto"/>
        <w:rPr>
          <w:sz w:val="20"/>
          <w:szCs w:val="20"/>
          <w:lang w:eastAsia="pl-PL"/>
        </w:rPr>
      </w:pPr>
      <w:r>
        <w:rPr>
          <w:sz w:val="20"/>
          <w:szCs w:val="20"/>
          <w:lang w:eastAsia="pl-PL"/>
        </w:rPr>
        <w:t>j) prawa do sprzeciwu wobec przetwarzania;</w:t>
      </w:r>
    </w:p>
    <w:p w14:paraId="14FBDD74" w14:textId="77777777" w:rsidR="000C451F"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1D6B5E05" w14:textId="77777777" w:rsidR="000C451F" w:rsidRDefault="00000000">
      <w:pPr>
        <w:pStyle w:val="Standard"/>
        <w:spacing w:before="100" w:after="119" w:line="276" w:lineRule="auto"/>
        <w:rPr>
          <w:sz w:val="20"/>
          <w:szCs w:val="20"/>
          <w:lang w:eastAsia="pl-PL"/>
        </w:rPr>
      </w:pPr>
      <w:r>
        <w:rPr>
          <w:sz w:val="20"/>
          <w:szCs w:val="20"/>
          <w:lang w:eastAsia="pl-PL"/>
        </w:rPr>
        <w:t>l) do kontaktu z IOD;</w:t>
      </w:r>
    </w:p>
    <w:p w14:paraId="3B02A61B" w14:textId="77777777" w:rsidR="000C451F"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4" w:name="_Hlk507350385"/>
    </w:p>
    <w:p w14:paraId="6FAB2DCD" w14:textId="77777777" w:rsidR="000C451F" w:rsidRDefault="00000000">
      <w:pPr>
        <w:pStyle w:val="Standard"/>
        <w:numPr>
          <w:ilvl w:val="1"/>
          <w:numId w:val="178"/>
        </w:numPr>
        <w:tabs>
          <w:tab w:val="left" w:pos="-1728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15090311" w14:textId="77777777" w:rsidR="000C451F"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15C764BE" w14:textId="77777777" w:rsidR="000C451F"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1D707E07" w14:textId="77777777" w:rsidR="000C451F"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7F9FA470" w14:textId="77777777" w:rsidR="000C451F"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5" w:name="_Hlk507350427"/>
    </w:p>
    <w:p w14:paraId="2A744AFC" w14:textId="77777777" w:rsidR="000C451F" w:rsidRDefault="00000000">
      <w:pPr>
        <w:pStyle w:val="Standard"/>
        <w:numPr>
          <w:ilvl w:val="1"/>
          <w:numId w:val="179"/>
        </w:numPr>
        <w:tabs>
          <w:tab w:val="left" w:pos="-1728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4A6D6769" w14:textId="77777777" w:rsidR="000C451F" w:rsidRDefault="00000000">
      <w:pPr>
        <w:pStyle w:val="Standard"/>
        <w:numPr>
          <w:ilvl w:val="1"/>
          <w:numId w:val="179"/>
        </w:numPr>
        <w:tabs>
          <w:tab w:val="left" w:pos="-1728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6224F405" w14:textId="77777777" w:rsidR="000C451F" w:rsidRDefault="00000000">
      <w:pPr>
        <w:pStyle w:val="Standard"/>
        <w:numPr>
          <w:ilvl w:val="1"/>
          <w:numId w:val="179"/>
        </w:numPr>
        <w:tabs>
          <w:tab w:val="left" w:pos="-1728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3EB24B98" w14:textId="77777777" w:rsidR="000C451F"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6" w:name="_Hlk507232746"/>
    </w:p>
    <w:p w14:paraId="590ACFA6" w14:textId="77777777" w:rsidR="000C451F"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0ECCED72" w14:textId="77777777" w:rsidR="000C451F" w:rsidRDefault="00000000">
      <w:pPr>
        <w:pStyle w:val="Standard"/>
        <w:spacing w:before="100"/>
        <w:rPr>
          <w:b/>
          <w:bCs/>
          <w:color w:val="000000"/>
          <w:sz w:val="20"/>
          <w:szCs w:val="20"/>
          <w:lang w:eastAsia="pl-PL"/>
        </w:rPr>
      </w:pPr>
      <w:r>
        <w:rPr>
          <w:b/>
          <w:bCs/>
          <w:color w:val="000000"/>
          <w:sz w:val="20"/>
          <w:szCs w:val="20"/>
          <w:lang w:eastAsia="pl-PL"/>
        </w:rPr>
        <w:t>§ 5.</w:t>
      </w:r>
      <w:bookmarkStart w:id="7" w:name="_Hlk507259645"/>
    </w:p>
    <w:p w14:paraId="66BDF598" w14:textId="77777777" w:rsidR="000C451F"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2083B77D" w14:textId="77777777" w:rsidR="000C451F" w:rsidRDefault="00000000">
      <w:pPr>
        <w:pStyle w:val="Standard"/>
        <w:numPr>
          <w:ilvl w:val="0"/>
          <w:numId w:val="194"/>
        </w:numPr>
        <w:tabs>
          <w:tab w:val="left" w:pos="-864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78230621" w14:textId="77777777" w:rsidR="000C451F"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72AF2A61" w14:textId="77777777" w:rsidR="000C451F"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44F9B7F6" w14:textId="77777777" w:rsidR="000C451F" w:rsidRDefault="00000000">
      <w:pPr>
        <w:pStyle w:val="Standard"/>
        <w:spacing w:before="100" w:after="119"/>
        <w:ind w:left="363" w:hanging="363"/>
        <w:rPr>
          <w:color w:val="000000"/>
          <w:sz w:val="20"/>
          <w:szCs w:val="20"/>
          <w:lang w:eastAsia="pl-PL"/>
        </w:rPr>
      </w:pPr>
      <w:r>
        <w:rPr>
          <w:color w:val="000000"/>
          <w:sz w:val="20"/>
          <w:szCs w:val="20"/>
          <w:lang w:eastAsia="pl-PL"/>
        </w:rPr>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3B13216C" w14:textId="77777777" w:rsidR="000C451F" w:rsidRDefault="00000000">
      <w:pPr>
        <w:pStyle w:val="Standard"/>
        <w:spacing w:before="100"/>
        <w:rPr>
          <w:b/>
          <w:bCs/>
          <w:color w:val="000000"/>
          <w:sz w:val="20"/>
          <w:szCs w:val="20"/>
          <w:lang w:eastAsia="pl-PL"/>
        </w:rPr>
      </w:pPr>
      <w:r>
        <w:rPr>
          <w:b/>
          <w:bCs/>
          <w:color w:val="000000"/>
          <w:sz w:val="20"/>
          <w:szCs w:val="20"/>
          <w:lang w:eastAsia="pl-PL"/>
        </w:rPr>
        <w:t>§ 6.</w:t>
      </w:r>
    </w:p>
    <w:p w14:paraId="67F609E5" w14:textId="77777777" w:rsidR="000C451F"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64E671FA" w14:textId="77777777" w:rsidR="000C451F" w:rsidRDefault="00000000">
      <w:pPr>
        <w:pStyle w:val="Standard"/>
        <w:numPr>
          <w:ilvl w:val="0"/>
          <w:numId w:val="195"/>
        </w:numPr>
        <w:tabs>
          <w:tab w:val="left" w:pos="-864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77AF7136" w14:textId="77777777" w:rsidR="000C451F"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20972C51" w14:textId="77777777" w:rsidR="000C451F" w:rsidRDefault="00000000">
      <w:pPr>
        <w:pStyle w:val="Standard"/>
        <w:numPr>
          <w:ilvl w:val="1"/>
          <w:numId w:val="182"/>
        </w:numPr>
        <w:tabs>
          <w:tab w:val="left" w:pos="-1728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628BD11A" w14:textId="77777777" w:rsidR="000C451F" w:rsidRDefault="00000000">
      <w:pPr>
        <w:pStyle w:val="Standard"/>
        <w:numPr>
          <w:ilvl w:val="1"/>
          <w:numId w:val="182"/>
        </w:numPr>
        <w:tabs>
          <w:tab w:val="left" w:pos="-1728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28E1BCB2" w14:textId="77777777" w:rsidR="000C451F"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7710C1DE" w14:textId="77777777" w:rsidR="000C451F" w:rsidRDefault="000C451F">
      <w:pPr>
        <w:pStyle w:val="Standard"/>
        <w:spacing w:before="100"/>
        <w:rPr>
          <w:b/>
          <w:bCs/>
          <w:color w:val="000000"/>
          <w:sz w:val="20"/>
          <w:szCs w:val="20"/>
          <w:lang w:eastAsia="pl-PL"/>
        </w:rPr>
      </w:pPr>
    </w:p>
    <w:p w14:paraId="58EA4D3F" w14:textId="77777777" w:rsidR="000C451F" w:rsidRDefault="00000000">
      <w:pPr>
        <w:pStyle w:val="Standard"/>
        <w:spacing w:before="100"/>
        <w:rPr>
          <w:b/>
          <w:bCs/>
          <w:color w:val="000000"/>
          <w:sz w:val="20"/>
          <w:szCs w:val="20"/>
          <w:lang w:eastAsia="pl-PL"/>
        </w:rPr>
      </w:pPr>
      <w:r>
        <w:rPr>
          <w:b/>
          <w:bCs/>
          <w:color w:val="000000"/>
          <w:sz w:val="20"/>
          <w:szCs w:val="20"/>
          <w:lang w:eastAsia="pl-PL"/>
        </w:rPr>
        <w:t>§ 7.</w:t>
      </w:r>
    </w:p>
    <w:p w14:paraId="2FA23D6F" w14:textId="77777777" w:rsidR="000C451F"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7E1B931A" w14:textId="77777777" w:rsidR="000C451F" w:rsidRDefault="00000000">
      <w:pPr>
        <w:pStyle w:val="Standard"/>
        <w:numPr>
          <w:ilvl w:val="0"/>
          <w:numId w:val="196"/>
        </w:numPr>
        <w:tabs>
          <w:tab w:val="left" w:pos="-864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02E74D1A" w14:textId="77777777" w:rsidR="000C451F" w:rsidRDefault="00000000">
      <w:pPr>
        <w:pStyle w:val="Standard"/>
        <w:numPr>
          <w:ilvl w:val="0"/>
          <w:numId w:val="183"/>
        </w:numPr>
        <w:tabs>
          <w:tab w:val="left" w:pos="-864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7E858D46" w14:textId="77777777" w:rsidR="000C451F"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6489A46D" w14:textId="77777777" w:rsidR="000C451F"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0F75CD08" w14:textId="77777777" w:rsidR="000C451F"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354760CE" w14:textId="77777777" w:rsidR="000C451F"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0E59A1D2" w14:textId="77777777" w:rsidR="000C451F" w:rsidRDefault="00000000">
      <w:pPr>
        <w:pStyle w:val="Standard"/>
        <w:numPr>
          <w:ilvl w:val="0"/>
          <w:numId w:val="197"/>
        </w:numPr>
        <w:tabs>
          <w:tab w:val="left" w:pos="-864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1FA1A6BE" w14:textId="77777777" w:rsidR="000C451F" w:rsidRDefault="00000000">
      <w:pPr>
        <w:pStyle w:val="Standard"/>
        <w:numPr>
          <w:ilvl w:val="0"/>
          <w:numId w:val="184"/>
        </w:numPr>
        <w:tabs>
          <w:tab w:val="left" w:pos="-864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17869C5F" w14:textId="77777777" w:rsidR="000C451F" w:rsidRDefault="00000000">
      <w:pPr>
        <w:pStyle w:val="Standard"/>
        <w:numPr>
          <w:ilvl w:val="0"/>
          <w:numId w:val="198"/>
        </w:numPr>
        <w:tabs>
          <w:tab w:val="left" w:pos="-8640"/>
        </w:tabs>
        <w:spacing w:before="100" w:after="198" w:line="276" w:lineRule="auto"/>
        <w:rPr>
          <w:color w:val="000000"/>
          <w:sz w:val="20"/>
          <w:szCs w:val="20"/>
          <w:lang w:eastAsia="pl-PL"/>
        </w:rPr>
      </w:pPr>
      <w:r>
        <w:rPr>
          <w:color w:val="000000"/>
          <w:sz w:val="20"/>
          <w:szCs w:val="20"/>
          <w:lang w:eastAsia="pl-PL"/>
        </w:rPr>
        <w:t>danych teleadresowych,</w:t>
      </w:r>
    </w:p>
    <w:p w14:paraId="222997B8" w14:textId="77777777" w:rsidR="000C451F" w:rsidRDefault="00000000">
      <w:pPr>
        <w:pStyle w:val="Standard"/>
        <w:numPr>
          <w:ilvl w:val="0"/>
          <w:numId w:val="185"/>
        </w:numPr>
        <w:tabs>
          <w:tab w:val="left" w:pos="-8640"/>
        </w:tabs>
        <w:spacing w:before="100" w:after="198" w:line="276" w:lineRule="auto"/>
        <w:rPr>
          <w:color w:val="000000"/>
          <w:sz w:val="20"/>
          <w:szCs w:val="20"/>
          <w:lang w:eastAsia="pl-PL"/>
        </w:rPr>
      </w:pPr>
      <w:r>
        <w:rPr>
          <w:color w:val="000000"/>
          <w:sz w:val="20"/>
          <w:szCs w:val="20"/>
          <w:lang w:eastAsia="pl-PL"/>
        </w:rPr>
        <w:t>danych rejestrowych,</w:t>
      </w:r>
    </w:p>
    <w:p w14:paraId="30AE31F4" w14:textId="77777777" w:rsidR="000C451F" w:rsidRDefault="00000000">
      <w:pPr>
        <w:pStyle w:val="Standard"/>
        <w:numPr>
          <w:ilvl w:val="0"/>
          <w:numId w:val="185"/>
        </w:numPr>
        <w:tabs>
          <w:tab w:val="left" w:pos="-864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25BF3BC1" w14:textId="77777777" w:rsidR="000C451F" w:rsidRDefault="00000000">
      <w:pPr>
        <w:pStyle w:val="Standard"/>
        <w:numPr>
          <w:ilvl w:val="0"/>
          <w:numId w:val="185"/>
        </w:numPr>
        <w:tabs>
          <w:tab w:val="left" w:pos="-8640"/>
        </w:tabs>
        <w:spacing w:before="100" w:after="198" w:line="276" w:lineRule="auto"/>
        <w:rPr>
          <w:color w:val="000000"/>
          <w:sz w:val="20"/>
          <w:szCs w:val="20"/>
          <w:lang w:eastAsia="pl-PL"/>
        </w:rPr>
      </w:pPr>
      <w:r>
        <w:rPr>
          <w:color w:val="000000"/>
          <w:sz w:val="20"/>
          <w:szCs w:val="20"/>
          <w:lang w:eastAsia="pl-PL"/>
        </w:rPr>
        <w:t>zmiany sposobu reprezentacji Stron.</w:t>
      </w:r>
    </w:p>
    <w:p w14:paraId="346413FC" w14:textId="77777777" w:rsidR="000C451F"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7E5F7F36" w14:textId="77777777" w:rsidR="000C451F"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30A04490" w14:textId="77777777" w:rsidR="000C451F" w:rsidRDefault="00000000">
      <w:pPr>
        <w:pStyle w:val="Standard"/>
        <w:spacing w:before="100"/>
        <w:ind w:left="357" w:hanging="357"/>
        <w:rPr>
          <w:color w:val="000000"/>
          <w:sz w:val="20"/>
          <w:szCs w:val="20"/>
          <w:lang w:eastAsia="pl-PL"/>
        </w:rPr>
      </w:pPr>
      <w:r>
        <w:rPr>
          <w:color w:val="000000"/>
          <w:sz w:val="20"/>
          <w:szCs w:val="20"/>
          <w:lang w:eastAsia="pl-PL"/>
        </w:rPr>
        <w:t>6. W sprawach nieuregulowanych w niniejszej umowie, zastosowanie będą miały przepisy kodeksu cywilnego oraz RODO.</w:t>
      </w:r>
    </w:p>
    <w:p w14:paraId="0F730B3A" w14:textId="77777777" w:rsidR="000C451F" w:rsidRDefault="00000000">
      <w:pPr>
        <w:pStyle w:val="Standard"/>
        <w:spacing w:before="100"/>
        <w:ind w:left="357" w:hanging="357"/>
        <w:rPr>
          <w:color w:val="000000"/>
          <w:sz w:val="20"/>
          <w:szCs w:val="20"/>
          <w:lang w:eastAsia="pl-PL"/>
        </w:rPr>
      </w:pPr>
      <w:r>
        <w:rPr>
          <w:color w:val="000000"/>
          <w:sz w:val="20"/>
          <w:szCs w:val="20"/>
          <w:lang w:eastAsia="pl-PL"/>
        </w:rPr>
        <w:t>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niniejszego paragrafu stosuje się odpowiednio.</w:t>
      </w:r>
    </w:p>
    <w:p w14:paraId="4B826B6A" w14:textId="77777777" w:rsidR="000C451F"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655F95F3" w14:textId="77777777" w:rsidR="000C451F"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1F088051" w14:textId="77777777" w:rsidR="000C451F" w:rsidRDefault="000C451F">
      <w:pPr>
        <w:pStyle w:val="Standard"/>
        <w:spacing w:before="100" w:after="240"/>
        <w:ind w:left="357"/>
        <w:rPr>
          <w:sz w:val="20"/>
          <w:szCs w:val="20"/>
          <w:lang w:eastAsia="pl-PL"/>
        </w:rPr>
      </w:pPr>
    </w:p>
    <w:p w14:paraId="242F72A1" w14:textId="77777777" w:rsidR="000C451F"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8" w:name="sdfootnote1sym"/>
    <w:p w14:paraId="4B4D3DBD" w14:textId="77777777" w:rsidR="000C451F"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6D465ECA" w14:textId="77777777" w:rsidR="000C451F" w:rsidRDefault="000C451F">
      <w:pPr>
        <w:pStyle w:val="Standard"/>
        <w:spacing w:before="100"/>
        <w:rPr>
          <w:sz w:val="20"/>
          <w:szCs w:val="20"/>
          <w:lang w:eastAsia="pl-PL"/>
        </w:rPr>
      </w:pPr>
    </w:p>
    <w:p w14:paraId="3FAF5123" w14:textId="77777777" w:rsidR="000C451F" w:rsidRDefault="00000000">
      <w:pPr>
        <w:pStyle w:val="Standard"/>
        <w:spacing w:before="100"/>
        <w:rPr>
          <w:sz w:val="20"/>
          <w:szCs w:val="20"/>
          <w:lang w:eastAsia="pl-PL"/>
        </w:rPr>
      </w:pPr>
      <w:r>
        <w:rPr>
          <w:sz w:val="20"/>
          <w:szCs w:val="20"/>
          <w:lang w:eastAsia="pl-PL"/>
        </w:rPr>
        <w:t>W zależności od formy prawnej Wykonawcy</w:t>
      </w:r>
    </w:p>
    <w:p w14:paraId="43C878F7" w14:textId="77777777" w:rsidR="000C451F" w:rsidRDefault="000C451F">
      <w:pPr>
        <w:pStyle w:val="Standard"/>
        <w:spacing w:before="100"/>
        <w:rPr>
          <w:sz w:val="20"/>
          <w:szCs w:val="20"/>
          <w:lang w:eastAsia="pl-PL"/>
        </w:rPr>
      </w:pPr>
    </w:p>
    <w:p w14:paraId="7CD57FFB" w14:textId="77777777" w:rsidR="000C451F"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259BC1BD" w14:textId="77777777" w:rsidR="000C451F" w:rsidRDefault="000C451F">
      <w:pPr>
        <w:pStyle w:val="Standard"/>
        <w:spacing w:before="100"/>
        <w:rPr>
          <w:sz w:val="20"/>
          <w:szCs w:val="20"/>
          <w:lang w:eastAsia="pl-PL"/>
        </w:rPr>
      </w:pPr>
    </w:p>
    <w:p w14:paraId="63642562" w14:textId="77777777" w:rsidR="000C451F" w:rsidRDefault="000C451F">
      <w:pPr>
        <w:pStyle w:val="Standard"/>
        <w:spacing w:before="100"/>
        <w:rPr>
          <w:sz w:val="20"/>
          <w:szCs w:val="20"/>
          <w:lang w:eastAsia="pl-PL"/>
        </w:rPr>
      </w:pPr>
    </w:p>
    <w:p w14:paraId="13FB0383" w14:textId="77777777" w:rsidR="000C451F"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1FC26314" w14:textId="77777777" w:rsidR="000C451F" w:rsidRDefault="000C451F">
      <w:pPr>
        <w:pStyle w:val="Standard"/>
        <w:spacing w:before="100"/>
        <w:rPr>
          <w:sz w:val="20"/>
          <w:szCs w:val="20"/>
          <w:lang w:eastAsia="pl-PL"/>
        </w:rPr>
      </w:pPr>
    </w:p>
    <w:p w14:paraId="7F5FA95D" w14:textId="77777777" w:rsidR="000C451F"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13F15058" w14:textId="77777777" w:rsidR="000C451F" w:rsidRDefault="000C451F">
      <w:pPr>
        <w:pStyle w:val="Standard"/>
        <w:spacing w:before="100"/>
        <w:rPr>
          <w:sz w:val="20"/>
          <w:szCs w:val="20"/>
          <w:lang w:eastAsia="pl-PL"/>
        </w:rPr>
      </w:pPr>
    </w:p>
    <w:p w14:paraId="2BA407AD" w14:textId="77777777" w:rsidR="000C451F"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4EC74B2B" w14:textId="77777777" w:rsidR="000C451F" w:rsidRDefault="000C451F">
      <w:pPr>
        <w:pStyle w:val="Standard"/>
        <w:spacing w:before="100"/>
        <w:rPr>
          <w:sz w:val="20"/>
          <w:szCs w:val="20"/>
          <w:lang w:eastAsia="pl-PL"/>
        </w:rPr>
      </w:pPr>
    </w:p>
    <w:p w14:paraId="4E9B89DC" w14:textId="77777777" w:rsidR="000C451F"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4004A393" w14:textId="77777777" w:rsidR="000C451F" w:rsidRDefault="000C451F">
      <w:pPr>
        <w:pStyle w:val="Standard"/>
        <w:spacing w:before="100"/>
        <w:rPr>
          <w:sz w:val="20"/>
          <w:szCs w:val="20"/>
          <w:lang w:eastAsia="pl-PL"/>
        </w:rPr>
      </w:pPr>
    </w:p>
    <w:p w14:paraId="0D041267" w14:textId="77777777" w:rsidR="000C451F"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70429E48" w14:textId="77777777" w:rsidR="000C451F" w:rsidRDefault="000C451F">
      <w:pPr>
        <w:pStyle w:val="Standard"/>
        <w:spacing w:before="100"/>
        <w:rPr>
          <w:sz w:val="20"/>
          <w:szCs w:val="20"/>
          <w:lang w:eastAsia="pl-PL"/>
        </w:rPr>
      </w:pPr>
    </w:p>
    <w:p w14:paraId="46BF1815" w14:textId="77777777" w:rsidR="000C451F" w:rsidRDefault="000C451F">
      <w:pPr>
        <w:pStyle w:val="Standard"/>
        <w:spacing w:before="100"/>
        <w:ind w:left="284" w:hanging="284"/>
        <w:rPr>
          <w:sz w:val="20"/>
          <w:szCs w:val="20"/>
          <w:lang w:eastAsia="pl-PL"/>
        </w:rPr>
      </w:pPr>
    </w:p>
    <w:p w14:paraId="2C0BB512" w14:textId="77777777" w:rsidR="000C451F" w:rsidRDefault="000C451F">
      <w:pPr>
        <w:pStyle w:val="western"/>
        <w:spacing w:after="0"/>
        <w:rPr>
          <w:sz w:val="20"/>
          <w:szCs w:val="20"/>
        </w:rPr>
      </w:pPr>
    </w:p>
    <w:p w14:paraId="582E4C67" w14:textId="77777777" w:rsidR="000C451F" w:rsidRDefault="000C451F">
      <w:pPr>
        <w:pStyle w:val="western"/>
        <w:spacing w:after="0"/>
        <w:rPr>
          <w:sz w:val="20"/>
          <w:szCs w:val="20"/>
        </w:rPr>
      </w:pPr>
    </w:p>
    <w:p w14:paraId="0335F598" w14:textId="77777777" w:rsidR="000C451F" w:rsidRDefault="000C451F">
      <w:pPr>
        <w:pStyle w:val="western"/>
        <w:spacing w:after="0"/>
        <w:rPr>
          <w:sz w:val="20"/>
          <w:szCs w:val="20"/>
        </w:rPr>
      </w:pPr>
    </w:p>
    <w:p w14:paraId="481B8A75" w14:textId="77777777" w:rsidR="000C451F" w:rsidRDefault="000C451F">
      <w:pPr>
        <w:pStyle w:val="western"/>
        <w:spacing w:after="0"/>
        <w:rPr>
          <w:sz w:val="20"/>
          <w:szCs w:val="20"/>
        </w:rPr>
      </w:pPr>
    </w:p>
    <w:p w14:paraId="639B73DC" w14:textId="77777777" w:rsidR="000C451F" w:rsidRDefault="000C451F">
      <w:pPr>
        <w:pStyle w:val="Standard"/>
        <w:jc w:val="right"/>
        <w:rPr>
          <w:b/>
          <w:i/>
          <w:sz w:val="18"/>
          <w:szCs w:val="18"/>
        </w:rPr>
      </w:pPr>
    </w:p>
    <w:p w14:paraId="5DB8A918" w14:textId="77777777" w:rsidR="000C451F" w:rsidRDefault="000C451F">
      <w:pPr>
        <w:pStyle w:val="Standard"/>
        <w:jc w:val="right"/>
        <w:rPr>
          <w:b/>
          <w:i/>
          <w:sz w:val="18"/>
          <w:szCs w:val="18"/>
        </w:rPr>
      </w:pPr>
    </w:p>
    <w:p w14:paraId="103BE652" w14:textId="77777777" w:rsidR="000C451F" w:rsidRDefault="000C451F">
      <w:pPr>
        <w:pStyle w:val="Standard"/>
        <w:jc w:val="right"/>
        <w:rPr>
          <w:b/>
          <w:i/>
          <w:sz w:val="18"/>
          <w:szCs w:val="18"/>
        </w:rPr>
      </w:pPr>
    </w:p>
    <w:p w14:paraId="64FFA124" w14:textId="77777777" w:rsidR="000C451F" w:rsidRDefault="000C451F">
      <w:pPr>
        <w:pStyle w:val="Standard"/>
        <w:jc w:val="right"/>
        <w:rPr>
          <w:b/>
          <w:i/>
          <w:sz w:val="18"/>
          <w:szCs w:val="18"/>
        </w:rPr>
      </w:pPr>
    </w:p>
    <w:p w14:paraId="3DD5DB9D" w14:textId="77777777" w:rsidR="000C451F" w:rsidRDefault="000C451F">
      <w:pPr>
        <w:pStyle w:val="Standard"/>
        <w:jc w:val="right"/>
        <w:rPr>
          <w:b/>
          <w:i/>
          <w:sz w:val="18"/>
          <w:szCs w:val="18"/>
        </w:rPr>
      </w:pPr>
    </w:p>
    <w:p w14:paraId="5056E156" w14:textId="77777777" w:rsidR="000C451F" w:rsidRDefault="000C451F">
      <w:pPr>
        <w:pStyle w:val="Standard"/>
        <w:jc w:val="right"/>
        <w:rPr>
          <w:b/>
          <w:i/>
          <w:sz w:val="18"/>
          <w:szCs w:val="18"/>
        </w:rPr>
      </w:pPr>
    </w:p>
    <w:p w14:paraId="300F8F23" w14:textId="77777777" w:rsidR="000C451F" w:rsidRDefault="000C451F">
      <w:pPr>
        <w:pStyle w:val="Standard"/>
        <w:jc w:val="right"/>
        <w:rPr>
          <w:b/>
          <w:i/>
          <w:sz w:val="18"/>
          <w:szCs w:val="18"/>
        </w:rPr>
      </w:pPr>
    </w:p>
    <w:p w14:paraId="5FF304F5" w14:textId="77777777" w:rsidR="000C451F" w:rsidRDefault="000C451F">
      <w:pPr>
        <w:pStyle w:val="Standard"/>
        <w:jc w:val="right"/>
        <w:rPr>
          <w:b/>
          <w:i/>
          <w:sz w:val="18"/>
          <w:szCs w:val="18"/>
        </w:rPr>
      </w:pPr>
    </w:p>
    <w:p w14:paraId="091223A4" w14:textId="77777777" w:rsidR="000C451F" w:rsidRDefault="000C451F">
      <w:pPr>
        <w:pStyle w:val="Standard"/>
        <w:jc w:val="right"/>
        <w:rPr>
          <w:b/>
          <w:i/>
          <w:sz w:val="18"/>
          <w:szCs w:val="18"/>
        </w:rPr>
      </w:pPr>
    </w:p>
    <w:p w14:paraId="17EE0EFE" w14:textId="77777777" w:rsidR="000C451F" w:rsidRDefault="00000000">
      <w:pPr>
        <w:pStyle w:val="Standard"/>
        <w:jc w:val="right"/>
        <w:rPr>
          <w:b/>
          <w:i/>
          <w:sz w:val="18"/>
          <w:szCs w:val="18"/>
        </w:rPr>
      </w:pPr>
      <w:r>
        <w:rPr>
          <w:b/>
          <w:i/>
          <w:sz w:val="18"/>
          <w:szCs w:val="18"/>
        </w:rPr>
        <w:t>Załącznik do SWZ</w:t>
      </w:r>
    </w:p>
    <w:p w14:paraId="22C1D388" w14:textId="77777777" w:rsidR="000C451F" w:rsidRDefault="000C451F">
      <w:pPr>
        <w:pStyle w:val="Standard"/>
        <w:rPr>
          <w:rFonts w:cs="Calibri"/>
          <w:color w:val="00000A"/>
          <w:lang w:eastAsia="hi-IN"/>
        </w:rPr>
      </w:pPr>
    </w:p>
    <w:p w14:paraId="00DCD729" w14:textId="77777777" w:rsidR="000C451F" w:rsidRDefault="000C451F">
      <w:pPr>
        <w:pStyle w:val="Standard"/>
        <w:rPr>
          <w:color w:val="00000A"/>
          <w:lang w:eastAsia="hi-IN"/>
        </w:rPr>
      </w:pPr>
    </w:p>
    <w:p w14:paraId="3336EFB3" w14:textId="77777777" w:rsidR="000C451F"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5D967B85" w14:textId="77777777" w:rsidR="000C451F"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710D8C52" w14:textId="77777777" w:rsidR="000C451F"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2FCD16A2" w14:textId="77777777" w:rsidR="000C451F"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69EA0D9B" w14:textId="77777777" w:rsidR="000C451F"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5318DB75" w14:textId="77777777" w:rsidR="000C451F"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7BA803C6" w14:textId="77777777" w:rsidR="000C451F"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77A5AED3" w14:textId="77777777" w:rsidR="000C451F"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2A30C413" w14:textId="77777777" w:rsidR="000C451F"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2BDEC447" w14:textId="77777777" w:rsidR="000C451F"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1C1C9430" w14:textId="77777777" w:rsidR="000C451F" w:rsidRDefault="000C451F">
      <w:pPr>
        <w:pStyle w:val="western"/>
        <w:spacing w:after="0"/>
        <w:rPr>
          <w:sz w:val="20"/>
          <w:szCs w:val="20"/>
        </w:rPr>
      </w:pPr>
    </w:p>
    <w:p w14:paraId="0F6DB85A" w14:textId="77777777" w:rsidR="000C451F" w:rsidRDefault="00000000">
      <w:pPr>
        <w:pStyle w:val="Standard"/>
        <w:jc w:val="right"/>
      </w:pPr>
      <w:hyperlink r:id="rId7" w:history="1"/>
    </w:p>
    <w:bookmarkEnd w:id="2"/>
    <w:bookmarkEnd w:id="3"/>
    <w:bookmarkEnd w:id="4"/>
    <w:bookmarkEnd w:id="5"/>
    <w:bookmarkEnd w:id="6"/>
    <w:bookmarkEnd w:id="7"/>
    <w:bookmarkEnd w:id="8"/>
    <w:p w14:paraId="7F461009" w14:textId="77777777" w:rsidR="000C451F" w:rsidRDefault="00000000">
      <w:pPr>
        <w:pStyle w:val="Standard"/>
        <w:jc w:val="right"/>
      </w:pPr>
      <w:r>
        <w:fldChar w:fldCharType="begin"/>
      </w:r>
      <w:r>
        <w:instrText xml:space="preserve"> HYPERLINK  "#sdfootnote1anc" </w:instrText>
      </w:r>
      <w:r>
        <w:fldChar w:fldCharType="separate"/>
      </w:r>
      <w:r>
        <w:fldChar w:fldCharType="end"/>
      </w:r>
    </w:p>
    <w:sectPr w:rsidR="000C451F">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E82C8" w14:textId="77777777" w:rsidR="00452517" w:rsidRDefault="00452517">
      <w:r>
        <w:separator/>
      </w:r>
    </w:p>
  </w:endnote>
  <w:endnote w:type="continuationSeparator" w:id="0">
    <w:p w14:paraId="2F5E3C04" w14:textId="77777777" w:rsidR="00452517" w:rsidRDefault="00452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00"/>
    <w:family w:val="swiss"/>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94FA5" w14:textId="77777777" w:rsidR="00000000" w:rsidRDefault="00000000">
    <w:pPr>
      <w:pStyle w:val="Stopka"/>
    </w:pPr>
  </w:p>
  <w:p w14:paraId="03914536" w14:textId="77777777" w:rsidR="00000000" w:rsidRDefault="00000000">
    <w:pPr>
      <w:pStyle w:val="Stopka"/>
    </w:pPr>
  </w:p>
  <w:p w14:paraId="7718DB0A"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3003F" w14:textId="77777777" w:rsidR="00452517" w:rsidRDefault="00452517">
      <w:r>
        <w:rPr>
          <w:color w:val="000000"/>
        </w:rPr>
        <w:separator/>
      </w:r>
    </w:p>
  </w:footnote>
  <w:footnote w:type="continuationSeparator" w:id="0">
    <w:p w14:paraId="63F33B13" w14:textId="77777777" w:rsidR="00452517" w:rsidRDefault="004525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97A95"/>
    <w:multiLevelType w:val="multilevel"/>
    <w:tmpl w:val="E2BA8434"/>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722A3F"/>
    <w:multiLevelType w:val="multilevel"/>
    <w:tmpl w:val="CCCE9AB2"/>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 w15:restartNumberingAfterBreak="0">
    <w:nsid w:val="01BF2593"/>
    <w:multiLevelType w:val="multilevel"/>
    <w:tmpl w:val="3DB81634"/>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3" w15:restartNumberingAfterBreak="0">
    <w:nsid w:val="029118F7"/>
    <w:multiLevelType w:val="multilevel"/>
    <w:tmpl w:val="F42242BA"/>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 w15:restartNumberingAfterBreak="0">
    <w:nsid w:val="040F5F08"/>
    <w:multiLevelType w:val="multilevel"/>
    <w:tmpl w:val="060C4940"/>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 w15:restartNumberingAfterBreak="0">
    <w:nsid w:val="048178CF"/>
    <w:multiLevelType w:val="multilevel"/>
    <w:tmpl w:val="F55455D8"/>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6" w15:restartNumberingAfterBreak="0">
    <w:nsid w:val="0545454E"/>
    <w:multiLevelType w:val="multilevel"/>
    <w:tmpl w:val="FC0E3E4C"/>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 w15:restartNumberingAfterBreak="0">
    <w:nsid w:val="05C63099"/>
    <w:multiLevelType w:val="multilevel"/>
    <w:tmpl w:val="25D025C4"/>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 w15:restartNumberingAfterBreak="0">
    <w:nsid w:val="06AD5557"/>
    <w:multiLevelType w:val="multilevel"/>
    <w:tmpl w:val="4DAE6C62"/>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 w15:restartNumberingAfterBreak="0">
    <w:nsid w:val="06CE4378"/>
    <w:multiLevelType w:val="multilevel"/>
    <w:tmpl w:val="36408D00"/>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 w15:restartNumberingAfterBreak="0">
    <w:nsid w:val="07A501FC"/>
    <w:multiLevelType w:val="multilevel"/>
    <w:tmpl w:val="9C2A60C0"/>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1" w15:restartNumberingAfterBreak="0">
    <w:nsid w:val="07C01283"/>
    <w:multiLevelType w:val="multilevel"/>
    <w:tmpl w:val="BF329408"/>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859001C"/>
    <w:multiLevelType w:val="multilevel"/>
    <w:tmpl w:val="C61005BC"/>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 w15:restartNumberingAfterBreak="0">
    <w:nsid w:val="0AB62B3B"/>
    <w:multiLevelType w:val="multilevel"/>
    <w:tmpl w:val="49A6B32A"/>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B875CEF"/>
    <w:multiLevelType w:val="multilevel"/>
    <w:tmpl w:val="26F62CEC"/>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15:restartNumberingAfterBreak="0">
    <w:nsid w:val="0DA81D8B"/>
    <w:multiLevelType w:val="multilevel"/>
    <w:tmpl w:val="47BE920A"/>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0DB62F17"/>
    <w:multiLevelType w:val="multilevel"/>
    <w:tmpl w:val="7BDE9B2A"/>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7" w15:restartNumberingAfterBreak="0">
    <w:nsid w:val="0ED1258D"/>
    <w:multiLevelType w:val="multilevel"/>
    <w:tmpl w:val="AD96C9AA"/>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EF92A29"/>
    <w:multiLevelType w:val="multilevel"/>
    <w:tmpl w:val="318AD01E"/>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9" w15:restartNumberingAfterBreak="0">
    <w:nsid w:val="0F7E7807"/>
    <w:multiLevelType w:val="multilevel"/>
    <w:tmpl w:val="0EE25D3A"/>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0" w15:restartNumberingAfterBreak="0">
    <w:nsid w:val="0FE73BB8"/>
    <w:multiLevelType w:val="multilevel"/>
    <w:tmpl w:val="5F9A0A5A"/>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1" w15:restartNumberingAfterBreak="0">
    <w:nsid w:val="10622EA2"/>
    <w:multiLevelType w:val="multilevel"/>
    <w:tmpl w:val="5404B028"/>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2" w15:restartNumberingAfterBreak="0">
    <w:nsid w:val="11F75D55"/>
    <w:multiLevelType w:val="multilevel"/>
    <w:tmpl w:val="81CCCDAE"/>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3" w15:restartNumberingAfterBreak="0">
    <w:nsid w:val="12CD6F78"/>
    <w:multiLevelType w:val="multilevel"/>
    <w:tmpl w:val="51824898"/>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4" w15:restartNumberingAfterBreak="0">
    <w:nsid w:val="136A0958"/>
    <w:multiLevelType w:val="multilevel"/>
    <w:tmpl w:val="681A2072"/>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 w15:restartNumberingAfterBreak="0">
    <w:nsid w:val="141228E7"/>
    <w:multiLevelType w:val="multilevel"/>
    <w:tmpl w:val="CF2C7E8A"/>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6" w15:restartNumberingAfterBreak="0">
    <w:nsid w:val="143C73A5"/>
    <w:multiLevelType w:val="multilevel"/>
    <w:tmpl w:val="C6E4B798"/>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7" w15:restartNumberingAfterBreak="0">
    <w:nsid w:val="15FC17FE"/>
    <w:multiLevelType w:val="multilevel"/>
    <w:tmpl w:val="2F705DB2"/>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8" w15:restartNumberingAfterBreak="0">
    <w:nsid w:val="163113B4"/>
    <w:multiLevelType w:val="multilevel"/>
    <w:tmpl w:val="120A567E"/>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186F1E57"/>
    <w:multiLevelType w:val="multilevel"/>
    <w:tmpl w:val="2DB625DA"/>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30" w15:restartNumberingAfterBreak="0">
    <w:nsid w:val="18A82B12"/>
    <w:multiLevelType w:val="multilevel"/>
    <w:tmpl w:val="24787C98"/>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1" w15:restartNumberingAfterBreak="0">
    <w:nsid w:val="191D1780"/>
    <w:multiLevelType w:val="multilevel"/>
    <w:tmpl w:val="577A74A8"/>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32" w15:restartNumberingAfterBreak="0">
    <w:nsid w:val="191F6B83"/>
    <w:multiLevelType w:val="multilevel"/>
    <w:tmpl w:val="872C2E2E"/>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15:restartNumberingAfterBreak="0">
    <w:nsid w:val="1AFA18EA"/>
    <w:multiLevelType w:val="multilevel"/>
    <w:tmpl w:val="0546CB82"/>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4" w15:restartNumberingAfterBreak="0">
    <w:nsid w:val="1B636CBA"/>
    <w:multiLevelType w:val="multilevel"/>
    <w:tmpl w:val="EBDE4E80"/>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35" w15:restartNumberingAfterBreak="0">
    <w:nsid w:val="1BAF3E0E"/>
    <w:multiLevelType w:val="multilevel"/>
    <w:tmpl w:val="9A9835A0"/>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1C2A2AF6"/>
    <w:multiLevelType w:val="multilevel"/>
    <w:tmpl w:val="CE12FFC4"/>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7" w15:restartNumberingAfterBreak="0">
    <w:nsid w:val="1C952AFE"/>
    <w:multiLevelType w:val="multilevel"/>
    <w:tmpl w:val="2A1CBD2A"/>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 w15:restartNumberingAfterBreak="0">
    <w:nsid w:val="1CA36214"/>
    <w:multiLevelType w:val="multilevel"/>
    <w:tmpl w:val="DB9816B0"/>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1D0F07E7"/>
    <w:multiLevelType w:val="multilevel"/>
    <w:tmpl w:val="C5C6E012"/>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1D160C50"/>
    <w:multiLevelType w:val="multilevel"/>
    <w:tmpl w:val="372E40AA"/>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1D5C7B39"/>
    <w:multiLevelType w:val="multilevel"/>
    <w:tmpl w:val="05143086"/>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42" w15:restartNumberingAfterBreak="0">
    <w:nsid w:val="1E683F89"/>
    <w:multiLevelType w:val="multilevel"/>
    <w:tmpl w:val="7226ACDC"/>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1E8C15F2"/>
    <w:multiLevelType w:val="multilevel"/>
    <w:tmpl w:val="0FFA56D2"/>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4" w15:restartNumberingAfterBreak="0">
    <w:nsid w:val="1F0C36B7"/>
    <w:multiLevelType w:val="multilevel"/>
    <w:tmpl w:val="79948D1E"/>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5" w15:restartNumberingAfterBreak="0">
    <w:nsid w:val="1F257931"/>
    <w:multiLevelType w:val="multilevel"/>
    <w:tmpl w:val="37DA0242"/>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46" w15:restartNumberingAfterBreak="0">
    <w:nsid w:val="1FA35D17"/>
    <w:multiLevelType w:val="multilevel"/>
    <w:tmpl w:val="F432E19C"/>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1FA66040"/>
    <w:multiLevelType w:val="multilevel"/>
    <w:tmpl w:val="82963A2A"/>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48" w15:restartNumberingAfterBreak="0">
    <w:nsid w:val="20D36A4A"/>
    <w:multiLevelType w:val="multilevel"/>
    <w:tmpl w:val="A8C2CBA6"/>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49" w15:restartNumberingAfterBreak="0">
    <w:nsid w:val="22B11C38"/>
    <w:multiLevelType w:val="multilevel"/>
    <w:tmpl w:val="8B40886C"/>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0" w15:restartNumberingAfterBreak="0">
    <w:nsid w:val="23024D02"/>
    <w:multiLevelType w:val="multilevel"/>
    <w:tmpl w:val="FFC27FF0"/>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1" w15:restartNumberingAfterBreak="0">
    <w:nsid w:val="23122FFE"/>
    <w:multiLevelType w:val="multilevel"/>
    <w:tmpl w:val="CA70A060"/>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5A14AC2"/>
    <w:multiLevelType w:val="multilevel"/>
    <w:tmpl w:val="742A10A4"/>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26037100"/>
    <w:multiLevelType w:val="multilevel"/>
    <w:tmpl w:val="9A4A78D2"/>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54" w15:restartNumberingAfterBreak="0">
    <w:nsid w:val="266D546A"/>
    <w:multiLevelType w:val="multilevel"/>
    <w:tmpl w:val="4754B11E"/>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5" w15:restartNumberingAfterBreak="0">
    <w:nsid w:val="26EF681B"/>
    <w:multiLevelType w:val="multilevel"/>
    <w:tmpl w:val="221605EE"/>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56" w15:restartNumberingAfterBreak="0">
    <w:nsid w:val="27870E2D"/>
    <w:multiLevelType w:val="multilevel"/>
    <w:tmpl w:val="26D6467A"/>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57" w15:restartNumberingAfterBreak="0">
    <w:nsid w:val="27AF177A"/>
    <w:multiLevelType w:val="multilevel"/>
    <w:tmpl w:val="99B40A38"/>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27B178D0"/>
    <w:multiLevelType w:val="multilevel"/>
    <w:tmpl w:val="11ECCE8E"/>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59" w15:restartNumberingAfterBreak="0">
    <w:nsid w:val="297118E1"/>
    <w:multiLevelType w:val="multilevel"/>
    <w:tmpl w:val="294A63D0"/>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0" w15:restartNumberingAfterBreak="0">
    <w:nsid w:val="2AAF2F56"/>
    <w:multiLevelType w:val="multilevel"/>
    <w:tmpl w:val="5F0E00B0"/>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1" w15:restartNumberingAfterBreak="0">
    <w:nsid w:val="2B2A205C"/>
    <w:multiLevelType w:val="multilevel"/>
    <w:tmpl w:val="65CEFFF4"/>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2" w15:restartNumberingAfterBreak="0">
    <w:nsid w:val="32425966"/>
    <w:multiLevelType w:val="multilevel"/>
    <w:tmpl w:val="EC9A8186"/>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24E0C62"/>
    <w:multiLevelType w:val="multilevel"/>
    <w:tmpl w:val="8A8C99FA"/>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64" w15:restartNumberingAfterBreak="0">
    <w:nsid w:val="32FC17E3"/>
    <w:multiLevelType w:val="multilevel"/>
    <w:tmpl w:val="13A870BC"/>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5" w15:restartNumberingAfterBreak="0">
    <w:nsid w:val="35887030"/>
    <w:multiLevelType w:val="multilevel"/>
    <w:tmpl w:val="44E0ADAA"/>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6" w15:restartNumberingAfterBreak="0">
    <w:nsid w:val="367556C8"/>
    <w:multiLevelType w:val="multilevel"/>
    <w:tmpl w:val="DB481926"/>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368A1699"/>
    <w:multiLevelType w:val="multilevel"/>
    <w:tmpl w:val="6520F640"/>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8" w15:restartNumberingAfterBreak="0">
    <w:nsid w:val="385975FE"/>
    <w:multiLevelType w:val="multilevel"/>
    <w:tmpl w:val="BB042104"/>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9" w15:restartNumberingAfterBreak="0">
    <w:nsid w:val="39135F82"/>
    <w:multiLevelType w:val="multilevel"/>
    <w:tmpl w:val="A31ACBC8"/>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0" w15:restartNumberingAfterBreak="0">
    <w:nsid w:val="391A5A7C"/>
    <w:multiLevelType w:val="multilevel"/>
    <w:tmpl w:val="0E402FDC"/>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1" w15:restartNumberingAfterBreak="0">
    <w:nsid w:val="39497277"/>
    <w:multiLevelType w:val="multilevel"/>
    <w:tmpl w:val="1B32B658"/>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72" w15:restartNumberingAfterBreak="0">
    <w:nsid w:val="394D723F"/>
    <w:multiLevelType w:val="multilevel"/>
    <w:tmpl w:val="4BB60C8A"/>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39524696"/>
    <w:multiLevelType w:val="multilevel"/>
    <w:tmpl w:val="3BF6AA84"/>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74" w15:restartNumberingAfterBreak="0">
    <w:nsid w:val="39720212"/>
    <w:multiLevelType w:val="multilevel"/>
    <w:tmpl w:val="2108BC1E"/>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5" w15:restartNumberingAfterBreak="0">
    <w:nsid w:val="3A6F0451"/>
    <w:multiLevelType w:val="multilevel"/>
    <w:tmpl w:val="9FF27642"/>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6" w15:restartNumberingAfterBreak="0">
    <w:nsid w:val="3B3118C3"/>
    <w:multiLevelType w:val="multilevel"/>
    <w:tmpl w:val="6B202772"/>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7" w15:restartNumberingAfterBreak="0">
    <w:nsid w:val="3CE85768"/>
    <w:multiLevelType w:val="multilevel"/>
    <w:tmpl w:val="180019E2"/>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D02421D"/>
    <w:multiLevelType w:val="multilevel"/>
    <w:tmpl w:val="088AE10E"/>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9" w15:restartNumberingAfterBreak="0">
    <w:nsid w:val="3DA76F66"/>
    <w:multiLevelType w:val="multilevel"/>
    <w:tmpl w:val="D868C0C2"/>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0" w15:restartNumberingAfterBreak="0">
    <w:nsid w:val="3DE073E1"/>
    <w:multiLevelType w:val="multilevel"/>
    <w:tmpl w:val="B4583226"/>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81" w15:restartNumberingAfterBreak="0">
    <w:nsid w:val="3E8E14CA"/>
    <w:multiLevelType w:val="multilevel"/>
    <w:tmpl w:val="9C82C188"/>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3F9A4239"/>
    <w:multiLevelType w:val="multilevel"/>
    <w:tmpl w:val="8F22A5D6"/>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3" w15:restartNumberingAfterBreak="0">
    <w:nsid w:val="400077B3"/>
    <w:multiLevelType w:val="multilevel"/>
    <w:tmpl w:val="D3DAEEBE"/>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4" w15:restartNumberingAfterBreak="0">
    <w:nsid w:val="40C343D2"/>
    <w:multiLevelType w:val="multilevel"/>
    <w:tmpl w:val="3944697C"/>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85" w15:restartNumberingAfterBreak="0">
    <w:nsid w:val="41B02F66"/>
    <w:multiLevelType w:val="multilevel"/>
    <w:tmpl w:val="1882AE18"/>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86" w15:restartNumberingAfterBreak="0">
    <w:nsid w:val="41C617BD"/>
    <w:multiLevelType w:val="multilevel"/>
    <w:tmpl w:val="EC3A2062"/>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7" w15:restartNumberingAfterBreak="0">
    <w:nsid w:val="42225638"/>
    <w:multiLevelType w:val="multilevel"/>
    <w:tmpl w:val="DA023500"/>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432B7A84"/>
    <w:multiLevelType w:val="multilevel"/>
    <w:tmpl w:val="E8C42B3A"/>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435B41AD"/>
    <w:multiLevelType w:val="multilevel"/>
    <w:tmpl w:val="73C4BF1E"/>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0" w15:restartNumberingAfterBreak="0">
    <w:nsid w:val="43C17BC4"/>
    <w:multiLevelType w:val="multilevel"/>
    <w:tmpl w:val="A25087E8"/>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446219B7"/>
    <w:multiLevelType w:val="multilevel"/>
    <w:tmpl w:val="712ACA36"/>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2" w15:restartNumberingAfterBreak="0">
    <w:nsid w:val="45767A65"/>
    <w:multiLevelType w:val="multilevel"/>
    <w:tmpl w:val="8152C3D0"/>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3" w15:restartNumberingAfterBreak="0">
    <w:nsid w:val="45D71634"/>
    <w:multiLevelType w:val="multilevel"/>
    <w:tmpl w:val="DC543B1A"/>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4" w15:restartNumberingAfterBreak="0">
    <w:nsid w:val="45EC24CF"/>
    <w:multiLevelType w:val="multilevel"/>
    <w:tmpl w:val="9D30B30C"/>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95" w15:restartNumberingAfterBreak="0">
    <w:nsid w:val="462957AE"/>
    <w:multiLevelType w:val="multilevel"/>
    <w:tmpl w:val="1278E7DA"/>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6" w15:restartNumberingAfterBreak="0">
    <w:nsid w:val="46420749"/>
    <w:multiLevelType w:val="multilevel"/>
    <w:tmpl w:val="43EE812E"/>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7" w15:restartNumberingAfterBreak="0">
    <w:nsid w:val="46AF5B8F"/>
    <w:multiLevelType w:val="multilevel"/>
    <w:tmpl w:val="B0E27BE8"/>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8" w15:restartNumberingAfterBreak="0">
    <w:nsid w:val="47D74074"/>
    <w:multiLevelType w:val="multilevel"/>
    <w:tmpl w:val="AE883338"/>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99" w15:restartNumberingAfterBreak="0">
    <w:nsid w:val="47E447F7"/>
    <w:multiLevelType w:val="multilevel"/>
    <w:tmpl w:val="2FA42DA8"/>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00" w15:restartNumberingAfterBreak="0">
    <w:nsid w:val="489D62C6"/>
    <w:multiLevelType w:val="multilevel"/>
    <w:tmpl w:val="153C1DB6"/>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1" w15:restartNumberingAfterBreak="0">
    <w:nsid w:val="49BB4FED"/>
    <w:multiLevelType w:val="multilevel"/>
    <w:tmpl w:val="06C2BA8E"/>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2" w15:restartNumberingAfterBreak="0">
    <w:nsid w:val="4AA856F9"/>
    <w:multiLevelType w:val="multilevel"/>
    <w:tmpl w:val="A6B267CA"/>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4B646F4C"/>
    <w:multiLevelType w:val="multilevel"/>
    <w:tmpl w:val="05AE3914"/>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4" w15:restartNumberingAfterBreak="0">
    <w:nsid w:val="4BCB6D0A"/>
    <w:multiLevelType w:val="multilevel"/>
    <w:tmpl w:val="BC823E6E"/>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05" w15:restartNumberingAfterBreak="0">
    <w:nsid w:val="4C547366"/>
    <w:multiLevelType w:val="multilevel"/>
    <w:tmpl w:val="A1B63E3E"/>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6" w15:restartNumberingAfterBreak="0">
    <w:nsid w:val="4D1D265A"/>
    <w:multiLevelType w:val="multilevel"/>
    <w:tmpl w:val="2646BF0C"/>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7" w15:restartNumberingAfterBreak="0">
    <w:nsid w:val="4D9459E6"/>
    <w:multiLevelType w:val="multilevel"/>
    <w:tmpl w:val="0DBE6D7E"/>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4DB02A61"/>
    <w:multiLevelType w:val="multilevel"/>
    <w:tmpl w:val="2E503836"/>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9" w15:restartNumberingAfterBreak="0">
    <w:nsid w:val="4DF31B82"/>
    <w:multiLevelType w:val="multilevel"/>
    <w:tmpl w:val="2102CB3C"/>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0" w15:restartNumberingAfterBreak="0">
    <w:nsid w:val="4E746EC3"/>
    <w:multiLevelType w:val="multilevel"/>
    <w:tmpl w:val="127CA6AA"/>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11" w15:restartNumberingAfterBreak="0">
    <w:nsid w:val="4F193E58"/>
    <w:multiLevelType w:val="multilevel"/>
    <w:tmpl w:val="C84827E0"/>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2" w15:restartNumberingAfterBreak="0">
    <w:nsid w:val="504E087B"/>
    <w:multiLevelType w:val="multilevel"/>
    <w:tmpl w:val="F9C83AF4"/>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3" w15:restartNumberingAfterBreak="0">
    <w:nsid w:val="505460D5"/>
    <w:multiLevelType w:val="multilevel"/>
    <w:tmpl w:val="2996EE9A"/>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4" w15:restartNumberingAfterBreak="0">
    <w:nsid w:val="50C149E7"/>
    <w:multiLevelType w:val="multilevel"/>
    <w:tmpl w:val="EA86A6B0"/>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15" w15:restartNumberingAfterBreak="0">
    <w:nsid w:val="51240A92"/>
    <w:multiLevelType w:val="multilevel"/>
    <w:tmpl w:val="5A665FAC"/>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515E4CA4"/>
    <w:multiLevelType w:val="multilevel"/>
    <w:tmpl w:val="D758CF26"/>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17" w15:restartNumberingAfterBreak="0">
    <w:nsid w:val="52E142AE"/>
    <w:multiLevelType w:val="multilevel"/>
    <w:tmpl w:val="9B5A33A8"/>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5564141F"/>
    <w:multiLevelType w:val="multilevel"/>
    <w:tmpl w:val="382411E2"/>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9" w15:restartNumberingAfterBreak="0">
    <w:nsid w:val="55881976"/>
    <w:multiLevelType w:val="multilevel"/>
    <w:tmpl w:val="EAF65F02"/>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5589304B"/>
    <w:multiLevelType w:val="multilevel"/>
    <w:tmpl w:val="E5FA6CA4"/>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1" w15:restartNumberingAfterBreak="0">
    <w:nsid w:val="55C941A5"/>
    <w:multiLevelType w:val="multilevel"/>
    <w:tmpl w:val="51BAE792"/>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2" w15:restartNumberingAfterBreak="0">
    <w:nsid w:val="55DF2210"/>
    <w:multiLevelType w:val="multilevel"/>
    <w:tmpl w:val="F6C6B084"/>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3" w15:restartNumberingAfterBreak="0">
    <w:nsid w:val="575779D9"/>
    <w:multiLevelType w:val="multilevel"/>
    <w:tmpl w:val="B036ABE4"/>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4" w15:restartNumberingAfterBreak="0">
    <w:nsid w:val="57BB724B"/>
    <w:multiLevelType w:val="multilevel"/>
    <w:tmpl w:val="F60A6420"/>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5" w15:restartNumberingAfterBreak="0">
    <w:nsid w:val="58020293"/>
    <w:multiLevelType w:val="multilevel"/>
    <w:tmpl w:val="CF6ABA16"/>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6" w15:restartNumberingAfterBreak="0">
    <w:nsid w:val="580E4C3F"/>
    <w:multiLevelType w:val="multilevel"/>
    <w:tmpl w:val="7DACD110"/>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7" w15:restartNumberingAfterBreak="0">
    <w:nsid w:val="594A337E"/>
    <w:multiLevelType w:val="multilevel"/>
    <w:tmpl w:val="69F2F33E"/>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8" w15:restartNumberingAfterBreak="0">
    <w:nsid w:val="59736494"/>
    <w:multiLevelType w:val="multilevel"/>
    <w:tmpl w:val="9A2ABACE"/>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29" w15:restartNumberingAfterBreak="0">
    <w:nsid w:val="5ABB7555"/>
    <w:multiLevelType w:val="multilevel"/>
    <w:tmpl w:val="2B12D13A"/>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30" w15:restartNumberingAfterBreak="0">
    <w:nsid w:val="5C4930DF"/>
    <w:multiLevelType w:val="multilevel"/>
    <w:tmpl w:val="55F0633A"/>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1" w15:restartNumberingAfterBreak="0">
    <w:nsid w:val="5CE63B52"/>
    <w:multiLevelType w:val="multilevel"/>
    <w:tmpl w:val="097091EC"/>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2" w15:restartNumberingAfterBreak="0">
    <w:nsid w:val="5D3D290A"/>
    <w:multiLevelType w:val="multilevel"/>
    <w:tmpl w:val="3D5A0834"/>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5D641ACC"/>
    <w:multiLevelType w:val="multilevel"/>
    <w:tmpl w:val="52001F92"/>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34" w15:restartNumberingAfterBreak="0">
    <w:nsid w:val="5D733C4E"/>
    <w:multiLevelType w:val="multilevel"/>
    <w:tmpl w:val="945282FE"/>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5" w15:restartNumberingAfterBreak="0">
    <w:nsid w:val="5E3147CC"/>
    <w:multiLevelType w:val="multilevel"/>
    <w:tmpl w:val="24CACC88"/>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6" w15:restartNumberingAfterBreak="0">
    <w:nsid w:val="5E331276"/>
    <w:multiLevelType w:val="multilevel"/>
    <w:tmpl w:val="F146B57C"/>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37" w15:restartNumberingAfterBreak="0">
    <w:nsid w:val="5EB220D7"/>
    <w:multiLevelType w:val="multilevel"/>
    <w:tmpl w:val="16668CD6"/>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8" w15:restartNumberingAfterBreak="0">
    <w:nsid w:val="5EB92A75"/>
    <w:multiLevelType w:val="multilevel"/>
    <w:tmpl w:val="1FF8D4E0"/>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9" w15:restartNumberingAfterBreak="0">
    <w:nsid w:val="5F76787B"/>
    <w:multiLevelType w:val="multilevel"/>
    <w:tmpl w:val="C79C3F04"/>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140" w15:restartNumberingAfterBreak="0">
    <w:nsid w:val="609621CF"/>
    <w:multiLevelType w:val="multilevel"/>
    <w:tmpl w:val="8D5EF03E"/>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41" w15:restartNumberingAfterBreak="0">
    <w:nsid w:val="6127501B"/>
    <w:multiLevelType w:val="multilevel"/>
    <w:tmpl w:val="DA5697A6"/>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2" w15:restartNumberingAfterBreak="0">
    <w:nsid w:val="619132EC"/>
    <w:multiLevelType w:val="multilevel"/>
    <w:tmpl w:val="B0B8FFD4"/>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62690FF6"/>
    <w:multiLevelType w:val="multilevel"/>
    <w:tmpl w:val="E534ACC4"/>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4" w15:restartNumberingAfterBreak="0">
    <w:nsid w:val="630C10C3"/>
    <w:multiLevelType w:val="multilevel"/>
    <w:tmpl w:val="5EF43A5E"/>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5" w15:restartNumberingAfterBreak="0">
    <w:nsid w:val="647827B1"/>
    <w:multiLevelType w:val="multilevel"/>
    <w:tmpl w:val="D0480D84"/>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6" w15:restartNumberingAfterBreak="0">
    <w:nsid w:val="64956C10"/>
    <w:multiLevelType w:val="multilevel"/>
    <w:tmpl w:val="FB36F43C"/>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7" w15:restartNumberingAfterBreak="0">
    <w:nsid w:val="65E302E7"/>
    <w:multiLevelType w:val="multilevel"/>
    <w:tmpl w:val="EDFC77C6"/>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48" w15:restartNumberingAfterBreak="0">
    <w:nsid w:val="65F241FA"/>
    <w:multiLevelType w:val="multilevel"/>
    <w:tmpl w:val="9B800494"/>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9" w15:restartNumberingAfterBreak="0">
    <w:nsid w:val="665C21E9"/>
    <w:multiLevelType w:val="multilevel"/>
    <w:tmpl w:val="56185E28"/>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50" w15:restartNumberingAfterBreak="0">
    <w:nsid w:val="66855AAD"/>
    <w:multiLevelType w:val="multilevel"/>
    <w:tmpl w:val="F3DCE6B0"/>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1" w15:restartNumberingAfterBreak="0">
    <w:nsid w:val="68025009"/>
    <w:multiLevelType w:val="multilevel"/>
    <w:tmpl w:val="42C04EF0"/>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2" w15:restartNumberingAfterBreak="0">
    <w:nsid w:val="6A226348"/>
    <w:multiLevelType w:val="multilevel"/>
    <w:tmpl w:val="046AD67E"/>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53" w15:restartNumberingAfterBreak="0">
    <w:nsid w:val="6A2F58DC"/>
    <w:multiLevelType w:val="multilevel"/>
    <w:tmpl w:val="7EB2E170"/>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4" w15:restartNumberingAfterBreak="0">
    <w:nsid w:val="6A737904"/>
    <w:multiLevelType w:val="multilevel"/>
    <w:tmpl w:val="D0365812"/>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5" w15:restartNumberingAfterBreak="0">
    <w:nsid w:val="6BF01DAD"/>
    <w:multiLevelType w:val="multilevel"/>
    <w:tmpl w:val="6F00C8A6"/>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6" w15:restartNumberingAfterBreak="0">
    <w:nsid w:val="6C291F87"/>
    <w:multiLevelType w:val="multilevel"/>
    <w:tmpl w:val="602253E8"/>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57" w15:restartNumberingAfterBreak="0">
    <w:nsid w:val="6C5373D3"/>
    <w:multiLevelType w:val="multilevel"/>
    <w:tmpl w:val="7DBE5352"/>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8" w15:restartNumberingAfterBreak="0">
    <w:nsid w:val="6D0B7E08"/>
    <w:multiLevelType w:val="multilevel"/>
    <w:tmpl w:val="B47ECEDE"/>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9" w15:restartNumberingAfterBreak="0">
    <w:nsid w:val="6D6D437B"/>
    <w:multiLevelType w:val="multilevel"/>
    <w:tmpl w:val="3418F9B0"/>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60" w15:restartNumberingAfterBreak="0">
    <w:nsid w:val="6DC6027A"/>
    <w:multiLevelType w:val="multilevel"/>
    <w:tmpl w:val="5FD01F52"/>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61" w15:restartNumberingAfterBreak="0">
    <w:nsid w:val="6EB55A31"/>
    <w:multiLevelType w:val="multilevel"/>
    <w:tmpl w:val="BCF8E73A"/>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2" w15:restartNumberingAfterBreak="0">
    <w:nsid w:val="6F1B308A"/>
    <w:multiLevelType w:val="multilevel"/>
    <w:tmpl w:val="B9C65C00"/>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63" w15:restartNumberingAfterBreak="0">
    <w:nsid w:val="6F1F37AF"/>
    <w:multiLevelType w:val="multilevel"/>
    <w:tmpl w:val="C15EEDD8"/>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4" w15:restartNumberingAfterBreak="0">
    <w:nsid w:val="6F1F483C"/>
    <w:multiLevelType w:val="multilevel"/>
    <w:tmpl w:val="AD3C6138"/>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5" w15:restartNumberingAfterBreak="0">
    <w:nsid w:val="6FCA6A26"/>
    <w:multiLevelType w:val="multilevel"/>
    <w:tmpl w:val="F79CB75E"/>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6" w15:restartNumberingAfterBreak="0">
    <w:nsid w:val="712D2593"/>
    <w:multiLevelType w:val="multilevel"/>
    <w:tmpl w:val="79AE92F8"/>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7" w15:restartNumberingAfterBreak="0">
    <w:nsid w:val="713253DF"/>
    <w:multiLevelType w:val="multilevel"/>
    <w:tmpl w:val="AE4E625C"/>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68" w15:restartNumberingAfterBreak="0">
    <w:nsid w:val="723F21B9"/>
    <w:multiLevelType w:val="multilevel"/>
    <w:tmpl w:val="D8BAE10A"/>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69" w15:restartNumberingAfterBreak="0">
    <w:nsid w:val="72934533"/>
    <w:multiLevelType w:val="multilevel"/>
    <w:tmpl w:val="CE18F6C4"/>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0" w15:restartNumberingAfterBreak="0">
    <w:nsid w:val="72D113CB"/>
    <w:multiLevelType w:val="multilevel"/>
    <w:tmpl w:val="0054E0FE"/>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1" w15:restartNumberingAfterBreak="0">
    <w:nsid w:val="73277C64"/>
    <w:multiLevelType w:val="multilevel"/>
    <w:tmpl w:val="B4A0F67C"/>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74391081"/>
    <w:multiLevelType w:val="multilevel"/>
    <w:tmpl w:val="D2A8168A"/>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173" w15:restartNumberingAfterBreak="0">
    <w:nsid w:val="743E49F4"/>
    <w:multiLevelType w:val="multilevel"/>
    <w:tmpl w:val="92C4EBEA"/>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74" w15:restartNumberingAfterBreak="0">
    <w:nsid w:val="74897880"/>
    <w:multiLevelType w:val="multilevel"/>
    <w:tmpl w:val="4B72A468"/>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5" w15:restartNumberingAfterBreak="0">
    <w:nsid w:val="75411F0B"/>
    <w:multiLevelType w:val="multilevel"/>
    <w:tmpl w:val="567C350A"/>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6" w15:restartNumberingAfterBreak="0">
    <w:nsid w:val="75B618A3"/>
    <w:multiLevelType w:val="multilevel"/>
    <w:tmpl w:val="922AC01E"/>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7" w15:restartNumberingAfterBreak="0">
    <w:nsid w:val="775C6313"/>
    <w:multiLevelType w:val="multilevel"/>
    <w:tmpl w:val="5C9AD36A"/>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8" w15:restartNumberingAfterBreak="0">
    <w:nsid w:val="779E3F49"/>
    <w:multiLevelType w:val="multilevel"/>
    <w:tmpl w:val="4748EC2E"/>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79" w15:restartNumberingAfterBreak="0">
    <w:nsid w:val="784E0C1F"/>
    <w:multiLevelType w:val="multilevel"/>
    <w:tmpl w:val="8AD6C6A8"/>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80" w15:restartNumberingAfterBreak="0">
    <w:nsid w:val="786501AC"/>
    <w:multiLevelType w:val="multilevel"/>
    <w:tmpl w:val="C4C06FAE"/>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81" w15:restartNumberingAfterBreak="0">
    <w:nsid w:val="799C1584"/>
    <w:multiLevelType w:val="multilevel"/>
    <w:tmpl w:val="293899A2"/>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82" w15:restartNumberingAfterBreak="0">
    <w:nsid w:val="7B814EF1"/>
    <w:multiLevelType w:val="multilevel"/>
    <w:tmpl w:val="8DEAE434"/>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3" w15:restartNumberingAfterBreak="0">
    <w:nsid w:val="7B9C75A4"/>
    <w:multiLevelType w:val="multilevel"/>
    <w:tmpl w:val="D35E374C"/>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4" w15:restartNumberingAfterBreak="0">
    <w:nsid w:val="7EFC4C2D"/>
    <w:multiLevelType w:val="multilevel"/>
    <w:tmpl w:val="5F06FC68"/>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num w:numId="1" w16cid:durableId="1528518057">
    <w:abstractNumId w:val="35"/>
  </w:num>
  <w:num w:numId="2" w16cid:durableId="382557647">
    <w:abstractNumId w:val="0"/>
  </w:num>
  <w:num w:numId="3" w16cid:durableId="196739725">
    <w:abstractNumId w:val="32"/>
  </w:num>
  <w:num w:numId="4" w16cid:durableId="235630945">
    <w:abstractNumId w:val="182"/>
  </w:num>
  <w:num w:numId="5" w16cid:durableId="325397690">
    <w:abstractNumId w:val="130"/>
  </w:num>
  <w:num w:numId="6" w16cid:durableId="1434323772">
    <w:abstractNumId w:val="39"/>
  </w:num>
  <w:num w:numId="7" w16cid:durableId="858658375">
    <w:abstractNumId w:val="69"/>
  </w:num>
  <w:num w:numId="8" w16cid:durableId="1933508870">
    <w:abstractNumId w:val="134"/>
  </w:num>
  <w:num w:numId="9" w16cid:durableId="548686855">
    <w:abstractNumId w:val="161"/>
  </w:num>
  <w:num w:numId="10" w16cid:durableId="1440905598">
    <w:abstractNumId w:val="158"/>
  </w:num>
  <w:num w:numId="11" w16cid:durableId="1894389476">
    <w:abstractNumId w:val="60"/>
  </w:num>
  <w:num w:numId="12" w16cid:durableId="529925897">
    <w:abstractNumId w:val="120"/>
  </w:num>
  <w:num w:numId="13" w16cid:durableId="124125855">
    <w:abstractNumId w:val="19"/>
  </w:num>
  <w:num w:numId="14" w16cid:durableId="1154642558">
    <w:abstractNumId w:val="83"/>
  </w:num>
  <w:num w:numId="15" w16cid:durableId="1408186253">
    <w:abstractNumId w:val="36"/>
  </w:num>
  <w:num w:numId="16" w16cid:durableId="1188057933">
    <w:abstractNumId w:val="143"/>
  </w:num>
  <w:num w:numId="17" w16cid:durableId="1397971015">
    <w:abstractNumId w:val="166"/>
  </w:num>
  <w:num w:numId="18" w16cid:durableId="489178908">
    <w:abstractNumId w:val="127"/>
  </w:num>
  <w:num w:numId="19" w16cid:durableId="645282051">
    <w:abstractNumId w:val="105"/>
  </w:num>
  <w:num w:numId="20" w16cid:durableId="229266920">
    <w:abstractNumId w:val="170"/>
  </w:num>
  <w:num w:numId="21" w16cid:durableId="1556114503">
    <w:abstractNumId w:val="144"/>
  </w:num>
  <w:num w:numId="22" w16cid:durableId="1869679968">
    <w:abstractNumId w:val="45"/>
  </w:num>
  <w:num w:numId="23" w16cid:durableId="100804445">
    <w:abstractNumId w:val="102"/>
  </w:num>
  <w:num w:numId="24" w16cid:durableId="139420076">
    <w:abstractNumId w:val="142"/>
  </w:num>
  <w:num w:numId="25" w16cid:durableId="1418749755">
    <w:abstractNumId w:val="115"/>
  </w:num>
  <w:num w:numId="26" w16cid:durableId="579212572">
    <w:abstractNumId w:val="6"/>
  </w:num>
  <w:num w:numId="27" w16cid:durableId="995306888">
    <w:abstractNumId w:val="4"/>
  </w:num>
  <w:num w:numId="28" w16cid:durableId="2125225942">
    <w:abstractNumId w:val="164"/>
  </w:num>
  <w:num w:numId="29" w16cid:durableId="221452642">
    <w:abstractNumId w:val="107"/>
  </w:num>
  <w:num w:numId="30" w16cid:durableId="146478993">
    <w:abstractNumId w:val="177"/>
  </w:num>
  <w:num w:numId="31" w16cid:durableId="1352143701">
    <w:abstractNumId w:val="87"/>
  </w:num>
  <w:num w:numId="32" w16cid:durableId="527838438">
    <w:abstractNumId w:val="95"/>
  </w:num>
  <w:num w:numId="33" w16cid:durableId="981496730">
    <w:abstractNumId w:val="54"/>
  </w:num>
  <w:num w:numId="34" w16cid:durableId="618992616">
    <w:abstractNumId w:val="72"/>
  </w:num>
  <w:num w:numId="35" w16cid:durableId="1236891516">
    <w:abstractNumId w:val="125"/>
  </w:num>
  <w:num w:numId="36" w16cid:durableId="582228170">
    <w:abstractNumId w:val="40"/>
  </w:num>
  <w:num w:numId="37" w16cid:durableId="1402097421">
    <w:abstractNumId w:val="93"/>
  </w:num>
  <w:num w:numId="38" w16cid:durableId="11037174">
    <w:abstractNumId w:val="132"/>
  </w:num>
  <w:num w:numId="39" w16cid:durableId="2032604639">
    <w:abstractNumId w:val="128"/>
  </w:num>
  <w:num w:numId="40" w16cid:durableId="2119400898">
    <w:abstractNumId w:val="108"/>
  </w:num>
  <w:num w:numId="41" w16cid:durableId="2136636359">
    <w:abstractNumId w:val="126"/>
  </w:num>
  <w:num w:numId="42" w16cid:durableId="434055912">
    <w:abstractNumId w:val="138"/>
  </w:num>
  <w:num w:numId="43" w16cid:durableId="1519349288">
    <w:abstractNumId w:val="106"/>
  </w:num>
  <w:num w:numId="44" w16cid:durableId="684399420">
    <w:abstractNumId w:val="113"/>
  </w:num>
  <w:num w:numId="45" w16cid:durableId="1692293011">
    <w:abstractNumId w:val="176"/>
  </w:num>
  <w:num w:numId="46" w16cid:durableId="2120367421">
    <w:abstractNumId w:val="135"/>
  </w:num>
  <w:num w:numId="47" w16cid:durableId="1551260107">
    <w:abstractNumId w:val="28"/>
  </w:num>
  <w:num w:numId="48" w16cid:durableId="378285227">
    <w:abstractNumId w:val="17"/>
  </w:num>
  <w:num w:numId="49" w16cid:durableId="1737894219">
    <w:abstractNumId w:val="145"/>
  </w:num>
  <w:num w:numId="50" w16cid:durableId="762920321">
    <w:abstractNumId w:val="119"/>
  </w:num>
  <w:num w:numId="51" w16cid:durableId="888035604">
    <w:abstractNumId w:val="90"/>
  </w:num>
  <w:num w:numId="52" w16cid:durableId="1102604296">
    <w:abstractNumId w:val="29"/>
  </w:num>
  <w:num w:numId="53" w16cid:durableId="377438340">
    <w:abstractNumId w:val="122"/>
  </w:num>
  <w:num w:numId="54" w16cid:durableId="829829617">
    <w:abstractNumId w:val="74"/>
  </w:num>
  <w:num w:numId="55" w16cid:durableId="23554679">
    <w:abstractNumId w:val="42"/>
  </w:num>
  <w:num w:numId="56" w16cid:durableId="1008756677">
    <w:abstractNumId w:val="57"/>
  </w:num>
  <w:num w:numId="57" w16cid:durableId="62801029">
    <w:abstractNumId w:val="91"/>
  </w:num>
  <w:num w:numId="58" w16cid:durableId="1167793411">
    <w:abstractNumId w:val="121"/>
  </w:num>
  <w:num w:numId="59" w16cid:durableId="645479109">
    <w:abstractNumId w:val="66"/>
  </w:num>
  <w:num w:numId="60" w16cid:durableId="1684090370">
    <w:abstractNumId w:val="151"/>
  </w:num>
  <w:num w:numId="61" w16cid:durableId="1039669801">
    <w:abstractNumId w:val="67"/>
  </w:num>
  <w:num w:numId="62" w16cid:durableId="1141533635">
    <w:abstractNumId w:val="76"/>
  </w:num>
  <w:num w:numId="63" w16cid:durableId="869495096">
    <w:abstractNumId w:val="137"/>
  </w:num>
  <w:num w:numId="64" w16cid:durableId="1557621738">
    <w:abstractNumId w:val="86"/>
  </w:num>
  <w:num w:numId="65" w16cid:durableId="690840837">
    <w:abstractNumId w:val="78"/>
  </w:num>
  <w:num w:numId="66" w16cid:durableId="1993829540">
    <w:abstractNumId w:val="65"/>
  </w:num>
  <w:num w:numId="67" w16cid:durableId="1451050151">
    <w:abstractNumId w:val="58"/>
  </w:num>
  <w:num w:numId="68" w16cid:durableId="521624943">
    <w:abstractNumId w:val="3"/>
  </w:num>
  <w:num w:numId="69" w16cid:durableId="29767556">
    <w:abstractNumId w:val="97"/>
  </w:num>
  <w:num w:numId="70" w16cid:durableId="1627152920">
    <w:abstractNumId w:val="183"/>
  </w:num>
  <w:num w:numId="71" w16cid:durableId="1738673132">
    <w:abstractNumId w:val="18"/>
  </w:num>
  <w:num w:numId="72" w16cid:durableId="1895195883">
    <w:abstractNumId w:val="25"/>
  </w:num>
  <w:num w:numId="73" w16cid:durableId="638417478">
    <w:abstractNumId w:val="98"/>
  </w:num>
  <w:num w:numId="74" w16cid:durableId="976059969">
    <w:abstractNumId w:val="37"/>
  </w:num>
  <w:num w:numId="75" w16cid:durableId="1203053925">
    <w:abstractNumId w:val="124"/>
  </w:num>
  <w:num w:numId="76" w16cid:durableId="400980926">
    <w:abstractNumId w:val="117"/>
  </w:num>
  <w:num w:numId="77" w16cid:durableId="177886595">
    <w:abstractNumId w:val="154"/>
  </w:num>
  <w:num w:numId="78" w16cid:durableId="1301492688">
    <w:abstractNumId w:val="92"/>
  </w:num>
  <w:num w:numId="79" w16cid:durableId="597565511">
    <w:abstractNumId w:val="153"/>
  </w:num>
  <w:num w:numId="80" w16cid:durableId="63112895">
    <w:abstractNumId w:val="15"/>
  </w:num>
  <w:num w:numId="81" w16cid:durableId="450974096">
    <w:abstractNumId w:val="10"/>
  </w:num>
  <w:num w:numId="82" w16cid:durableId="792360160">
    <w:abstractNumId w:val="75"/>
  </w:num>
  <w:num w:numId="83" w16cid:durableId="1744136432">
    <w:abstractNumId w:val="174"/>
  </w:num>
  <w:num w:numId="84" w16cid:durableId="334723726">
    <w:abstractNumId w:val="24"/>
  </w:num>
  <w:num w:numId="85" w16cid:durableId="1458838250">
    <w:abstractNumId w:val="171"/>
  </w:num>
  <w:num w:numId="86" w16cid:durableId="61366744">
    <w:abstractNumId w:val="68"/>
  </w:num>
  <w:num w:numId="87" w16cid:durableId="1764187161">
    <w:abstractNumId w:val="157"/>
  </w:num>
  <w:num w:numId="88" w16cid:durableId="686173467">
    <w:abstractNumId w:val="147"/>
  </w:num>
  <w:num w:numId="89" w16cid:durableId="349112830">
    <w:abstractNumId w:val="49"/>
  </w:num>
  <w:num w:numId="90" w16cid:durableId="1244487160">
    <w:abstractNumId w:val="179"/>
  </w:num>
  <w:num w:numId="91" w16cid:durableId="540633510">
    <w:abstractNumId w:val="85"/>
  </w:num>
  <w:num w:numId="92" w16cid:durableId="681782058">
    <w:abstractNumId w:val="110"/>
  </w:num>
  <w:num w:numId="93" w16cid:durableId="177233145">
    <w:abstractNumId w:val="34"/>
  </w:num>
  <w:num w:numId="94" w16cid:durableId="1299189946">
    <w:abstractNumId w:val="21"/>
  </w:num>
  <w:num w:numId="95" w16cid:durableId="2051763035">
    <w:abstractNumId w:val="172"/>
  </w:num>
  <w:num w:numId="96" w16cid:durableId="480541363">
    <w:abstractNumId w:val="96"/>
  </w:num>
  <w:num w:numId="97" w16cid:durableId="277680742">
    <w:abstractNumId w:val="1"/>
  </w:num>
  <w:num w:numId="98" w16cid:durableId="220485384">
    <w:abstractNumId w:val="2"/>
  </w:num>
  <w:num w:numId="99" w16cid:durableId="1641836931">
    <w:abstractNumId w:val="55"/>
  </w:num>
  <w:num w:numId="100" w16cid:durableId="1628855529">
    <w:abstractNumId w:val="184"/>
  </w:num>
  <w:num w:numId="101" w16cid:durableId="143351614">
    <w:abstractNumId w:val="41"/>
  </w:num>
  <w:num w:numId="102" w16cid:durableId="1337153959">
    <w:abstractNumId w:val="14"/>
  </w:num>
  <w:num w:numId="103" w16cid:durableId="1018385129">
    <w:abstractNumId w:val="30"/>
  </w:num>
  <w:num w:numId="104" w16cid:durableId="252208640">
    <w:abstractNumId w:val="16"/>
  </w:num>
  <w:num w:numId="105" w16cid:durableId="591551254">
    <w:abstractNumId w:val="152"/>
  </w:num>
  <w:num w:numId="106" w16cid:durableId="1853835839">
    <w:abstractNumId w:val="61"/>
  </w:num>
  <w:num w:numId="107" w16cid:durableId="1795828713">
    <w:abstractNumId w:val="9"/>
  </w:num>
  <w:num w:numId="108" w16cid:durableId="391274682">
    <w:abstractNumId w:val="103"/>
  </w:num>
  <w:num w:numId="109" w16cid:durableId="502667566">
    <w:abstractNumId w:val="7"/>
  </w:num>
  <w:num w:numId="110" w16cid:durableId="857617038">
    <w:abstractNumId w:val="64"/>
  </w:num>
  <w:num w:numId="111" w16cid:durableId="2045859982">
    <w:abstractNumId w:val="73"/>
  </w:num>
  <w:num w:numId="112" w16cid:durableId="2020038996">
    <w:abstractNumId w:val="33"/>
  </w:num>
  <w:num w:numId="113" w16cid:durableId="1253124858">
    <w:abstractNumId w:val="50"/>
  </w:num>
  <w:num w:numId="114" w16cid:durableId="27414500">
    <w:abstractNumId w:val="155"/>
  </w:num>
  <w:num w:numId="115" w16cid:durableId="1025667625">
    <w:abstractNumId w:val="23"/>
  </w:num>
  <w:num w:numId="116" w16cid:durableId="249194548">
    <w:abstractNumId w:val="114"/>
  </w:num>
  <w:num w:numId="117" w16cid:durableId="1892960244">
    <w:abstractNumId w:val="167"/>
  </w:num>
  <w:num w:numId="118" w16cid:durableId="1240755489">
    <w:abstractNumId w:val="53"/>
  </w:num>
  <w:num w:numId="119" w16cid:durableId="915555658">
    <w:abstractNumId w:val="133"/>
  </w:num>
  <w:num w:numId="120" w16cid:durableId="1163468036">
    <w:abstractNumId w:val="149"/>
  </w:num>
  <w:num w:numId="121" w16cid:durableId="725227053">
    <w:abstractNumId w:val="156"/>
  </w:num>
  <w:num w:numId="122" w16cid:durableId="186019231">
    <w:abstractNumId w:val="140"/>
  </w:num>
  <w:num w:numId="123" w16cid:durableId="743140770">
    <w:abstractNumId w:val="70"/>
  </w:num>
  <w:num w:numId="124" w16cid:durableId="499201349">
    <w:abstractNumId w:val="80"/>
  </w:num>
  <w:num w:numId="125" w16cid:durableId="712853543">
    <w:abstractNumId w:val="104"/>
  </w:num>
  <w:num w:numId="126" w16cid:durableId="504437426">
    <w:abstractNumId w:val="100"/>
  </w:num>
  <w:num w:numId="127" w16cid:durableId="607389516">
    <w:abstractNumId w:val="129"/>
  </w:num>
  <w:num w:numId="128" w16cid:durableId="312609070">
    <w:abstractNumId w:val="56"/>
  </w:num>
  <w:num w:numId="129" w16cid:durableId="1214778658">
    <w:abstractNumId w:val="116"/>
  </w:num>
  <w:num w:numId="130" w16cid:durableId="1879512508">
    <w:abstractNumId w:val="26"/>
  </w:num>
  <w:num w:numId="131" w16cid:durableId="1980256724">
    <w:abstractNumId w:val="162"/>
  </w:num>
  <w:num w:numId="132" w16cid:durableId="998536598">
    <w:abstractNumId w:val="181"/>
  </w:num>
  <w:num w:numId="133" w16cid:durableId="1090203187">
    <w:abstractNumId w:val="101"/>
  </w:num>
  <w:num w:numId="134" w16cid:durableId="1844079802">
    <w:abstractNumId w:val="31"/>
  </w:num>
  <w:num w:numId="135" w16cid:durableId="1760709650">
    <w:abstractNumId w:val="160"/>
  </w:num>
  <w:num w:numId="136" w16cid:durableId="1874032629">
    <w:abstractNumId w:val="27"/>
  </w:num>
  <w:num w:numId="137" w16cid:durableId="1146122288">
    <w:abstractNumId w:val="89"/>
  </w:num>
  <w:num w:numId="138" w16cid:durableId="1493637415">
    <w:abstractNumId w:val="46"/>
  </w:num>
  <w:num w:numId="139" w16cid:durableId="1824200918">
    <w:abstractNumId w:val="52"/>
  </w:num>
  <w:num w:numId="140" w16cid:durableId="408036452">
    <w:abstractNumId w:val="163"/>
  </w:num>
  <w:num w:numId="141" w16cid:durableId="2143423577">
    <w:abstractNumId w:val="81"/>
  </w:num>
  <w:num w:numId="142" w16cid:durableId="285236993">
    <w:abstractNumId w:val="141"/>
  </w:num>
  <w:num w:numId="143" w16cid:durableId="971986940">
    <w:abstractNumId w:val="150"/>
  </w:num>
  <w:num w:numId="144" w16cid:durableId="1469738106">
    <w:abstractNumId w:val="38"/>
  </w:num>
  <w:num w:numId="145" w16cid:durableId="406851277">
    <w:abstractNumId w:val="112"/>
  </w:num>
  <w:num w:numId="146" w16cid:durableId="1900356567">
    <w:abstractNumId w:val="13"/>
  </w:num>
  <w:num w:numId="147" w16cid:durableId="995760651">
    <w:abstractNumId w:val="63"/>
  </w:num>
  <w:num w:numId="148" w16cid:durableId="1502771296">
    <w:abstractNumId w:val="88"/>
  </w:num>
  <w:num w:numId="149" w16cid:durableId="717514726">
    <w:abstractNumId w:val="77"/>
  </w:num>
  <w:num w:numId="150" w16cid:durableId="415900401">
    <w:abstractNumId w:val="51"/>
  </w:num>
  <w:num w:numId="151" w16cid:durableId="827667845">
    <w:abstractNumId w:val="62"/>
  </w:num>
  <w:num w:numId="152" w16cid:durableId="1963724066">
    <w:abstractNumId w:val="168"/>
  </w:num>
  <w:num w:numId="153" w16cid:durableId="129591593">
    <w:abstractNumId w:val="173"/>
  </w:num>
  <w:num w:numId="154" w16cid:durableId="1823810643">
    <w:abstractNumId w:val="5"/>
  </w:num>
  <w:num w:numId="155" w16cid:durableId="1433356521">
    <w:abstractNumId w:val="82"/>
  </w:num>
  <w:num w:numId="156" w16cid:durableId="13697848">
    <w:abstractNumId w:val="139"/>
  </w:num>
  <w:num w:numId="157" w16cid:durableId="637338280">
    <w:abstractNumId w:val="43"/>
  </w:num>
  <w:num w:numId="158" w16cid:durableId="392123413">
    <w:abstractNumId w:val="48"/>
  </w:num>
  <w:num w:numId="159" w16cid:durableId="1742365368">
    <w:abstractNumId w:val="180"/>
  </w:num>
  <w:num w:numId="160" w16cid:durableId="890532358">
    <w:abstractNumId w:val="11"/>
  </w:num>
  <w:num w:numId="161" w16cid:durableId="805440314">
    <w:abstractNumId w:val="44"/>
  </w:num>
  <w:num w:numId="162" w16cid:durableId="2141460859">
    <w:abstractNumId w:val="136"/>
  </w:num>
  <w:num w:numId="163" w16cid:durableId="140971167">
    <w:abstractNumId w:val="84"/>
  </w:num>
  <w:num w:numId="164" w16cid:durableId="816344067">
    <w:abstractNumId w:val="118"/>
  </w:num>
  <w:num w:numId="165" w16cid:durableId="297956390">
    <w:abstractNumId w:val="178"/>
  </w:num>
  <w:num w:numId="166" w16cid:durableId="1872953797">
    <w:abstractNumId w:val="71"/>
  </w:num>
  <w:num w:numId="167" w16cid:durableId="669983718">
    <w:abstractNumId w:val="8"/>
  </w:num>
  <w:num w:numId="168" w16cid:durableId="520975877">
    <w:abstractNumId w:val="165"/>
  </w:num>
  <w:num w:numId="169" w16cid:durableId="1357345506">
    <w:abstractNumId w:val="159"/>
  </w:num>
  <w:num w:numId="170" w16cid:durableId="894858256">
    <w:abstractNumId w:val="12"/>
  </w:num>
  <w:num w:numId="171" w16cid:durableId="1922257991">
    <w:abstractNumId w:val="148"/>
  </w:num>
  <w:num w:numId="172" w16cid:durableId="558367836">
    <w:abstractNumId w:val="175"/>
  </w:num>
  <w:num w:numId="173" w16cid:durableId="647050488">
    <w:abstractNumId w:val="146"/>
  </w:num>
  <w:num w:numId="174" w16cid:durableId="1794013954">
    <w:abstractNumId w:val="99"/>
  </w:num>
  <w:num w:numId="175" w16cid:durableId="285543931">
    <w:abstractNumId w:val="111"/>
  </w:num>
  <w:num w:numId="176" w16cid:durableId="146552349">
    <w:abstractNumId w:val="22"/>
  </w:num>
  <w:num w:numId="177" w16cid:durableId="1021125231">
    <w:abstractNumId w:val="79"/>
  </w:num>
  <w:num w:numId="178" w16cid:durableId="725646271">
    <w:abstractNumId w:val="94"/>
  </w:num>
  <w:num w:numId="179" w16cid:durableId="1702196528">
    <w:abstractNumId w:val="47"/>
  </w:num>
  <w:num w:numId="180" w16cid:durableId="758671812">
    <w:abstractNumId w:val="169"/>
  </w:num>
  <w:num w:numId="181" w16cid:durableId="647781844">
    <w:abstractNumId w:val="109"/>
  </w:num>
  <w:num w:numId="182" w16cid:durableId="1091391438">
    <w:abstractNumId w:val="131"/>
  </w:num>
  <w:num w:numId="183" w16cid:durableId="1785268194">
    <w:abstractNumId w:val="123"/>
  </w:num>
  <w:num w:numId="184" w16cid:durableId="1020936473">
    <w:abstractNumId w:val="59"/>
  </w:num>
  <w:num w:numId="185" w16cid:durableId="898830958">
    <w:abstractNumId w:val="20"/>
  </w:num>
  <w:num w:numId="186" w16cid:durableId="1055668108">
    <w:abstractNumId w:val="84"/>
    <w:lvlOverride w:ilvl="0">
      <w:startOverride w:val="1"/>
    </w:lvlOverride>
  </w:num>
  <w:num w:numId="187" w16cid:durableId="1021935498">
    <w:abstractNumId w:val="118"/>
    <w:lvlOverride w:ilvl="0">
      <w:startOverride w:val="2"/>
    </w:lvlOverride>
  </w:num>
  <w:num w:numId="188" w16cid:durableId="674066451">
    <w:abstractNumId w:val="11"/>
    <w:lvlOverride w:ilvl="0">
      <w:startOverride w:val="1"/>
    </w:lvlOverride>
  </w:num>
  <w:num w:numId="189" w16cid:durableId="1562979924">
    <w:abstractNumId w:val="12"/>
    <w:lvlOverride w:ilvl="0">
      <w:startOverride w:val="1"/>
    </w:lvlOverride>
  </w:num>
  <w:num w:numId="190" w16cid:durableId="140388117">
    <w:abstractNumId w:val="148"/>
    <w:lvlOverride w:ilvl="0">
      <w:startOverride w:val="1"/>
    </w:lvlOverride>
  </w:num>
  <w:num w:numId="191" w16cid:durableId="2083599821">
    <w:abstractNumId w:val="175"/>
    <w:lvlOverride w:ilvl="0">
      <w:startOverride w:val="1"/>
    </w:lvlOverride>
  </w:num>
  <w:num w:numId="192" w16cid:durableId="816267901">
    <w:abstractNumId w:val="146"/>
    <w:lvlOverride w:ilvl="0">
      <w:startOverride w:val="1"/>
    </w:lvlOverride>
  </w:num>
  <w:num w:numId="193" w16cid:durableId="1688600673">
    <w:abstractNumId w:val="99"/>
    <w:lvlOverride w:ilvl="0">
      <w:startOverride w:val="1"/>
    </w:lvlOverride>
  </w:num>
  <w:num w:numId="194" w16cid:durableId="746221024">
    <w:abstractNumId w:val="169"/>
    <w:lvlOverride w:ilvl="0">
      <w:startOverride w:val="1"/>
    </w:lvlOverride>
  </w:num>
  <w:num w:numId="195" w16cid:durableId="159001768">
    <w:abstractNumId w:val="109"/>
    <w:lvlOverride w:ilvl="0">
      <w:startOverride w:val="1"/>
    </w:lvlOverride>
  </w:num>
  <w:num w:numId="196" w16cid:durableId="1853908824">
    <w:abstractNumId w:val="123"/>
    <w:lvlOverride w:ilvl="0">
      <w:startOverride w:val="1"/>
    </w:lvlOverride>
  </w:num>
  <w:num w:numId="197" w16cid:durableId="1945114396">
    <w:abstractNumId w:val="59"/>
    <w:lvlOverride w:ilvl="0">
      <w:startOverride w:val="3"/>
    </w:lvlOverride>
  </w:num>
  <w:num w:numId="198" w16cid:durableId="1368143433">
    <w:abstractNumId w:val="20"/>
    <w:lvlOverride w:ilvl="0">
      <w:startOverride w:val="1"/>
    </w:lvlOverride>
  </w:num>
  <w:num w:numId="199" w16cid:durableId="1017267334">
    <w:abstractNumId w:val="15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C451F"/>
    <w:rsid w:val="000C451F"/>
    <w:rsid w:val="001D1379"/>
    <w:rsid w:val="00452517"/>
    <w:rsid w:val="00AA14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09859"/>
  <w15:docId w15:val="{6154AE7B-A47B-40AB-9486-BB2AD0EEC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7129</Words>
  <Characters>42779</Characters>
  <Application>Microsoft Office Word</Application>
  <DocSecurity>0</DocSecurity>
  <Lines>356</Lines>
  <Paragraphs>99</Paragraphs>
  <ScaleCrop>false</ScaleCrop>
  <Company/>
  <LinksUpToDate>false</LinksUpToDate>
  <CharactersWithSpaces>49809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2025-12-09T15:29:00Z</dcterms:created>
  <dcterms:modified xsi:type="dcterms:W3CDTF">2025-12-09T15:29:00Z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